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BB7" w:rsidRDefault="00076BB7"/>
    <w:p w:rsidR="00076BB7" w:rsidRDefault="00076BB7"/>
    <w:p w:rsidR="00076BB7" w:rsidRDefault="00076BB7">
      <w:pPr>
        <w:spacing w:before="960"/>
        <w:jc w:val="center"/>
        <w:rPr>
          <w:b/>
          <w:bCs/>
          <w:sz w:val="32"/>
          <w:szCs w:val="32"/>
        </w:rPr>
      </w:pPr>
      <w:r>
        <w:rPr>
          <w:b/>
          <w:bCs/>
          <w:sz w:val="32"/>
          <w:szCs w:val="32"/>
        </w:rPr>
        <w:t>Е Ж Е К В А Р Т А Л Ь Н Ы Й  О Т Ч Е Т</w:t>
      </w:r>
    </w:p>
    <w:p w:rsidR="00076BB7" w:rsidRDefault="00076BB7">
      <w:pPr>
        <w:spacing w:before="600"/>
        <w:jc w:val="center"/>
        <w:rPr>
          <w:b/>
          <w:bCs/>
          <w:i/>
          <w:iCs/>
          <w:sz w:val="32"/>
          <w:szCs w:val="32"/>
        </w:rPr>
      </w:pPr>
      <w:r>
        <w:rPr>
          <w:b/>
          <w:bCs/>
          <w:i/>
          <w:iCs/>
          <w:sz w:val="32"/>
          <w:szCs w:val="32"/>
        </w:rPr>
        <w:t>Открытое акционерное общество «Калининградоблбыттехника»</w:t>
      </w:r>
    </w:p>
    <w:p w:rsidR="00076BB7" w:rsidRDefault="00076BB7">
      <w:pPr>
        <w:spacing w:before="120"/>
        <w:jc w:val="center"/>
        <w:rPr>
          <w:b/>
          <w:bCs/>
          <w:i/>
          <w:iCs/>
          <w:sz w:val="28"/>
          <w:szCs w:val="28"/>
        </w:rPr>
      </w:pPr>
      <w:r>
        <w:rPr>
          <w:b/>
          <w:bCs/>
          <w:i/>
          <w:iCs/>
          <w:sz w:val="28"/>
          <w:szCs w:val="28"/>
        </w:rPr>
        <w:t>Код эмитента: 01950-D</w:t>
      </w:r>
    </w:p>
    <w:p w:rsidR="00076BB7" w:rsidRDefault="00076BB7">
      <w:pPr>
        <w:spacing w:before="360"/>
        <w:jc w:val="center"/>
        <w:rPr>
          <w:b/>
          <w:bCs/>
          <w:sz w:val="32"/>
          <w:szCs w:val="32"/>
        </w:rPr>
      </w:pPr>
      <w:r>
        <w:rPr>
          <w:b/>
          <w:bCs/>
          <w:sz w:val="32"/>
          <w:szCs w:val="32"/>
        </w:rPr>
        <w:t xml:space="preserve">за 2 квартал </w:t>
      </w:r>
      <w:smartTag w:uri="urn:schemas-microsoft-com:office:smarttags" w:element="metricconverter">
        <w:smartTagPr>
          <w:attr w:name="ProductID" w:val="2011 г"/>
        </w:smartTagPr>
        <w:r>
          <w:rPr>
            <w:b/>
            <w:bCs/>
            <w:sz w:val="32"/>
            <w:szCs w:val="32"/>
          </w:rPr>
          <w:t>2011 г</w:t>
        </w:r>
      </w:smartTag>
    </w:p>
    <w:p w:rsidR="00076BB7" w:rsidRDefault="00076BB7">
      <w:pPr>
        <w:spacing w:before="840"/>
        <w:rPr>
          <w:sz w:val="24"/>
          <w:szCs w:val="24"/>
        </w:rPr>
      </w:pPr>
      <w:r>
        <w:rPr>
          <w:sz w:val="24"/>
          <w:szCs w:val="24"/>
        </w:rPr>
        <w:t>Место нахождения эмитента:</w:t>
      </w:r>
      <w:r>
        <w:rPr>
          <w:b/>
          <w:bCs/>
          <w:sz w:val="24"/>
          <w:szCs w:val="24"/>
        </w:rPr>
        <w:t xml:space="preserve"> 236039 Россия, Калининград, ул. Багратиона 49</w:t>
      </w:r>
    </w:p>
    <w:p w:rsidR="00076BB7" w:rsidRDefault="00076BB7">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076BB7" w:rsidRDefault="00076BB7"/>
    <w:tbl>
      <w:tblPr>
        <w:tblW w:w="0" w:type="auto"/>
        <w:tblLayout w:type="fixed"/>
        <w:tblCellMar>
          <w:left w:w="72" w:type="dxa"/>
          <w:right w:w="72" w:type="dxa"/>
        </w:tblCellMar>
        <w:tblLook w:val="0000"/>
      </w:tblPr>
      <w:tblGrid>
        <w:gridCol w:w="5572"/>
        <w:gridCol w:w="3680"/>
      </w:tblGrid>
      <w:tr w:rsidR="00076BB7" w:rsidRPr="008C5BD2">
        <w:tc>
          <w:tcPr>
            <w:tcW w:w="5572" w:type="dxa"/>
            <w:tcBorders>
              <w:top w:val="single" w:sz="6" w:space="0" w:color="auto"/>
              <w:left w:val="single" w:sz="6" w:space="0" w:color="auto"/>
              <w:bottom w:val="nil"/>
              <w:right w:val="nil"/>
            </w:tcBorders>
          </w:tcPr>
          <w:p w:rsidR="00076BB7" w:rsidRPr="008C5BD2" w:rsidRDefault="00076BB7">
            <w:pPr>
              <w:spacing w:before="200"/>
            </w:pPr>
            <w:r w:rsidRPr="008C5BD2">
              <w:t>Директор ОАО «Калининградоблбыттехника»</w:t>
            </w:r>
          </w:p>
          <w:p w:rsidR="00076BB7" w:rsidRPr="008C5BD2" w:rsidRDefault="00076BB7">
            <w:pPr>
              <w:spacing w:before="200"/>
            </w:pPr>
            <w:r w:rsidRPr="008C5BD2">
              <w:t xml:space="preserve">Дата: 15 апреля </w:t>
            </w:r>
            <w:smartTag w:uri="urn:schemas-microsoft-com:office:smarttags" w:element="metricconverter">
              <w:smartTagPr>
                <w:attr w:name="ProductID" w:val="2011 г"/>
              </w:smartTagPr>
              <w:r w:rsidRPr="008C5BD2">
                <w:t>2011 г</w:t>
              </w:r>
            </w:smartTag>
            <w:r w:rsidRPr="008C5BD2">
              <w:t>.</w:t>
            </w:r>
          </w:p>
        </w:tc>
        <w:tc>
          <w:tcPr>
            <w:tcW w:w="3680" w:type="dxa"/>
            <w:tcBorders>
              <w:top w:val="single" w:sz="6" w:space="0" w:color="auto"/>
              <w:left w:val="nil"/>
              <w:bottom w:val="nil"/>
              <w:right w:val="single" w:sz="6" w:space="0" w:color="auto"/>
            </w:tcBorders>
          </w:tcPr>
          <w:p w:rsidR="00076BB7" w:rsidRPr="008C5BD2" w:rsidRDefault="00076BB7">
            <w:pPr>
              <w:spacing w:before="200"/>
            </w:pPr>
          </w:p>
          <w:p w:rsidR="00076BB7" w:rsidRPr="008C5BD2" w:rsidRDefault="00076BB7">
            <w:pPr>
              <w:spacing w:before="200" w:after="200"/>
              <w:jc w:val="center"/>
              <w:rPr>
                <w:sz w:val="24"/>
                <w:szCs w:val="24"/>
              </w:rPr>
            </w:pPr>
            <w:r w:rsidRPr="008C5BD2">
              <w:rPr>
                <w:sz w:val="24"/>
                <w:szCs w:val="24"/>
              </w:rPr>
              <w:t>____________ Л.М.Гитис</w:t>
            </w:r>
            <w:r w:rsidRPr="008C5BD2">
              <w:rPr>
                <w:sz w:val="24"/>
                <w:szCs w:val="24"/>
              </w:rPr>
              <w:br/>
              <w:t>подпись</w:t>
            </w:r>
          </w:p>
        </w:tc>
      </w:tr>
      <w:tr w:rsidR="00076BB7" w:rsidRPr="008C5BD2">
        <w:tc>
          <w:tcPr>
            <w:tcW w:w="5572" w:type="dxa"/>
            <w:tcBorders>
              <w:top w:val="nil"/>
              <w:left w:val="single" w:sz="6" w:space="0" w:color="auto"/>
              <w:bottom w:val="single" w:sz="6" w:space="0" w:color="auto"/>
              <w:right w:val="nil"/>
            </w:tcBorders>
          </w:tcPr>
          <w:p w:rsidR="00076BB7" w:rsidRPr="008C5BD2" w:rsidRDefault="00076BB7">
            <w:pPr>
              <w:spacing w:before="200"/>
            </w:pPr>
            <w:r w:rsidRPr="008C5BD2">
              <w:t>Главный бухгалтер ОАО «Калининградоблбыттехника»</w:t>
            </w:r>
          </w:p>
          <w:p w:rsidR="00076BB7" w:rsidRPr="008C5BD2" w:rsidRDefault="00076BB7">
            <w:pPr>
              <w:spacing w:before="200"/>
            </w:pPr>
            <w:r w:rsidRPr="008C5BD2">
              <w:t xml:space="preserve">Дата: 15 апреля </w:t>
            </w:r>
            <w:smartTag w:uri="urn:schemas-microsoft-com:office:smarttags" w:element="metricconverter">
              <w:smartTagPr>
                <w:attr w:name="ProductID" w:val="2011 г"/>
              </w:smartTagPr>
              <w:r w:rsidRPr="008C5BD2">
                <w:t>2011 г</w:t>
              </w:r>
            </w:smartTag>
            <w:r w:rsidRPr="008C5BD2">
              <w:t>.</w:t>
            </w:r>
          </w:p>
        </w:tc>
        <w:tc>
          <w:tcPr>
            <w:tcW w:w="3680" w:type="dxa"/>
            <w:tcBorders>
              <w:top w:val="nil"/>
              <w:left w:val="nil"/>
              <w:bottom w:val="single" w:sz="6" w:space="0" w:color="auto"/>
              <w:right w:val="single" w:sz="6" w:space="0" w:color="auto"/>
            </w:tcBorders>
          </w:tcPr>
          <w:p w:rsidR="00076BB7" w:rsidRPr="008C5BD2" w:rsidRDefault="00076BB7">
            <w:pPr>
              <w:spacing w:before="200"/>
            </w:pPr>
          </w:p>
          <w:p w:rsidR="00076BB7" w:rsidRPr="008C5BD2" w:rsidRDefault="00076BB7">
            <w:pPr>
              <w:spacing w:before="200" w:after="200"/>
              <w:jc w:val="center"/>
              <w:rPr>
                <w:sz w:val="24"/>
                <w:szCs w:val="24"/>
              </w:rPr>
            </w:pPr>
            <w:r w:rsidRPr="008C5BD2">
              <w:rPr>
                <w:sz w:val="24"/>
                <w:szCs w:val="24"/>
              </w:rPr>
              <w:t>____________ Л.В.Мозолькова</w:t>
            </w:r>
            <w:r w:rsidRPr="008C5BD2">
              <w:rPr>
                <w:sz w:val="24"/>
                <w:szCs w:val="24"/>
              </w:rPr>
              <w:br/>
              <w:t>подпись</w:t>
            </w:r>
          </w:p>
        </w:tc>
      </w:tr>
    </w:tbl>
    <w:p w:rsidR="00076BB7" w:rsidRDefault="00076BB7"/>
    <w:p w:rsidR="00076BB7" w:rsidRDefault="00076BB7"/>
    <w:tbl>
      <w:tblPr>
        <w:tblW w:w="0" w:type="auto"/>
        <w:tblLayout w:type="fixed"/>
        <w:tblCellMar>
          <w:left w:w="72" w:type="dxa"/>
          <w:right w:w="72" w:type="dxa"/>
        </w:tblCellMar>
        <w:tblLook w:val="0000"/>
      </w:tblPr>
      <w:tblGrid>
        <w:gridCol w:w="9252"/>
        <w:gridCol w:w="360"/>
      </w:tblGrid>
      <w:tr w:rsidR="00076BB7" w:rsidRPr="008C5BD2">
        <w:tc>
          <w:tcPr>
            <w:tcW w:w="9252" w:type="dxa"/>
            <w:tcBorders>
              <w:top w:val="single" w:sz="6" w:space="0" w:color="auto"/>
              <w:left w:val="single" w:sz="6" w:space="0" w:color="auto"/>
              <w:bottom w:val="single" w:sz="6" w:space="0" w:color="auto"/>
              <w:right w:val="single" w:sz="6" w:space="0" w:color="auto"/>
            </w:tcBorders>
          </w:tcPr>
          <w:p w:rsidR="00076BB7" w:rsidRPr="008C5BD2" w:rsidRDefault="00076BB7">
            <w:pPr>
              <w:spacing w:before="40"/>
            </w:pPr>
            <w:r w:rsidRPr="008C5BD2">
              <w:t>Контактное лицо:</w:t>
            </w:r>
            <w:r w:rsidRPr="008C5BD2">
              <w:rPr>
                <w:b/>
                <w:bCs/>
              </w:rPr>
              <w:t xml:space="preserve"> Гитис Галина Кимовна, Председатель Совета Директоров ОАО «Калининградоблбыттехника»</w:t>
            </w:r>
          </w:p>
          <w:p w:rsidR="00076BB7" w:rsidRPr="008C5BD2" w:rsidRDefault="00076BB7">
            <w:pPr>
              <w:spacing w:before="40"/>
            </w:pPr>
            <w:r w:rsidRPr="008C5BD2">
              <w:t>Телефон:</w:t>
            </w:r>
            <w:r w:rsidRPr="008C5BD2">
              <w:rPr>
                <w:b/>
                <w:bCs/>
              </w:rPr>
              <w:t xml:space="preserve"> +7 (4012) 52-31-31</w:t>
            </w:r>
          </w:p>
          <w:p w:rsidR="00076BB7" w:rsidRPr="008C5BD2" w:rsidRDefault="00076BB7">
            <w:pPr>
              <w:spacing w:before="40"/>
            </w:pPr>
            <w:r w:rsidRPr="008C5BD2">
              <w:t>Факс:</w:t>
            </w:r>
            <w:r w:rsidRPr="008C5BD2">
              <w:rPr>
                <w:b/>
                <w:bCs/>
              </w:rPr>
              <w:t xml:space="preserve"> +7 (4012) 93-24-60</w:t>
            </w:r>
          </w:p>
          <w:p w:rsidR="00076BB7" w:rsidRPr="008C5BD2" w:rsidRDefault="00076BB7">
            <w:pPr>
              <w:spacing w:before="40"/>
            </w:pPr>
            <w:r w:rsidRPr="008C5BD2">
              <w:t>Адрес электронной почты:</w:t>
            </w:r>
            <w:r w:rsidRPr="008C5BD2">
              <w:rPr>
                <w:b/>
                <w:bCs/>
              </w:rPr>
              <w:t xml:space="preserve"> galinagitis@mail.ru</w:t>
            </w:r>
          </w:p>
          <w:p w:rsidR="00076BB7" w:rsidRPr="008C5BD2" w:rsidRDefault="00076BB7">
            <w:pPr>
              <w:spacing w:before="40"/>
              <w:rPr>
                <w:b/>
                <w:bCs/>
              </w:rPr>
            </w:pPr>
            <w:r w:rsidRPr="008C5BD2">
              <w:t>Адрес страницы (страниц) в сети Интернет, на которой раскрывается информация, содержащаяся в настоящем ежеквартальном отчете:</w:t>
            </w:r>
            <w:r w:rsidRPr="008C5BD2">
              <w:rPr>
                <w:b/>
                <w:bCs/>
              </w:rPr>
              <w:t xml:space="preserve"> www.vashsovetnik.org</w:t>
            </w:r>
          </w:p>
        </w:tc>
        <w:tc>
          <w:tcPr>
            <w:tcW w:w="360" w:type="dxa"/>
          </w:tcPr>
          <w:p w:rsidR="00076BB7" w:rsidRPr="008C5BD2" w:rsidRDefault="00076BB7">
            <w:pPr>
              <w:spacing w:before="40"/>
            </w:pPr>
          </w:p>
        </w:tc>
      </w:tr>
    </w:tbl>
    <w:p w:rsidR="00076BB7" w:rsidRDefault="00076BB7"/>
    <w:p w:rsidR="00076BB7" w:rsidRDefault="00076BB7">
      <w:pPr>
        <w:pStyle w:val="Heading1"/>
      </w:pPr>
      <w:r>
        <w:br w:type="page"/>
        <w:t>Оглавление</w:t>
      </w:r>
    </w:p>
    <w:p w:rsidR="00076BB7" w:rsidRDefault="00076BB7">
      <w:r>
        <w:fldChar w:fldCharType="begin"/>
      </w:r>
      <w:r>
        <w:instrText>TOC</w:instrText>
      </w:r>
      <w:r>
        <w:fldChar w:fldCharType="separate"/>
      </w:r>
      <w: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076BB7" w:rsidRDefault="00076BB7">
      <w:r>
        <w:t xml:space="preserve">1.1. </w:t>
      </w:r>
      <w:r>
        <w:br/>
        <w:t>Лица, входящие в состав органов управления эмитента</w:t>
      </w:r>
    </w:p>
    <w:p w:rsidR="00076BB7" w:rsidRDefault="00076BB7">
      <w:r>
        <w:t xml:space="preserve">1.2. </w:t>
      </w:r>
      <w:r>
        <w:br/>
        <w:t>Сведения о банковских счетах эмитента</w:t>
      </w:r>
    </w:p>
    <w:p w:rsidR="00076BB7" w:rsidRDefault="00076BB7">
      <w:r>
        <w:t xml:space="preserve">1.3. </w:t>
      </w:r>
      <w:r>
        <w:br/>
        <w:t>Сведения об аудиторе (аудиторах) эмитента</w:t>
      </w:r>
    </w:p>
    <w:p w:rsidR="00076BB7" w:rsidRDefault="00076BB7">
      <w:r>
        <w:t xml:space="preserve">1.4. </w:t>
      </w:r>
      <w:r>
        <w:br/>
        <w:t>Сведения об оценщике (оценщиках) эмитента</w:t>
      </w:r>
    </w:p>
    <w:p w:rsidR="00076BB7" w:rsidRDefault="00076BB7">
      <w:r>
        <w:t xml:space="preserve">1.5. </w:t>
      </w:r>
      <w:r>
        <w:br/>
        <w:t>Сведения о консультантах эмитента</w:t>
      </w:r>
    </w:p>
    <w:p w:rsidR="00076BB7" w:rsidRDefault="00076BB7">
      <w:r>
        <w:t xml:space="preserve">1.6. </w:t>
      </w:r>
      <w:r>
        <w:br/>
        <w:t>Сведения об иных лицах, подписавших ежеквартальный отчет</w:t>
      </w:r>
    </w:p>
    <w:p w:rsidR="00076BB7" w:rsidRDefault="00076BB7">
      <w:r>
        <w:t>II. Основная информация о финансово-экономическом состоянии эмитента</w:t>
      </w:r>
    </w:p>
    <w:p w:rsidR="00076BB7" w:rsidRDefault="00076BB7">
      <w:r>
        <w:t xml:space="preserve">2.1. </w:t>
      </w:r>
      <w:r>
        <w:br/>
        <w:t>Показатели финансово-экономической деятельности эмитента</w:t>
      </w:r>
    </w:p>
    <w:p w:rsidR="00076BB7" w:rsidRDefault="00076BB7">
      <w:r>
        <w:t xml:space="preserve">2.3. </w:t>
      </w:r>
      <w:r>
        <w:br/>
        <w:t>Обязательства эмитента</w:t>
      </w:r>
    </w:p>
    <w:p w:rsidR="00076BB7" w:rsidRDefault="00076BB7">
      <w:r>
        <w:t xml:space="preserve">2.3.1. </w:t>
      </w:r>
      <w:r>
        <w:br/>
        <w:t>Кредиторская задолженность</w:t>
      </w:r>
    </w:p>
    <w:p w:rsidR="00076BB7" w:rsidRDefault="00076BB7">
      <w:r>
        <w:t xml:space="preserve">2.3.2. </w:t>
      </w:r>
      <w:r>
        <w:br/>
        <w:t>Кредитная история эмитента</w:t>
      </w:r>
    </w:p>
    <w:p w:rsidR="00076BB7" w:rsidRDefault="00076BB7">
      <w:r>
        <w:t xml:space="preserve">2.3.3. </w:t>
      </w:r>
      <w:r>
        <w:br/>
        <w:t>Обязательства эмитента из обеспечения, предоставленного третьим лицам</w:t>
      </w:r>
    </w:p>
    <w:p w:rsidR="00076BB7" w:rsidRDefault="00076BB7">
      <w:r>
        <w:t xml:space="preserve">2.3.4. </w:t>
      </w:r>
      <w:r>
        <w:br/>
        <w:t>Прочие обязательства эмитента</w:t>
      </w:r>
    </w:p>
    <w:p w:rsidR="00076BB7" w:rsidRDefault="00076BB7">
      <w:r>
        <w:t xml:space="preserve">2.4. </w:t>
      </w:r>
      <w:r>
        <w:br/>
        <w:t>Цели эмиссии и направления использования средств, полученных в результате размещения эмиссионных ценных бумаг</w:t>
      </w:r>
    </w:p>
    <w:p w:rsidR="00076BB7" w:rsidRDefault="00076BB7">
      <w:r>
        <w:t xml:space="preserve">2.5. </w:t>
      </w:r>
      <w:r>
        <w:br/>
        <w:t>Риски, связанные с приобретением размещаемых (размещенных) эмиссионных ценных бумаг</w:t>
      </w:r>
    </w:p>
    <w:p w:rsidR="00076BB7" w:rsidRDefault="00076BB7">
      <w:r>
        <w:t>III. Подробная информация об эмитенте</w:t>
      </w:r>
    </w:p>
    <w:p w:rsidR="00076BB7" w:rsidRDefault="00076BB7">
      <w:r>
        <w:t xml:space="preserve">3.1. </w:t>
      </w:r>
      <w:r>
        <w:br/>
        <w:t>История создания и развитие эмитента</w:t>
      </w:r>
    </w:p>
    <w:p w:rsidR="00076BB7" w:rsidRDefault="00076BB7">
      <w:r>
        <w:t xml:space="preserve">3.1.1. </w:t>
      </w:r>
      <w:r>
        <w:br/>
        <w:t>Данные о фирменном наименовании (наименовании) эмитента</w:t>
      </w:r>
    </w:p>
    <w:p w:rsidR="00076BB7" w:rsidRDefault="00076BB7">
      <w:r>
        <w:t xml:space="preserve">3.1.2. </w:t>
      </w:r>
      <w:r>
        <w:br/>
        <w:t>Сведения о государственной регистрации эмитента</w:t>
      </w:r>
    </w:p>
    <w:p w:rsidR="00076BB7" w:rsidRDefault="00076BB7">
      <w:r>
        <w:t xml:space="preserve">3.1.3. </w:t>
      </w:r>
      <w:r>
        <w:br/>
        <w:t>Сведения о создании и развитии эмитента</w:t>
      </w:r>
    </w:p>
    <w:p w:rsidR="00076BB7" w:rsidRDefault="00076BB7">
      <w:r>
        <w:t xml:space="preserve">3.1.4. </w:t>
      </w:r>
      <w:r>
        <w:br/>
        <w:t>Контактная информация</w:t>
      </w:r>
    </w:p>
    <w:p w:rsidR="00076BB7" w:rsidRDefault="00076BB7">
      <w:r>
        <w:t xml:space="preserve">3.1.5. </w:t>
      </w:r>
      <w:r>
        <w:br/>
        <w:t>Идентификационный номер налогоплательщика</w:t>
      </w:r>
    </w:p>
    <w:p w:rsidR="00076BB7" w:rsidRDefault="00076BB7">
      <w:r>
        <w:t xml:space="preserve">3.2. </w:t>
      </w:r>
      <w:r>
        <w:br/>
        <w:t>Основная хозяйственная деятельность эмитента</w:t>
      </w:r>
    </w:p>
    <w:p w:rsidR="00076BB7" w:rsidRDefault="00076BB7">
      <w:r>
        <w:t xml:space="preserve">3.2.1. </w:t>
      </w:r>
      <w:r>
        <w:br/>
        <w:t>Отраслевая принадлежность эмитента</w:t>
      </w:r>
    </w:p>
    <w:p w:rsidR="00076BB7" w:rsidRDefault="00076BB7">
      <w:r>
        <w:t xml:space="preserve">3.2.2. </w:t>
      </w:r>
      <w:r>
        <w:br/>
        <w:t>Основная хозяйственная деятельность эмитента</w:t>
      </w:r>
    </w:p>
    <w:p w:rsidR="00076BB7" w:rsidRDefault="00076BB7">
      <w:r>
        <w:t xml:space="preserve">3.2.3. </w:t>
      </w:r>
      <w:r>
        <w:br/>
        <w:t>Материалы, товары (сырье) и поставщики эмитента</w:t>
      </w:r>
    </w:p>
    <w:p w:rsidR="00076BB7" w:rsidRDefault="00076BB7">
      <w:r>
        <w:t xml:space="preserve">3.2.4. </w:t>
      </w:r>
      <w:r>
        <w:br/>
        <w:t>Рынки сбыта продукции (работ, услуг) эмитента</w:t>
      </w:r>
    </w:p>
    <w:p w:rsidR="00076BB7" w:rsidRDefault="00076BB7">
      <w:r>
        <w:t xml:space="preserve">3.2.5. </w:t>
      </w:r>
      <w:r>
        <w:br/>
        <w:t>Сведения о наличии у эмитента лицензий</w:t>
      </w:r>
    </w:p>
    <w:p w:rsidR="00076BB7" w:rsidRDefault="00076BB7">
      <w:r>
        <w:t xml:space="preserve">3.2.6. </w:t>
      </w:r>
      <w:r>
        <w:br/>
        <w:t>Совместная деятельность эмитента</w:t>
      </w:r>
    </w:p>
    <w:p w:rsidR="00076BB7" w:rsidRDefault="00076BB7">
      <w:r>
        <w:t xml:space="preserve">3.3. </w:t>
      </w:r>
      <w:r>
        <w:br/>
        <w:t>Планы будущей деятельности эмитента</w:t>
      </w:r>
    </w:p>
    <w:p w:rsidR="00076BB7" w:rsidRDefault="00076BB7">
      <w:r>
        <w:t xml:space="preserve">3.4. </w:t>
      </w:r>
      <w:r>
        <w:br/>
        <w:t>Участие эмитента в промышленных, банковских и финансовых группах, холдингах, концернах и ассоциациях</w:t>
      </w:r>
    </w:p>
    <w:p w:rsidR="00076BB7" w:rsidRDefault="00076BB7">
      <w:r>
        <w:t xml:space="preserve">3.5. </w:t>
      </w:r>
      <w:r>
        <w:br/>
        <w:t>Дочерние и зависимые хозяйственные общества эмитента</w:t>
      </w:r>
    </w:p>
    <w:p w:rsidR="00076BB7" w:rsidRDefault="00076BB7">
      <w:r>
        <w:t xml:space="preserve">3.6. </w:t>
      </w:r>
      <w:r>
        <w:br/>
        <w:t>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076BB7" w:rsidRDefault="00076BB7">
      <w:r>
        <w:t xml:space="preserve">3.6.1. </w:t>
      </w:r>
      <w:r>
        <w:br/>
        <w:t>Основные средства</w:t>
      </w:r>
    </w:p>
    <w:p w:rsidR="00076BB7" w:rsidRDefault="00076BB7">
      <w:r>
        <w:t>IV. Сведения о финансово-хозяйственной деятельности эмитента</w:t>
      </w:r>
    </w:p>
    <w:p w:rsidR="00076BB7" w:rsidRDefault="00076BB7">
      <w:r>
        <w:t xml:space="preserve">4.1. </w:t>
      </w:r>
      <w:r>
        <w:br/>
        <w:t>Результаты финансово-хозяйственной деятельности эмитента</w:t>
      </w:r>
    </w:p>
    <w:p w:rsidR="00076BB7" w:rsidRDefault="00076BB7">
      <w:r>
        <w:t xml:space="preserve">4.1.1. </w:t>
      </w:r>
      <w:r>
        <w:br/>
        <w:t>Прибыль и убытки</w:t>
      </w:r>
    </w:p>
    <w:p w:rsidR="00076BB7" w:rsidRDefault="00076BB7">
      <w:r>
        <w:t xml:space="preserve">4.1.2. </w:t>
      </w:r>
      <w:r>
        <w:br/>
        <w:t>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076BB7" w:rsidRDefault="00076BB7">
      <w:r>
        <w:t xml:space="preserve">4.2. </w:t>
      </w:r>
      <w:r>
        <w:br/>
        <w:t>Ликвидность эмитента, достаточность капитала и оборотных средств</w:t>
      </w:r>
    </w:p>
    <w:p w:rsidR="00076BB7" w:rsidRDefault="00076BB7">
      <w:r>
        <w:t xml:space="preserve">4.3. </w:t>
      </w:r>
      <w:r>
        <w:br/>
        <w:t>Размер и структура капитала и оборотных средств эмитента</w:t>
      </w:r>
    </w:p>
    <w:p w:rsidR="00076BB7" w:rsidRDefault="00076BB7">
      <w:r>
        <w:t xml:space="preserve">4.3.1. </w:t>
      </w:r>
      <w:r>
        <w:br/>
        <w:t>Размер и структура капитала и оборотных средств эмитента</w:t>
      </w:r>
    </w:p>
    <w:p w:rsidR="00076BB7" w:rsidRDefault="00076BB7">
      <w:r>
        <w:t xml:space="preserve">4.3.3. </w:t>
      </w:r>
      <w:r>
        <w:br/>
        <w:t>Нематериальные активы эмитента</w:t>
      </w:r>
    </w:p>
    <w:p w:rsidR="00076BB7" w:rsidRDefault="00076BB7">
      <w:r>
        <w:t xml:space="preserve">4.4. </w:t>
      </w:r>
      <w:r>
        <w:br/>
        <w:t>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076BB7" w:rsidRDefault="00076BB7">
      <w:r>
        <w:t xml:space="preserve">4.5. </w:t>
      </w:r>
      <w:r>
        <w:br/>
        <w:t>Анализ тенденций развития в сфере основной деятельности эмитента</w:t>
      </w:r>
    </w:p>
    <w:p w:rsidR="00076BB7" w:rsidRDefault="00076BB7">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076BB7" w:rsidRDefault="00076BB7">
      <w:r>
        <w:t xml:space="preserve">5.1. </w:t>
      </w:r>
      <w:r>
        <w:br/>
        <w:t>Сведения о структуре и компетенции органов управления эмитента</w:t>
      </w:r>
    </w:p>
    <w:p w:rsidR="00076BB7" w:rsidRDefault="00076BB7">
      <w:r>
        <w:t xml:space="preserve">5.2. </w:t>
      </w:r>
      <w:r>
        <w:br/>
        <w:t>Информация о лицах, входящих в состав органов управления эмитента</w:t>
      </w:r>
    </w:p>
    <w:p w:rsidR="00076BB7" w:rsidRDefault="00076BB7">
      <w:r>
        <w:t xml:space="preserve">5.2.1. </w:t>
      </w:r>
      <w:r>
        <w:br/>
        <w:t>Состав совета директоров эмитента</w:t>
      </w:r>
    </w:p>
    <w:p w:rsidR="00076BB7" w:rsidRDefault="00076BB7">
      <w:r>
        <w:t xml:space="preserve">5.2.2. </w:t>
      </w:r>
      <w:r>
        <w:br/>
        <w:t>Информация о единоличном исполнительном органе эмитента</w:t>
      </w:r>
    </w:p>
    <w:p w:rsidR="00076BB7" w:rsidRDefault="00076BB7">
      <w:r>
        <w:t xml:space="preserve">5.2.3. </w:t>
      </w:r>
      <w:r>
        <w:br/>
        <w:t>Состав коллегиального исполнительного органа эмитента</w:t>
      </w:r>
    </w:p>
    <w:p w:rsidR="00076BB7" w:rsidRDefault="00076BB7">
      <w:r>
        <w:t xml:space="preserve">5.3. </w:t>
      </w:r>
      <w:r>
        <w:br/>
        <w:t>Сведения о размере вознаграждения, льгот и/или компенсации расходов по каждому органу управления эмитента</w:t>
      </w:r>
    </w:p>
    <w:p w:rsidR="00076BB7" w:rsidRDefault="00076BB7">
      <w:r>
        <w:t xml:space="preserve">5.4. </w:t>
      </w:r>
      <w:r>
        <w:br/>
        <w:t>Сведения о структуре и компетенции органов контроля за финансово-хозяйственной деятельностью эмитента</w:t>
      </w:r>
    </w:p>
    <w:p w:rsidR="00076BB7" w:rsidRDefault="00076BB7">
      <w:r>
        <w:t xml:space="preserve">5.5. </w:t>
      </w:r>
      <w:r>
        <w:br/>
        <w:t>Информация о лицах, входящих в состав органов контроля за финансово-хозяйственной деятельностью эмитента</w:t>
      </w:r>
    </w:p>
    <w:p w:rsidR="00076BB7" w:rsidRDefault="00076BB7">
      <w:r>
        <w:t xml:space="preserve">5.6. </w:t>
      </w:r>
      <w:r>
        <w:br/>
        <w:t>Сведения о размере вознаграждения, льгот и/или компенсации расходов по органу контроля за финансово-хозяйственной деятельностью эмитента</w:t>
      </w:r>
    </w:p>
    <w:p w:rsidR="00076BB7" w:rsidRDefault="00076BB7">
      <w:r>
        <w:t xml:space="preserve">5.7. </w:t>
      </w:r>
      <w:r>
        <w:br/>
        <w:t>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p>
    <w:p w:rsidR="00076BB7" w:rsidRDefault="00076BB7">
      <w:r>
        <w:t xml:space="preserve">5.8. </w:t>
      </w:r>
      <w:r>
        <w:br/>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076BB7" w:rsidRDefault="00076BB7">
      <w:r>
        <w:t>VI. Сведения об участниках (акционерах) эмитента и о совершенных эмитентом сделках, в совершении которых имелась заинтересованность</w:t>
      </w:r>
    </w:p>
    <w:p w:rsidR="00076BB7" w:rsidRDefault="00076BB7">
      <w:r>
        <w:t xml:space="preserve">6.1. </w:t>
      </w:r>
      <w:r>
        <w:br/>
        <w:t>Сведения об общем количестве акционеров (участников) эмитента</w:t>
      </w:r>
    </w:p>
    <w:p w:rsidR="00076BB7" w:rsidRDefault="00076BB7">
      <w:r>
        <w:t xml:space="preserve">6.2. </w:t>
      </w:r>
      <w:r>
        <w:br/>
        <w:t>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076BB7" w:rsidRDefault="00076BB7">
      <w:r>
        <w:t xml:space="preserve">6.3. </w:t>
      </w:r>
      <w:r>
        <w:br/>
        <w:t>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076BB7" w:rsidRDefault="00076BB7">
      <w:r>
        <w:t xml:space="preserve">6.4. </w:t>
      </w:r>
      <w:r>
        <w:br/>
        <w:t>Сведения об ограничениях на участие в уставном (складочном) капитале (паевом фонде) эмитента</w:t>
      </w:r>
    </w:p>
    <w:p w:rsidR="00076BB7" w:rsidRDefault="00076BB7">
      <w:r>
        <w:t xml:space="preserve">6.5. </w:t>
      </w:r>
      <w:r>
        <w:br/>
        <w:t>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076BB7" w:rsidRDefault="00076BB7">
      <w:r>
        <w:t xml:space="preserve">6.6. </w:t>
      </w:r>
      <w:r>
        <w:br/>
        <w:t>Сведения о совершенных эмитентом сделках, в совершении которых имелась заинтересованность</w:t>
      </w:r>
    </w:p>
    <w:p w:rsidR="00076BB7" w:rsidRDefault="00076BB7">
      <w:r>
        <w:t xml:space="preserve">6.7. </w:t>
      </w:r>
      <w:r>
        <w:br/>
        <w:t>Сведения о размере дебиторской задолженности</w:t>
      </w:r>
    </w:p>
    <w:p w:rsidR="00076BB7" w:rsidRDefault="00076BB7">
      <w:r>
        <w:t>VII. Бухгалтерская отчетность эмитента и иная финансовая информация</w:t>
      </w:r>
    </w:p>
    <w:p w:rsidR="00076BB7" w:rsidRDefault="00076BB7">
      <w:r>
        <w:t xml:space="preserve">7.1. </w:t>
      </w:r>
      <w:r>
        <w:br/>
        <w:t>Годовая бухгалтерская отчетность эмитента</w:t>
      </w:r>
    </w:p>
    <w:p w:rsidR="00076BB7" w:rsidRDefault="00076BB7">
      <w:r>
        <w:t xml:space="preserve">7.2. </w:t>
      </w:r>
      <w:r>
        <w:br/>
        <w:t>Квартальная бухгалтерская отчетность эмитента за последний завершенный отчетный квартал</w:t>
      </w:r>
    </w:p>
    <w:p w:rsidR="00076BB7" w:rsidRDefault="00076BB7">
      <w:r>
        <w:t xml:space="preserve">7.3. </w:t>
      </w:r>
      <w:r>
        <w:br/>
        <w:t>Сводная бухгалтерская отчетность эмитента за последний завершенный финансовый год</w:t>
      </w:r>
    </w:p>
    <w:p w:rsidR="00076BB7" w:rsidRDefault="00076BB7">
      <w:r>
        <w:t xml:space="preserve">7.4. </w:t>
      </w:r>
      <w:r>
        <w:br/>
        <w:t>Сведения об учетной политике эмитента</w:t>
      </w:r>
    </w:p>
    <w:p w:rsidR="00076BB7" w:rsidRDefault="00076BB7">
      <w:r>
        <w:t xml:space="preserve">7.5. </w:t>
      </w:r>
      <w:r>
        <w:br/>
        <w:t>Сведения об общей сумме экспорта, а также о доле, которую составляет экспорт в общем объеме продаж</w:t>
      </w:r>
    </w:p>
    <w:p w:rsidR="00076BB7" w:rsidRDefault="00076BB7">
      <w:r>
        <w:t xml:space="preserve">7.6. </w:t>
      </w:r>
      <w:r>
        <w:br/>
        <w:t>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076BB7" w:rsidRDefault="00076BB7">
      <w:r>
        <w:t xml:space="preserve">7.7. </w:t>
      </w:r>
      <w:r>
        <w:br/>
        <w:t>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076BB7" w:rsidRDefault="00076BB7">
      <w:r>
        <w:t>VIII. Дополнительные сведения об эмитенте и о размещенных им эмиссионных ценных бумагах</w:t>
      </w:r>
    </w:p>
    <w:p w:rsidR="00076BB7" w:rsidRDefault="00076BB7">
      <w:r>
        <w:t xml:space="preserve">8.1. </w:t>
      </w:r>
      <w:r>
        <w:br/>
        <w:t>Дополнительные сведения об эмитенте</w:t>
      </w:r>
    </w:p>
    <w:p w:rsidR="00076BB7" w:rsidRDefault="00076BB7">
      <w:r>
        <w:t xml:space="preserve">8.1.1. </w:t>
      </w:r>
      <w:r>
        <w:br/>
        <w:t>Сведения о размере, структуре уставного (складочного) капитала (паевого фонда) эмитента</w:t>
      </w:r>
    </w:p>
    <w:p w:rsidR="00076BB7" w:rsidRDefault="00076BB7">
      <w:r>
        <w:t xml:space="preserve">8.1.2. </w:t>
      </w:r>
      <w:r>
        <w:br/>
        <w:t>Сведения об изменении размера уставного (складочного) капитала (паевого фонда) эмитента</w:t>
      </w:r>
    </w:p>
    <w:p w:rsidR="00076BB7" w:rsidRDefault="00076BB7">
      <w:r>
        <w:t xml:space="preserve">8.1.3. </w:t>
      </w:r>
      <w:r>
        <w:br/>
        <w:t>Сведения о формировании и об использовании резервного фонда, а также иных фондов эмитента</w:t>
      </w:r>
    </w:p>
    <w:p w:rsidR="00076BB7" w:rsidRDefault="00076BB7">
      <w:r>
        <w:t xml:space="preserve">8.1.4. </w:t>
      </w:r>
      <w:r>
        <w:br/>
        <w:t>Сведения о порядке созыва и проведения собрания (заседания) высшего органа управления эмитента</w:t>
      </w:r>
    </w:p>
    <w:p w:rsidR="00076BB7" w:rsidRDefault="00076BB7">
      <w:r>
        <w:t xml:space="preserve">8.1.5. </w:t>
      </w:r>
      <w:r>
        <w:br/>
        <w:t>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076BB7" w:rsidRDefault="00076BB7">
      <w:r>
        <w:t xml:space="preserve">8.1.6. </w:t>
      </w:r>
      <w:r>
        <w:br/>
        <w:t>Сведения о существенных сделках, совершенных эмитентом</w:t>
      </w:r>
    </w:p>
    <w:p w:rsidR="00076BB7" w:rsidRDefault="00076BB7">
      <w:r>
        <w:t xml:space="preserve">8.1.7. </w:t>
      </w:r>
      <w:r>
        <w:br/>
        <w:t>Сведения о кредитных рейтингах эмитента</w:t>
      </w:r>
    </w:p>
    <w:p w:rsidR="00076BB7" w:rsidRDefault="00076BB7">
      <w:r>
        <w:t xml:space="preserve">8.2. </w:t>
      </w:r>
      <w:r>
        <w:br/>
        <w:t>Сведения о каждой категории (типе) акций эмитента</w:t>
      </w:r>
    </w:p>
    <w:p w:rsidR="00076BB7" w:rsidRDefault="00076BB7">
      <w:r>
        <w:t xml:space="preserve">8.3. </w:t>
      </w:r>
      <w:r>
        <w:br/>
        <w:t>Сведения о предыдущих выпусках эмиссионных ценных бумаг эмитента, за исключением акций эмитента</w:t>
      </w:r>
    </w:p>
    <w:p w:rsidR="00076BB7" w:rsidRDefault="00076BB7">
      <w:r>
        <w:t xml:space="preserve">8.3.1. </w:t>
      </w:r>
      <w:r>
        <w:br/>
        <w:t>Сведения о выпусках, все ценные бумаги которых погашены (аннулированы)</w:t>
      </w:r>
    </w:p>
    <w:p w:rsidR="00076BB7" w:rsidRDefault="00076BB7">
      <w:r>
        <w:t xml:space="preserve">8.3.2. </w:t>
      </w:r>
      <w:r>
        <w:br/>
        <w:t>Сведения о выпусках, ценные бумаги которых находятся в обращении</w:t>
      </w:r>
    </w:p>
    <w:p w:rsidR="00076BB7" w:rsidRDefault="00076BB7">
      <w:r>
        <w:t xml:space="preserve">8.3.3. </w:t>
      </w:r>
      <w:r>
        <w:br/>
        <w:t>Сведения о выпусках, обязательства эмитента по ценным бумагам которых не исполнены (дефолт)</w:t>
      </w:r>
    </w:p>
    <w:p w:rsidR="00076BB7" w:rsidRDefault="00076BB7">
      <w:r>
        <w:t xml:space="preserve">8.4. </w:t>
      </w:r>
      <w:r>
        <w:br/>
        <w:t>Сведения о лице (лицах), предоставившем (предоставивших) обеспечение по облигациям выпуска</w:t>
      </w:r>
    </w:p>
    <w:p w:rsidR="00076BB7" w:rsidRDefault="00076BB7">
      <w:r>
        <w:t xml:space="preserve">8.5. </w:t>
      </w:r>
      <w:r>
        <w:br/>
        <w:t>Условия обеспечения исполнения обязательств по облигациям выпуска</w:t>
      </w:r>
    </w:p>
    <w:p w:rsidR="00076BB7" w:rsidRDefault="00076BB7">
      <w:r>
        <w:t xml:space="preserve">8.5.1. </w:t>
      </w:r>
      <w:r>
        <w:br/>
        <w:t>Условия обеспечения исполнения обязательств по облигациям с ипотечным покрытием</w:t>
      </w:r>
    </w:p>
    <w:p w:rsidR="00076BB7" w:rsidRDefault="00076BB7">
      <w:r>
        <w:t xml:space="preserve">8.6. </w:t>
      </w:r>
      <w:r>
        <w:br/>
        <w:t>Сведения об организациях, осуществляющих учет прав на эмиссионные ценные бумаги эмитента</w:t>
      </w:r>
    </w:p>
    <w:p w:rsidR="00076BB7" w:rsidRDefault="00076BB7">
      <w:r>
        <w:t xml:space="preserve">8.7. </w:t>
      </w:r>
      <w:r>
        <w:br/>
        <w:t>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076BB7" w:rsidRDefault="00076BB7">
      <w:r>
        <w:t xml:space="preserve">8.8. </w:t>
      </w:r>
      <w:r>
        <w:br/>
        <w:t>Описание порядка налогообложения доходов по размещенным и размещаемым эмиссионным ценным бумагам эмитента</w:t>
      </w:r>
    </w:p>
    <w:p w:rsidR="00076BB7" w:rsidRDefault="00076BB7">
      <w:r>
        <w:t xml:space="preserve">8.9. </w:t>
      </w:r>
      <w:r>
        <w:br/>
        <w:t>Сведения об объявленных (начисленных) и о выплаченных дивидендах по акциям эмитента, а также о доходах по облигациям эмитента</w:t>
      </w:r>
    </w:p>
    <w:p w:rsidR="00076BB7" w:rsidRDefault="00076BB7">
      <w:r>
        <w:t xml:space="preserve">8.10. </w:t>
      </w:r>
      <w:r>
        <w:br/>
        <w:t>Иные сведения</w:t>
      </w:r>
    </w:p>
    <w:p w:rsidR="00076BB7" w:rsidRDefault="00076BB7">
      <w:r>
        <w:t xml:space="preserve">8.11. </w:t>
      </w:r>
      <w:r>
        <w:br/>
        <w:t>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076BB7" w:rsidRDefault="00076BB7">
      <w:pPr>
        <w:pStyle w:val="Heading1"/>
      </w:pPr>
      <w:r>
        <w:fldChar w:fldCharType="end"/>
      </w:r>
      <w:r>
        <w:br w:type="page"/>
        <w:t>Введение</w:t>
      </w:r>
    </w:p>
    <w:p w:rsidR="00076BB7" w:rsidRDefault="00076BB7">
      <w:pPr>
        <w:pStyle w:val="SubHeading"/>
      </w:pPr>
      <w:r>
        <w:t>Основания возникновения у эмитента обязанности осуществлять раскрытие информации в форме ежеквартального отчета</w:t>
      </w:r>
    </w:p>
    <w:p w:rsidR="00076BB7" w:rsidRDefault="00076BB7">
      <w:pPr>
        <w:ind w:left="200"/>
      </w:pPr>
    </w:p>
    <w:p w:rsidR="00076BB7" w:rsidRDefault="00076BB7">
      <w:pPr>
        <w:ind w:left="200"/>
      </w:pPr>
    </w:p>
    <w:p w:rsidR="00076BB7" w:rsidRDefault="00076BB7">
      <w:pPr>
        <w:ind w:left="200"/>
      </w:pPr>
    </w:p>
    <w:p w:rsidR="00076BB7" w:rsidRDefault="00076BB7">
      <w:pPr>
        <w:ind w:left="200"/>
      </w:pPr>
      <w:r>
        <w:rPr>
          <w:rStyle w:val="Subst"/>
          <w:bCs/>
          <w:iCs/>
        </w:rPr>
        <w:t>Эмитент осуществляет раскрытие ежеквартального отчета на добровольной основе</w:t>
      </w:r>
    </w:p>
    <w:p w:rsidR="00076BB7" w:rsidRDefault="00076BB7">
      <w:pPr>
        <w:pStyle w:val="ThinDelim"/>
      </w:pPr>
    </w:p>
    <w:p w:rsidR="00076BB7" w:rsidRDefault="00076BB7">
      <w:r>
        <w:rPr>
          <w:rStyle w:val="Subst"/>
          <w:bCs/>
          <w:iCs/>
        </w:rPr>
        <w:t>Открытое акционерное общество «Калиниградоблбыттехника» создано в 1992г в процессе приватизации в соответствии с планом приватизации, утвержденным в установленном порядке и являвшимся на дату его утверждения проспектом эмиссии акций АООТ «Калининградоблбыттехника», при этом план приватизации предусматривал отчуждение акций эмитента неограниченному кругу лиц.</w:t>
      </w:r>
    </w:p>
    <w:p w:rsidR="00076BB7" w:rsidRDefault="00076BB7">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076BB7" w:rsidRDefault="00076BB7">
      <w:pPr>
        <w:pStyle w:val="Heading1"/>
      </w:pPr>
      <w:r>
        <w:br w:type="page"/>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076BB7" w:rsidRDefault="00076BB7">
      <w:pPr>
        <w:pStyle w:val="Heading2"/>
      </w:pPr>
      <w:r>
        <w:t>1.1. Лица, входящие в состав органов управления эмитента</w:t>
      </w:r>
    </w:p>
    <w:p w:rsidR="00076BB7" w:rsidRDefault="00076BB7">
      <w:pPr>
        <w:pStyle w:val="SubHeading"/>
        <w:ind w:left="200"/>
      </w:pPr>
      <w:r>
        <w:t>Состав совета директоров эмитента</w:t>
      </w:r>
    </w:p>
    <w:p w:rsidR="00076BB7" w:rsidRDefault="00076BB7">
      <w:pPr>
        <w:pStyle w:val="ThinDelim"/>
      </w:pPr>
    </w:p>
    <w:tbl>
      <w:tblPr>
        <w:tblW w:w="0" w:type="auto"/>
        <w:tblLayout w:type="fixed"/>
        <w:tblCellMar>
          <w:left w:w="72" w:type="dxa"/>
          <w:right w:w="72" w:type="dxa"/>
        </w:tblCellMar>
        <w:tblLook w:val="0000"/>
      </w:tblPr>
      <w:tblGrid>
        <w:gridCol w:w="7752"/>
        <w:gridCol w:w="1500"/>
      </w:tblGrid>
      <w:tr w:rsidR="00076BB7" w:rsidRPr="008C5BD2">
        <w:tc>
          <w:tcPr>
            <w:tcW w:w="775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ФИО</w:t>
            </w:r>
          </w:p>
        </w:tc>
        <w:tc>
          <w:tcPr>
            <w:tcW w:w="15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Год рождения</w:t>
            </w:r>
          </w:p>
        </w:tc>
      </w:tr>
      <w:tr w:rsidR="00076BB7" w:rsidRPr="008C5BD2">
        <w:tc>
          <w:tcPr>
            <w:tcW w:w="775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Гитис Галина Кимовна (председатель)</w:t>
            </w:r>
          </w:p>
        </w:tc>
        <w:tc>
          <w:tcPr>
            <w:tcW w:w="15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1954</w:t>
            </w:r>
          </w:p>
        </w:tc>
      </w:tr>
      <w:tr w:rsidR="00076BB7" w:rsidRPr="008C5BD2">
        <w:tc>
          <w:tcPr>
            <w:tcW w:w="775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Долинский Олег Иосифович</w:t>
            </w:r>
          </w:p>
        </w:tc>
        <w:tc>
          <w:tcPr>
            <w:tcW w:w="15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1950</w:t>
            </w:r>
          </w:p>
        </w:tc>
      </w:tr>
      <w:tr w:rsidR="00076BB7" w:rsidRPr="008C5BD2">
        <w:tc>
          <w:tcPr>
            <w:tcW w:w="775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Журба Галина Борисовна</w:t>
            </w:r>
          </w:p>
        </w:tc>
        <w:tc>
          <w:tcPr>
            <w:tcW w:w="15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1955</w:t>
            </w:r>
          </w:p>
        </w:tc>
      </w:tr>
      <w:tr w:rsidR="00076BB7" w:rsidRPr="008C5BD2">
        <w:tc>
          <w:tcPr>
            <w:tcW w:w="775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Гитис Леонид Маркович</w:t>
            </w:r>
          </w:p>
        </w:tc>
        <w:tc>
          <w:tcPr>
            <w:tcW w:w="15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1985</w:t>
            </w:r>
          </w:p>
        </w:tc>
      </w:tr>
      <w:tr w:rsidR="00076BB7" w:rsidRPr="008C5BD2">
        <w:tc>
          <w:tcPr>
            <w:tcW w:w="775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Гитис Марк Леонтьевич</w:t>
            </w:r>
          </w:p>
        </w:tc>
        <w:tc>
          <w:tcPr>
            <w:tcW w:w="1500" w:type="dxa"/>
            <w:tcBorders>
              <w:top w:val="single" w:sz="6" w:space="0" w:color="auto"/>
              <w:left w:val="single" w:sz="6" w:space="0" w:color="auto"/>
              <w:bottom w:val="double" w:sz="6" w:space="0" w:color="auto"/>
              <w:right w:val="double" w:sz="6" w:space="0" w:color="auto"/>
            </w:tcBorders>
          </w:tcPr>
          <w:p w:rsidR="00076BB7" w:rsidRPr="008C5BD2" w:rsidRDefault="00076BB7">
            <w:pPr>
              <w:jc w:val="center"/>
            </w:pPr>
            <w:r w:rsidRPr="008C5BD2">
              <w:t>1954</w:t>
            </w:r>
          </w:p>
        </w:tc>
      </w:tr>
    </w:tbl>
    <w:p w:rsidR="00076BB7" w:rsidRDefault="00076BB7"/>
    <w:p w:rsidR="00076BB7" w:rsidRDefault="00076BB7">
      <w:pPr>
        <w:pStyle w:val="SubHeading"/>
        <w:ind w:left="200"/>
      </w:pPr>
      <w:r>
        <w:t>Единоличный исполнительный орган эмитента</w:t>
      </w:r>
    </w:p>
    <w:p w:rsidR="00076BB7" w:rsidRDefault="00076BB7">
      <w:pPr>
        <w:ind w:left="400"/>
      </w:pPr>
    </w:p>
    <w:p w:rsidR="00076BB7" w:rsidRDefault="00076BB7">
      <w:pPr>
        <w:ind w:left="400"/>
      </w:pPr>
    </w:p>
    <w:p w:rsidR="00076BB7" w:rsidRDefault="00076BB7">
      <w:pPr>
        <w:pStyle w:val="ThinDelim"/>
      </w:pPr>
    </w:p>
    <w:tbl>
      <w:tblPr>
        <w:tblW w:w="0" w:type="auto"/>
        <w:tblLayout w:type="fixed"/>
        <w:tblCellMar>
          <w:left w:w="72" w:type="dxa"/>
          <w:right w:w="72" w:type="dxa"/>
        </w:tblCellMar>
        <w:tblLook w:val="0000"/>
      </w:tblPr>
      <w:tblGrid>
        <w:gridCol w:w="7752"/>
        <w:gridCol w:w="1500"/>
      </w:tblGrid>
      <w:tr w:rsidR="00076BB7" w:rsidRPr="008C5BD2">
        <w:tc>
          <w:tcPr>
            <w:tcW w:w="775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ФИО</w:t>
            </w:r>
          </w:p>
        </w:tc>
        <w:tc>
          <w:tcPr>
            <w:tcW w:w="15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Год рождения</w:t>
            </w:r>
          </w:p>
        </w:tc>
      </w:tr>
      <w:tr w:rsidR="00076BB7" w:rsidRPr="008C5BD2">
        <w:tc>
          <w:tcPr>
            <w:tcW w:w="775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Гитис Леонид Маркович</w:t>
            </w:r>
          </w:p>
        </w:tc>
        <w:tc>
          <w:tcPr>
            <w:tcW w:w="1500" w:type="dxa"/>
            <w:tcBorders>
              <w:top w:val="single" w:sz="6" w:space="0" w:color="auto"/>
              <w:left w:val="single" w:sz="6" w:space="0" w:color="auto"/>
              <w:bottom w:val="double" w:sz="6" w:space="0" w:color="auto"/>
              <w:right w:val="double" w:sz="6" w:space="0" w:color="auto"/>
            </w:tcBorders>
          </w:tcPr>
          <w:p w:rsidR="00076BB7" w:rsidRPr="008C5BD2" w:rsidRDefault="00076BB7">
            <w:pPr>
              <w:jc w:val="center"/>
            </w:pPr>
            <w:r w:rsidRPr="008C5BD2">
              <w:t>1985</w:t>
            </w:r>
          </w:p>
        </w:tc>
      </w:tr>
    </w:tbl>
    <w:p w:rsidR="00076BB7" w:rsidRDefault="00076BB7"/>
    <w:p w:rsidR="00076BB7" w:rsidRDefault="00076BB7">
      <w:pPr>
        <w:pStyle w:val="SubHeading"/>
        <w:ind w:left="200"/>
      </w:pPr>
      <w:r>
        <w:t>Состав коллегиального исполнительного органа эмитента</w:t>
      </w:r>
    </w:p>
    <w:p w:rsidR="00076BB7" w:rsidRDefault="00076BB7">
      <w:pPr>
        <w:ind w:left="400"/>
      </w:pPr>
      <w:r>
        <w:rPr>
          <w:rStyle w:val="Subst"/>
          <w:bCs/>
          <w:iCs/>
        </w:rPr>
        <w:t>Коллегиальный исполнительный орган не предусмотрен</w:t>
      </w:r>
    </w:p>
    <w:p w:rsidR="00076BB7" w:rsidRDefault="00076BB7">
      <w:pPr>
        <w:pStyle w:val="Heading2"/>
      </w:pPr>
      <w:r>
        <w:t>1.2. Сведения о банковских счетах эмитента</w:t>
      </w:r>
    </w:p>
    <w:p w:rsidR="00076BB7" w:rsidRDefault="00076BB7">
      <w:pPr>
        <w:pStyle w:val="SubHeading"/>
        <w:ind w:left="200"/>
      </w:pPr>
      <w:r>
        <w:t>Сведения о кредитной организации</w:t>
      </w:r>
    </w:p>
    <w:p w:rsidR="00076BB7" w:rsidRDefault="00076BB7">
      <w:pPr>
        <w:ind w:left="400"/>
      </w:pPr>
      <w:r>
        <w:t>Полное фирменное наименование:</w:t>
      </w:r>
    </w:p>
    <w:p w:rsidR="00076BB7" w:rsidRDefault="00076BB7">
      <w:pPr>
        <w:ind w:left="400"/>
      </w:pPr>
      <w:r>
        <w:t>Сокращенное фирменное наименование:</w:t>
      </w:r>
      <w:r>
        <w:rPr>
          <w:rStyle w:val="Subst"/>
          <w:bCs/>
          <w:iCs/>
        </w:rPr>
        <w:t xml:space="preserve"> Калининградском ОСБ №8626</w:t>
      </w:r>
    </w:p>
    <w:p w:rsidR="00076BB7" w:rsidRDefault="00076BB7">
      <w:pPr>
        <w:ind w:left="400"/>
      </w:pPr>
      <w:r>
        <w:t>Место нахождения:</w:t>
      </w:r>
      <w:r>
        <w:rPr>
          <w:rStyle w:val="Subst"/>
          <w:bCs/>
          <w:iCs/>
        </w:rPr>
        <w:t xml:space="preserve"> Калининград</w:t>
      </w:r>
    </w:p>
    <w:p w:rsidR="00076BB7" w:rsidRDefault="00076BB7">
      <w:pPr>
        <w:ind w:left="400"/>
      </w:pPr>
      <w:r>
        <w:t>ИНН:</w:t>
      </w:r>
      <w:r>
        <w:rPr>
          <w:rStyle w:val="Subst"/>
          <w:bCs/>
          <w:iCs/>
        </w:rPr>
        <w:t xml:space="preserve"> 7707083893</w:t>
      </w:r>
    </w:p>
    <w:p w:rsidR="00076BB7" w:rsidRDefault="00076BB7">
      <w:pPr>
        <w:ind w:left="400"/>
      </w:pPr>
      <w:r>
        <w:t>БИК:</w:t>
      </w:r>
      <w:r>
        <w:rPr>
          <w:rStyle w:val="Subst"/>
          <w:bCs/>
          <w:iCs/>
        </w:rPr>
        <w:t xml:space="preserve"> 042748634</w:t>
      </w:r>
    </w:p>
    <w:p w:rsidR="00076BB7" w:rsidRDefault="00076BB7">
      <w:pPr>
        <w:ind w:left="200"/>
      </w:pPr>
      <w:r>
        <w:t>Номер счета:</w:t>
      </w:r>
      <w:r>
        <w:rPr>
          <w:rStyle w:val="Subst"/>
          <w:bCs/>
          <w:iCs/>
        </w:rPr>
        <w:t xml:space="preserve"> 407028102202300100289</w:t>
      </w:r>
    </w:p>
    <w:p w:rsidR="00076BB7" w:rsidRDefault="00076BB7">
      <w:pPr>
        <w:ind w:left="200"/>
      </w:pPr>
      <w:r>
        <w:t>Корр. счет:</w:t>
      </w:r>
      <w:r>
        <w:rPr>
          <w:rStyle w:val="Subst"/>
          <w:bCs/>
          <w:iCs/>
        </w:rPr>
        <w:t xml:space="preserve"> 30101810100000000634</w:t>
      </w:r>
    </w:p>
    <w:p w:rsidR="00076BB7" w:rsidRDefault="00076BB7">
      <w:pPr>
        <w:ind w:left="200"/>
      </w:pPr>
      <w:r>
        <w:t>Тип счета:</w:t>
      </w:r>
      <w:r>
        <w:rPr>
          <w:rStyle w:val="Subst"/>
          <w:bCs/>
          <w:iCs/>
        </w:rPr>
        <w:t xml:space="preserve"> расчетный</w:t>
      </w:r>
    </w:p>
    <w:p w:rsidR="00076BB7" w:rsidRDefault="00076BB7">
      <w:pPr>
        <w:ind w:left="200"/>
      </w:pPr>
    </w:p>
    <w:p w:rsidR="00076BB7" w:rsidRDefault="00076BB7">
      <w:pPr>
        <w:pStyle w:val="SubHeading"/>
        <w:ind w:left="200"/>
      </w:pPr>
      <w:r>
        <w:t>Сведения о кредитной организации</w:t>
      </w:r>
    </w:p>
    <w:p w:rsidR="00076BB7" w:rsidRDefault="00076BB7">
      <w:pPr>
        <w:ind w:left="400"/>
      </w:pPr>
      <w:r>
        <w:t>Полное фирменное наименование:</w:t>
      </w:r>
    </w:p>
    <w:p w:rsidR="00076BB7" w:rsidRDefault="00076BB7">
      <w:pPr>
        <w:ind w:left="400"/>
      </w:pPr>
      <w:r>
        <w:t>Сокращенное фирменное наименование:</w:t>
      </w:r>
      <w:r>
        <w:rPr>
          <w:rStyle w:val="Subst"/>
          <w:bCs/>
          <w:iCs/>
        </w:rPr>
        <w:t xml:space="preserve"> филиале №3938 ЗАО «Внешторгбанк»</w:t>
      </w:r>
    </w:p>
    <w:p w:rsidR="00076BB7" w:rsidRDefault="00076BB7">
      <w:pPr>
        <w:ind w:left="400"/>
      </w:pPr>
      <w:r>
        <w:t>Место нахождения:</w:t>
      </w:r>
      <w:r>
        <w:rPr>
          <w:rStyle w:val="Subst"/>
          <w:bCs/>
          <w:iCs/>
        </w:rPr>
        <w:t xml:space="preserve"> Калининград</w:t>
      </w:r>
    </w:p>
    <w:p w:rsidR="00076BB7" w:rsidRDefault="00076BB7">
      <w:pPr>
        <w:ind w:left="400"/>
      </w:pPr>
      <w:r>
        <w:t>ИНН:</w:t>
      </w:r>
      <w:r>
        <w:rPr>
          <w:rStyle w:val="Subst"/>
          <w:bCs/>
          <w:iCs/>
        </w:rPr>
        <w:t xml:space="preserve"> 7710353606</w:t>
      </w:r>
    </w:p>
    <w:p w:rsidR="00076BB7" w:rsidRDefault="00076BB7">
      <w:pPr>
        <w:ind w:left="400"/>
      </w:pPr>
      <w:r>
        <w:t>БИК:</w:t>
      </w:r>
      <w:r>
        <w:rPr>
          <w:rStyle w:val="Subst"/>
          <w:bCs/>
          <w:iCs/>
        </w:rPr>
        <w:t xml:space="preserve"> 042748870</w:t>
      </w:r>
    </w:p>
    <w:p w:rsidR="00076BB7" w:rsidRDefault="00076BB7">
      <w:pPr>
        <w:ind w:left="200"/>
      </w:pPr>
      <w:r>
        <w:t>Номер счета:</w:t>
      </w:r>
      <w:r>
        <w:rPr>
          <w:rStyle w:val="Subst"/>
          <w:bCs/>
          <w:iCs/>
        </w:rPr>
        <w:t xml:space="preserve"> 40702810400380011327</w:t>
      </w:r>
    </w:p>
    <w:p w:rsidR="00076BB7" w:rsidRDefault="00076BB7">
      <w:pPr>
        <w:ind w:left="200"/>
      </w:pPr>
      <w:r>
        <w:t>Корр. счет:</w:t>
      </w:r>
      <w:r>
        <w:rPr>
          <w:rStyle w:val="Subst"/>
          <w:bCs/>
          <w:iCs/>
        </w:rPr>
        <w:t xml:space="preserve"> 30101810100000000870</w:t>
      </w:r>
    </w:p>
    <w:p w:rsidR="00076BB7" w:rsidRDefault="00076BB7">
      <w:pPr>
        <w:ind w:left="200"/>
      </w:pPr>
      <w:r>
        <w:t>Тип счета:</w:t>
      </w:r>
      <w:r>
        <w:rPr>
          <w:rStyle w:val="Subst"/>
          <w:bCs/>
          <w:iCs/>
        </w:rPr>
        <w:t xml:space="preserve"> расчетный</w:t>
      </w:r>
    </w:p>
    <w:p w:rsidR="00076BB7" w:rsidRDefault="00076BB7">
      <w:pPr>
        <w:ind w:left="200"/>
      </w:pPr>
    </w:p>
    <w:p w:rsidR="00076BB7" w:rsidRDefault="00076BB7">
      <w:pPr>
        <w:pStyle w:val="Heading2"/>
      </w:pPr>
      <w:r>
        <w:t>1.3. Сведения об аудиторе (аудиторах) эмитента</w:t>
      </w:r>
    </w:p>
    <w:p w:rsidR="00076BB7" w:rsidRDefault="00076BB7">
      <w:pPr>
        <w:ind w:left="200"/>
      </w:pPr>
      <w:r>
        <w:t>Аудитор (аудиторы), осуществляющий независимую проверку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 (бухгалтерской) отчетности эмитента по итогам текущего или завершенного финансового года:</w:t>
      </w:r>
    </w:p>
    <w:p w:rsidR="00076BB7" w:rsidRDefault="00076BB7">
      <w:pPr>
        <w:ind w:left="200"/>
      </w:pPr>
      <w:r>
        <w:t>Полное фирменное наименование:</w:t>
      </w:r>
      <w:r>
        <w:rPr>
          <w:rStyle w:val="Subst"/>
          <w:bCs/>
          <w:iCs/>
        </w:rPr>
        <w:t xml:space="preserve"> Аудиторская фирма «Бизнес плюс право»</w:t>
      </w:r>
    </w:p>
    <w:p w:rsidR="00076BB7" w:rsidRDefault="00076BB7">
      <w:pPr>
        <w:ind w:left="200"/>
      </w:pPr>
      <w:r>
        <w:t>Сокращенное фирменное наименование:</w:t>
      </w:r>
      <w:r>
        <w:rPr>
          <w:rStyle w:val="Subst"/>
          <w:bCs/>
          <w:iCs/>
        </w:rPr>
        <w:t xml:space="preserve"> «Бизнес плюс право»</w:t>
      </w:r>
    </w:p>
    <w:p w:rsidR="00076BB7" w:rsidRDefault="00076BB7">
      <w:pPr>
        <w:ind w:left="200"/>
      </w:pPr>
      <w:r>
        <w:t>Место нахождения:</w:t>
      </w:r>
      <w:r>
        <w:rPr>
          <w:rStyle w:val="Subst"/>
          <w:bCs/>
          <w:iCs/>
        </w:rPr>
        <w:t xml:space="preserve"> г. Калининград ул.Багратиона д.49</w:t>
      </w:r>
    </w:p>
    <w:p w:rsidR="00076BB7" w:rsidRDefault="00076BB7">
      <w:pPr>
        <w:ind w:left="200"/>
      </w:pPr>
    </w:p>
    <w:p w:rsidR="00076BB7" w:rsidRDefault="00076BB7">
      <w:pPr>
        <w:ind w:left="200"/>
      </w:pPr>
      <w:r>
        <w:t>Телефон:</w:t>
      </w:r>
      <w:r>
        <w:rPr>
          <w:rStyle w:val="Subst"/>
          <w:bCs/>
          <w:iCs/>
        </w:rPr>
        <w:t xml:space="preserve"> (9022) 18-48-87</w:t>
      </w:r>
    </w:p>
    <w:p w:rsidR="00076BB7" w:rsidRDefault="00076BB7">
      <w:pPr>
        <w:ind w:left="200"/>
      </w:pPr>
      <w:r>
        <w:t>Факс:</w:t>
      </w:r>
      <w:r>
        <w:rPr>
          <w:rStyle w:val="Subst"/>
          <w:bCs/>
          <w:iCs/>
        </w:rPr>
        <w:t xml:space="preserve"> (9022) 47-46-90</w:t>
      </w:r>
    </w:p>
    <w:p w:rsidR="00076BB7" w:rsidRDefault="00076BB7">
      <w:pPr>
        <w:ind w:left="200"/>
      </w:pPr>
      <w:r>
        <w:rPr>
          <w:rStyle w:val="Subst"/>
          <w:bCs/>
          <w:iCs/>
        </w:rPr>
        <w:t>Адреса электронной почты не имеет</w:t>
      </w:r>
    </w:p>
    <w:p w:rsidR="00076BB7" w:rsidRDefault="00076BB7">
      <w:pPr>
        <w:pStyle w:val="SubHeading"/>
        <w:ind w:left="200"/>
      </w:pPr>
      <w:r>
        <w:t>Данные о лицензии на осуществление аудиторской деятельности</w:t>
      </w:r>
    </w:p>
    <w:p w:rsidR="00076BB7" w:rsidRDefault="00076BB7">
      <w:pPr>
        <w:ind w:left="400"/>
      </w:pPr>
      <w:r>
        <w:t>Наименование органа, выдавшего лицензию:</w:t>
      </w:r>
      <w:r>
        <w:rPr>
          <w:rStyle w:val="Subst"/>
          <w:bCs/>
          <w:iCs/>
        </w:rPr>
        <w:t xml:space="preserve"> утверждена приказом МФ РФ №123</w:t>
      </w:r>
    </w:p>
    <w:p w:rsidR="00076BB7" w:rsidRDefault="00076BB7">
      <w:pPr>
        <w:ind w:left="400"/>
      </w:pPr>
      <w:r>
        <w:t>Номер:</w:t>
      </w:r>
      <w:r>
        <w:rPr>
          <w:rStyle w:val="Subst"/>
          <w:bCs/>
          <w:iCs/>
        </w:rPr>
        <w:t xml:space="preserve"> Е000458</w:t>
      </w:r>
    </w:p>
    <w:p w:rsidR="00076BB7" w:rsidRDefault="00076BB7">
      <w:pPr>
        <w:ind w:left="400"/>
      </w:pPr>
      <w:r>
        <w:t>Дата выдачи:</w:t>
      </w:r>
      <w:r>
        <w:rPr>
          <w:rStyle w:val="Subst"/>
          <w:bCs/>
          <w:iCs/>
        </w:rPr>
        <w:t xml:space="preserve"> 25.06.2002</w:t>
      </w:r>
    </w:p>
    <w:p w:rsidR="00076BB7" w:rsidRDefault="00076BB7">
      <w:pPr>
        <w:ind w:left="400"/>
      </w:pPr>
      <w:r>
        <w:t>Дата окончания действия:</w:t>
      </w:r>
    </w:p>
    <w:p w:rsidR="00076BB7" w:rsidRDefault="00076BB7">
      <w:pPr>
        <w:ind w:left="600"/>
      </w:pPr>
      <w:r>
        <w:rPr>
          <w:rStyle w:val="Subst"/>
          <w:bCs/>
          <w:iCs/>
        </w:rPr>
        <w:t>Бессрочная</w:t>
      </w:r>
    </w:p>
    <w:p w:rsidR="00076BB7" w:rsidRDefault="00076BB7">
      <w:pPr>
        <w:pStyle w:val="SubHeading"/>
        <w:ind w:left="200"/>
      </w:pPr>
      <w:r>
        <w:t>Данные о членстве аудитора в саморегулируемых организациях аудиторов</w:t>
      </w:r>
    </w:p>
    <w:p w:rsidR="00076BB7" w:rsidRDefault="00076BB7">
      <w:pPr>
        <w:ind w:left="400"/>
      </w:pPr>
      <w:r>
        <w:rPr>
          <w:rStyle w:val="Subst"/>
          <w:bCs/>
          <w:iCs/>
        </w:rPr>
        <w:t>Аудитор не является членом саморегулируемой организации аудиторов</w:t>
      </w:r>
    </w:p>
    <w:p w:rsidR="00076BB7" w:rsidRDefault="00076BB7">
      <w:pPr>
        <w:ind w:left="200"/>
      </w:pPr>
      <w:r>
        <w:t>Сведения о членстве аудитора в коллегиях, ассоциациях или иных профессиональных объединениях (организациях):</w:t>
      </w:r>
      <w:r>
        <w:br/>
      </w:r>
      <w:r>
        <w:rPr>
          <w:rStyle w:val="Subst"/>
          <w:bCs/>
          <w:iCs/>
        </w:rPr>
        <w:t>не состоит.</w:t>
      </w:r>
    </w:p>
    <w:p w:rsidR="00076BB7" w:rsidRDefault="00076BB7">
      <w:pPr>
        <w:pStyle w:val="SubHeading"/>
        <w:ind w:left="200"/>
      </w:pPr>
      <w:r>
        <w:t>Финансовый год (годы), за который (за которые) аудитором проводилась независимая проверка бухгалтерского учета и финансовой (бухгалтерской) отчетности эмитента</w:t>
      </w:r>
    </w:p>
    <w:p w:rsidR="00076BB7" w:rsidRDefault="00076BB7">
      <w:pPr>
        <w:pStyle w:val="ThinDelim"/>
      </w:pPr>
    </w:p>
    <w:tbl>
      <w:tblPr>
        <w:tblW w:w="0" w:type="auto"/>
        <w:tblLayout w:type="fixed"/>
        <w:tblCellMar>
          <w:left w:w="72" w:type="dxa"/>
          <w:right w:w="72" w:type="dxa"/>
        </w:tblCellMar>
        <w:tblLook w:val="0000"/>
      </w:tblPr>
      <w:tblGrid>
        <w:gridCol w:w="1332"/>
      </w:tblGrid>
      <w:tr w:rsidR="00076BB7" w:rsidRPr="008C5BD2">
        <w:tc>
          <w:tcPr>
            <w:tcW w:w="1332" w:type="dxa"/>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Год</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2010</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2009</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2008</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2007</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2006</w:t>
            </w:r>
          </w:p>
        </w:tc>
      </w:tr>
      <w:tr w:rsidR="00076BB7" w:rsidRPr="008C5BD2">
        <w:tc>
          <w:tcPr>
            <w:tcW w:w="1332" w:type="dxa"/>
            <w:tcBorders>
              <w:top w:val="single" w:sz="6" w:space="0" w:color="auto"/>
              <w:left w:val="double" w:sz="6" w:space="0" w:color="auto"/>
              <w:bottom w:val="single" w:sz="6" w:space="0" w:color="auto"/>
              <w:right w:val="double" w:sz="6" w:space="0" w:color="auto"/>
            </w:tcBorders>
          </w:tcPr>
          <w:p w:rsidR="00076BB7" w:rsidRPr="008C5BD2" w:rsidRDefault="00076BB7">
            <w:r w:rsidRPr="008C5BD2">
              <w:t>2005</w:t>
            </w:r>
          </w:p>
        </w:tc>
      </w:tr>
      <w:tr w:rsidR="00076BB7" w:rsidRPr="008C5BD2">
        <w:tc>
          <w:tcPr>
            <w:tcW w:w="1332" w:type="dxa"/>
            <w:tcBorders>
              <w:top w:val="single" w:sz="6" w:space="0" w:color="auto"/>
              <w:left w:val="double" w:sz="6" w:space="0" w:color="auto"/>
              <w:bottom w:val="double" w:sz="6" w:space="0" w:color="auto"/>
              <w:right w:val="double" w:sz="6" w:space="0" w:color="auto"/>
            </w:tcBorders>
          </w:tcPr>
          <w:p w:rsidR="00076BB7" w:rsidRPr="008C5BD2" w:rsidRDefault="00076BB7">
            <w:r w:rsidRPr="008C5BD2">
              <w:t>2004</w:t>
            </w:r>
          </w:p>
        </w:tc>
      </w:tr>
    </w:tbl>
    <w:p w:rsidR="00076BB7" w:rsidRDefault="00076BB7"/>
    <w:p w:rsidR="00076BB7" w:rsidRDefault="00076BB7">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076BB7" w:rsidRDefault="00076BB7">
      <w:pPr>
        <w:ind w:left="400"/>
      </w:pPr>
      <w:r>
        <w:rPr>
          <w:rStyle w:val="Subst"/>
          <w:bCs/>
          <w:iCs/>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076BB7" w:rsidRDefault="00076BB7">
      <w:pPr>
        <w:pStyle w:val="SubHeading"/>
        <w:ind w:left="200"/>
      </w:pPr>
      <w:r>
        <w:t>Порядок выбора аудитора эмитента</w:t>
      </w:r>
    </w:p>
    <w:p w:rsidR="00076BB7" w:rsidRDefault="00076BB7">
      <w:pPr>
        <w:ind w:left="400"/>
      </w:pPr>
      <w:r>
        <w:t>Наличие процедуры тендера, связанного с выбором аудитора, и его основные условия:</w:t>
      </w:r>
      <w:r>
        <w:br/>
      </w:r>
      <w:r>
        <w:rPr>
          <w:rStyle w:val="Subst"/>
          <w:bCs/>
          <w:iCs/>
        </w:rPr>
        <w:t>тендеры по выбору аудитора Общества  в 2011 году не проводились.</w:t>
      </w:r>
    </w:p>
    <w:p w:rsidR="00076BB7" w:rsidRDefault="00076BB7">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bCs/>
          <w:iCs/>
        </w:rPr>
        <w:t>кандидатура аудитора общества выдвигается Советом директоров Общества и утверждается на годовом общем собрании акционеров.</w:t>
      </w:r>
    </w:p>
    <w:p w:rsidR="00076BB7" w:rsidRDefault="00076BB7">
      <w:pPr>
        <w:ind w:left="200"/>
      </w:pPr>
      <w:r>
        <w:t>Указывается информация о работах, проводимых аудитором в рамках специальных аудиторских заданий:</w:t>
      </w:r>
      <w:r>
        <w:br/>
      </w:r>
      <w:r>
        <w:rPr>
          <w:rStyle w:val="Subst"/>
          <w:bCs/>
          <w:iCs/>
        </w:rPr>
        <w:t>независимая проверка бухгалтерского учета и финансовой (бухгалтерской) отчетности эмитента, входящей в состав ежеквартального отчета ,а также аудит годовой финансовой (бухгалтерской) отчетности  эмитента.</w:t>
      </w:r>
    </w:p>
    <w:p w:rsidR="00076BB7" w:rsidRDefault="00076BB7">
      <w:pPr>
        <w:ind w:left="200"/>
      </w:pPr>
      <w: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w:t>
      </w:r>
      <w:r>
        <w:br/>
      </w:r>
      <w:r>
        <w:rPr>
          <w:rStyle w:val="Subst"/>
          <w:bCs/>
          <w:iCs/>
        </w:rPr>
        <w:t>согласно договора №5 от 20.04.2009 года вознаграждение аудитора составляет 15000 рублей.</w:t>
      </w:r>
    </w:p>
    <w:p w:rsidR="00076BB7" w:rsidRDefault="00076BB7">
      <w:pPr>
        <w:ind w:left="200"/>
      </w:pPr>
      <w:r>
        <w:t>Приводится информация о наличии отсроченных и просроченных платежей за оказанные аудитором услуги:</w:t>
      </w:r>
      <w:r>
        <w:br/>
      </w:r>
      <w:r>
        <w:rPr>
          <w:rStyle w:val="Subst"/>
          <w:bCs/>
          <w:iCs/>
        </w:rPr>
        <w:t>вознаграждение аудитору за оказанные услуги  выплачивается исправно, просроченных или отсроченных платежей нет.</w:t>
      </w:r>
    </w:p>
    <w:p w:rsidR="00076BB7" w:rsidRDefault="00076BB7">
      <w:pPr>
        <w:ind w:left="200"/>
      </w:pPr>
    </w:p>
    <w:p w:rsidR="00076BB7" w:rsidRDefault="00076BB7">
      <w:pPr>
        <w:ind w:left="200"/>
      </w:pPr>
    </w:p>
    <w:p w:rsidR="00076BB7" w:rsidRDefault="00076BB7">
      <w:pPr>
        <w:pStyle w:val="Heading2"/>
      </w:pPr>
      <w:r>
        <w:t>1.4. Сведения об оценщике (оценщиках) эмитента</w:t>
      </w:r>
    </w:p>
    <w:p w:rsidR="00076BB7" w:rsidRDefault="00076BB7">
      <w:pPr>
        <w:ind w:left="200"/>
      </w:pPr>
      <w:r>
        <w:rPr>
          <w:rStyle w:val="Subst"/>
          <w:bCs/>
          <w:iCs/>
        </w:rPr>
        <w:t>Оценщики эмитентом не привлекались</w:t>
      </w:r>
    </w:p>
    <w:p w:rsidR="00076BB7" w:rsidRDefault="00076BB7">
      <w:pPr>
        <w:pStyle w:val="Heading2"/>
      </w:pPr>
      <w:r>
        <w:t>1.5. Сведения о консультантах эмитента</w:t>
      </w:r>
    </w:p>
    <w:p w:rsidR="00076BB7" w:rsidRDefault="00076BB7">
      <w:pPr>
        <w:ind w:left="200"/>
      </w:pPr>
      <w:r>
        <w:rPr>
          <w:rStyle w:val="Subst"/>
          <w:bCs/>
          <w:iCs/>
        </w:rPr>
        <w:t>Финансовые консультанты эмитентом не привлекались</w:t>
      </w:r>
    </w:p>
    <w:p w:rsidR="00076BB7" w:rsidRDefault="00076BB7">
      <w:pPr>
        <w:pStyle w:val="Heading2"/>
      </w:pPr>
      <w:r>
        <w:t>1.6. Сведения об иных лицах, подписавших ежеквартальный отчет</w:t>
      </w:r>
    </w:p>
    <w:p w:rsidR="00076BB7" w:rsidRDefault="00076BB7">
      <w:pPr>
        <w:ind w:left="200"/>
      </w:pPr>
      <w:r>
        <w:rPr>
          <w:rStyle w:val="Subst"/>
          <w:bCs/>
          <w:iCs/>
        </w:rPr>
        <w:t>Иных подписей нет</w:t>
      </w:r>
    </w:p>
    <w:p w:rsidR="00076BB7" w:rsidRDefault="00076BB7">
      <w:pPr>
        <w:pStyle w:val="Heading1"/>
      </w:pPr>
      <w:r>
        <w:t>II. Основная информация о финансово-экономическом состоянии эмитента</w:t>
      </w:r>
    </w:p>
    <w:p w:rsidR="00076BB7" w:rsidRDefault="00076BB7">
      <w:pPr>
        <w:pStyle w:val="Heading2"/>
      </w:pPr>
      <w:r>
        <w:t>2.1. Показатели финансово-экономической деятельности эмитента</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2632"/>
        <w:gridCol w:w="1100"/>
        <w:gridCol w:w="1100"/>
      </w:tblGrid>
      <w:tr w:rsidR="00076BB7" w:rsidRPr="008C5BD2">
        <w:tc>
          <w:tcPr>
            <w:tcW w:w="263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2010, 6 мес.</w:t>
            </w:r>
          </w:p>
        </w:tc>
        <w:tc>
          <w:tcPr>
            <w:tcW w:w="11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2011, 6 мес.</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Стоимость чистых активов эмитента</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2 673 000</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2 673 000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Отношение суммы привлеченных средств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Отношение суммы краткосрочных обязательств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Покрытие платежей по обслуживанию долгов,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Уровень просроченной задолженности,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Оборачиваемость дебиторской задолженности, раз</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Доля дивидендов в прибыли,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Производительность труда, руб./чел</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Амортизация к объему выручки, %</w:t>
            </w:r>
          </w:p>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Heading2"/>
      </w:pPr>
      <w:r>
        <w:t>2.2. Рыночная капитализация эмитента</w:t>
      </w:r>
    </w:p>
    <w:p w:rsidR="00076BB7" w:rsidRDefault="00076BB7">
      <w:pPr>
        <w:ind w:left="200"/>
      </w:pPr>
      <w:r>
        <w:t>Не указывается эмитентами, обыкновенные именные акции которых не допущены к обращению организатором торговли</w:t>
      </w:r>
    </w:p>
    <w:p w:rsidR="00076BB7" w:rsidRDefault="00076BB7">
      <w:pPr>
        <w:pStyle w:val="Heading2"/>
      </w:pPr>
      <w:r>
        <w:t>2.3. Обязательства эмитента</w:t>
      </w:r>
    </w:p>
    <w:p w:rsidR="00076BB7" w:rsidRDefault="00076BB7">
      <w:pPr>
        <w:pStyle w:val="Heading2"/>
      </w:pPr>
      <w:r>
        <w:t>2.3.1. Кредиторская задолженность</w:t>
      </w:r>
    </w:p>
    <w:p w:rsidR="00076BB7" w:rsidRDefault="00076BB7">
      <w:pPr>
        <w:pStyle w:val="Heading2"/>
        <w:ind w:left="200"/>
      </w:pPr>
      <w:r>
        <w:t>Структура кредиторской задолженности эмитента</w:t>
      </w:r>
    </w:p>
    <w:p w:rsidR="00076BB7" w:rsidRDefault="00076BB7">
      <w:pPr>
        <w:pStyle w:val="SubHeading"/>
        <w:ind w:left="200"/>
      </w:pPr>
      <w:r>
        <w:t>За 6 мес. 2011 г.</w:t>
      </w:r>
    </w:p>
    <w:p w:rsidR="00076BB7" w:rsidRDefault="00076BB7">
      <w:pPr>
        <w:ind w:left="4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6492"/>
        <w:gridCol w:w="1360"/>
        <w:gridCol w:w="1400"/>
      </w:tblGrid>
      <w:tr w:rsidR="00076BB7" w:rsidRPr="008C5BD2">
        <w:tc>
          <w:tcPr>
            <w:tcW w:w="64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обязательств</w:t>
            </w:r>
          </w:p>
        </w:tc>
        <w:tc>
          <w:tcPr>
            <w:tcW w:w="2760" w:type="dxa"/>
            <w:gridSpan w:val="2"/>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Срок наступления платежа</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 1 года</w:t>
            </w:r>
          </w:p>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Свыше 1 года</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 перед поставщиками и подрядчиками</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 перед персоналом организации</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 перед бюджетом и государственными внебюджетными фондами</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Кредиты</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просроченные</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1 541 538</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просроченные</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просроченные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 кредиторская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10 626</w:t>
            </w:r>
          </w:p>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10 626</w:t>
            </w:r>
          </w:p>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1 541 538</w:t>
            </w:r>
          </w:p>
        </w:tc>
      </w:tr>
      <w:tr w:rsidR="00076BB7" w:rsidRPr="008C5BD2">
        <w:tc>
          <w:tcPr>
            <w:tcW w:w="64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 том числе просрочено</w:t>
            </w:r>
          </w:p>
        </w:tc>
        <w:tc>
          <w:tcPr>
            <w:tcW w:w="13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double" w:sz="6" w:space="0" w:color="auto"/>
              <w:right w:val="double" w:sz="6" w:space="0" w:color="auto"/>
            </w:tcBorders>
          </w:tcPr>
          <w:p w:rsidR="00076BB7" w:rsidRPr="008C5BD2" w:rsidRDefault="00076BB7">
            <w:pPr>
              <w:jc w:val="center"/>
            </w:pPr>
            <w:r w:rsidRPr="008C5BD2">
              <w:t>x</w:t>
            </w:r>
          </w:p>
        </w:tc>
      </w:tr>
    </w:tbl>
    <w:p w:rsidR="00076BB7" w:rsidRDefault="00076BB7"/>
    <w:p w:rsidR="00076BB7" w:rsidRDefault="00076BB7">
      <w:pPr>
        <w:ind w:left="400"/>
      </w:pPr>
      <w:r>
        <w:rPr>
          <w:rStyle w:val="Subst"/>
          <w:bCs/>
          <w:iCs/>
        </w:rPr>
        <w:t>Просроченная кредиторская задолженность отсутствует</w:t>
      </w:r>
    </w:p>
    <w:p w:rsidR="00076BB7" w:rsidRDefault="00076BB7">
      <w:pPr>
        <w:pStyle w:val="SubHeading"/>
        <w:ind w:left="400"/>
      </w:pPr>
      <w:r>
        <w:t>Кредиторы, на долю которых приходится не менее 10 процентов от общей суммы кредиторской задолженности</w:t>
      </w:r>
    </w:p>
    <w:p w:rsidR="00076BB7" w:rsidRDefault="00076BB7">
      <w:pPr>
        <w:ind w:left="600"/>
      </w:pPr>
      <w:r>
        <w:rPr>
          <w:rStyle w:val="Subst"/>
          <w:bCs/>
          <w:iCs/>
        </w:rPr>
        <w:t>Указанных кредиторов нет</w:t>
      </w:r>
    </w:p>
    <w:p w:rsidR="00076BB7" w:rsidRDefault="00076BB7">
      <w:pPr>
        <w:pStyle w:val="Heading2"/>
      </w:pPr>
      <w:r>
        <w:t>2.3.2. Кредитная история эмитента</w:t>
      </w:r>
    </w:p>
    <w:p w:rsidR="00076BB7" w:rsidRDefault="00076BB7">
      <w:pPr>
        <w:ind w:left="200"/>
      </w:pPr>
      <w:r>
        <w:t>Исполнение эмитентом обязательств по действовавшим в течение 5 последних завершенных финансовых лет либо за каждый завершенный финансовый год, если эмитент осуществляет свою деятельность менее 5 лет, и действующим на дату окончания отчетного квартала кредитным договорам и/или договорам займа, сумма основного долга по которым составляет 5 и более процентов балансовой стоимости активов эмитента на дату последнего завершенного отчетного квартала, предшествующего заключению соответствующего договора, а также иным кредитным договорам и/или договорам займа, которые эмитент считает для себя существенными.</w:t>
      </w:r>
      <w:r>
        <w:br/>
        <w:t>В случае, если эмитентом осуществлялась эмиссия облигаций, описывается исполнение эмитентом обязательств по каждому выпуску облигаций, совокупная номинальная стоимость которых составляет 5 и более процентов балансовой стоимости активов эмитента на дату окончания последнего завершенного квартала, предшествующего государственной регистрации отчета об итогах выпуска облигаций, а в случае, если размещение облигаций не завершено или по иным причинам не осуществлена государственная регистрация отчета об итогах их выпуска, - на дату окончания последнего завершенного квартала, предшествующего государственной регистрации выпуска облигаций</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1772"/>
        <w:gridCol w:w="1700"/>
        <w:gridCol w:w="1500"/>
        <w:gridCol w:w="880"/>
        <w:gridCol w:w="1700"/>
        <w:gridCol w:w="1700"/>
      </w:tblGrid>
      <w:tr w:rsidR="00076BB7" w:rsidRPr="008C5BD2">
        <w:tc>
          <w:tcPr>
            <w:tcW w:w="177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обязательства</w:t>
            </w:r>
          </w:p>
        </w:tc>
        <w:tc>
          <w:tcPr>
            <w:tcW w:w="17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кредитора (займодавца)</w:t>
            </w:r>
          </w:p>
        </w:tc>
        <w:tc>
          <w:tcPr>
            <w:tcW w:w="15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Сумма основного долга</w:t>
            </w:r>
          </w:p>
        </w:tc>
        <w:tc>
          <w:tcPr>
            <w:tcW w:w="8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Валюта</w:t>
            </w:r>
          </w:p>
        </w:tc>
        <w:tc>
          <w:tcPr>
            <w:tcW w:w="17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Срок кредита (займа) / срок погашения</w:t>
            </w:r>
          </w:p>
        </w:tc>
        <w:tc>
          <w:tcPr>
            <w:tcW w:w="17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Наличие просрочки исполнения обязательства в части выплаты суммы основного долга и/или установленных процентов, срок просрочки, дней</w:t>
            </w:r>
          </w:p>
        </w:tc>
      </w:tr>
      <w:tr w:rsidR="00076BB7" w:rsidRPr="008C5BD2">
        <w:tc>
          <w:tcPr>
            <w:tcW w:w="177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Займ</w:t>
            </w:r>
          </w:p>
        </w:tc>
        <w:tc>
          <w:tcPr>
            <w:tcW w:w="170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ЧП Долинский</w:t>
            </w:r>
          </w:p>
        </w:tc>
        <w:tc>
          <w:tcPr>
            <w:tcW w:w="1500" w:type="dxa"/>
            <w:tcBorders>
              <w:top w:val="single" w:sz="6" w:space="0" w:color="auto"/>
              <w:left w:val="single" w:sz="6" w:space="0" w:color="auto"/>
              <w:bottom w:val="double" w:sz="6" w:space="0" w:color="auto"/>
              <w:right w:val="single" w:sz="6" w:space="0" w:color="auto"/>
            </w:tcBorders>
          </w:tcPr>
          <w:p w:rsidR="00076BB7" w:rsidRPr="008C5BD2" w:rsidRDefault="00076BB7">
            <w:pPr>
              <w:jc w:val="right"/>
            </w:pPr>
            <w:r w:rsidRPr="008C5BD2">
              <w:t>1 541 538</w:t>
            </w:r>
          </w:p>
        </w:tc>
        <w:tc>
          <w:tcPr>
            <w:tcW w:w="88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RUR</w:t>
            </w:r>
          </w:p>
        </w:tc>
        <w:tc>
          <w:tcPr>
            <w:tcW w:w="170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07.12.2053</w:t>
            </w:r>
          </w:p>
        </w:tc>
        <w:tc>
          <w:tcPr>
            <w:tcW w:w="170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нет</w:t>
            </w:r>
          </w:p>
        </w:tc>
      </w:tr>
    </w:tbl>
    <w:p w:rsidR="00076BB7" w:rsidRDefault="00076BB7"/>
    <w:p w:rsidR="00076BB7" w:rsidRDefault="00076BB7">
      <w:pPr>
        <w:ind w:left="200"/>
      </w:pPr>
    </w:p>
    <w:p w:rsidR="00076BB7" w:rsidRDefault="00076BB7">
      <w:pPr>
        <w:pStyle w:val="Heading2"/>
      </w:pPr>
      <w:r>
        <w:t>2.3.3. Обязательства эмитента из обеспечения, предоставленного третьим лицам</w:t>
      </w:r>
    </w:p>
    <w:p w:rsidR="00076BB7" w:rsidRDefault="00076BB7">
      <w:pPr>
        <w:ind w:left="200"/>
      </w:pPr>
      <w:r>
        <w:rPr>
          <w:rStyle w:val="Subst"/>
          <w:bCs/>
          <w:iCs/>
        </w:rPr>
        <w:t>Указанные обязательства отсутствуют</w:t>
      </w:r>
    </w:p>
    <w:p w:rsidR="00076BB7" w:rsidRDefault="00076BB7">
      <w:pPr>
        <w:pStyle w:val="Heading2"/>
      </w:pPr>
      <w:r>
        <w:t>2.3.4. Прочие обязательства эмитента</w:t>
      </w:r>
    </w:p>
    <w:p w:rsidR="00076BB7" w:rsidRDefault="00076BB7">
      <w:pPr>
        <w:ind w:left="200"/>
      </w:pPr>
      <w:r>
        <w:rPr>
          <w:rStyle w:val="Subst"/>
          <w:bCs/>
          <w:iCs/>
        </w:rPr>
        <w:t>Прочих обязательств, не отраженных в бухгалтерском балансе,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076BB7" w:rsidRDefault="00076BB7">
      <w:pPr>
        <w:pStyle w:val="Heading2"/>
      </w:pPr>
      <w:r>
        <w:t>2.4. Цели эмиссии и направления использования средств, полученных в результате размещения эмиссионных ценных бумаг</w:t>
      </w:r>
    </w:p>
    <w:p w:rsidR="00076BB7" w:rsidRDefault="00076BB7">
      <w:pPr>
        <w:ind w:left="200"/>
      </w:pPr>
      <w:r>
        <w:rPr>
          <w:rStyle w:val="Subst"/>
          <w:bCs/>
          <w:iCs/>
        </w:rPr>
        <w:t>В отчетном квартале эмитентом не осуществлялось размещение ценных бумаг путем подписки</w:t>
      </w:r>
    </w:p>
    <w:p w:rsidR="00076BB7" w:rsidRDefault="00076BB7">
      <w:pPr>
        <w:pStyle w:val="Heading2"/>
      </w:pPr>
      <w:r>
        <w:t>2.5. Риски, связанные с приобретением размещаемых (размещенных) эмиссионных ценных бумаг</w:t>
      </w:r>
    </w:p>
    <w:p w:rsidR="00076BB7" w:rsidRDefault="00076BB7">
      <w:pPr>
        <w:ind w:left="200"/>
      </w:pPr>
      <w:r>
        <w:t>Политика эмитента в области управления рисками:</w:t>
      </w:r>
      <w:r>
        <w:br/>
      </w:r>
      <w:r>
        <w:rPr>
          <w:rStyle w:val="Subst"/>
          <w:bCs/>
          <w:iCs/>
        </w:rPr>
        <w:t>Эмитент не планирует размещать эмиссионные ценные бумаги</w:t>
      </w:r>
    </w:p>
    <w:p w:rsidR="00076BB7" w:rsidRDefault="00076BB7">
      <w:pPr>
        <w:pStyle w:val="Heading2"/>
      </w:pPr>
      <w:r>
        <w:t>2.5.1. Отраслевые риски</w:t>
      </w:r>
    </w:p>
    <w:p w:rsidR="00076BB7" w:rsidRDefault="00076BB7">
      <w:pPr>
        <w:ind w:left="200"/>
      </w:pPr>
      <w:r>
        <w:rPr>
          <w:rStyle w:val="Subst"/>
          <w:bCs/>
          <w:iCs/>
        </w:rPr>
        <w:t>Рынок  сдачи помещений в аренду, субаренду на сегодняшний день является в достаточной мере стабильным.</w:t>
      </w:r>
    </w:p>
    <w:p w:rsidR="00076BB7" w:rsidRDefault="00076BB7">
      <w:pPr>
        <w:pStyle w:val="Heading2"/>
      </w:pPr>
      <w:r>
        <w:t>2.5.2. Страновые и региональные риски</w:t>
      </w:r>
    </w:p>
    <w:p w:rsidR="00076BB7" w:rsidRDefault="00076BB7">
      <w:pPr>
        <w:ind w:left="200"/>
      </w:pPr>
      <w:r>
        <w:rPr>
          <w:rStyle w:val="Subst"/>
          <w:bCs/>
          <w:iCs/>
        </w:rPr>
        <w:t>Эмитент зарегистрирован как налогоплательщик только на территории России и не подвергается различным рискам вне границ Российской Федерации.</w:t>
      </w:r>
    </w:p>
    <w:p w:rsidR="00076BB7" w:rsidRDefault="00076BB7">
      <w:pPr>
        <w:pStyle w:val="Heading2"/>
      </w:pPr>
      <w:r>
        <w:t>2.5.3. Финансовые риски</w:t>
      </w:r>
    </w:p>
    <w:p w:rsidR="00076BB7" w:rsidRDefault="00076BB7">
      <w:pPr>
        <w:ind w:left="200"/>
      </w:pPr>
      <w:r>
        <w:rPr>
          <w:rStyle w:val="Subst"/>
          <w:bCs/>
          <w:iCs/>
        </w:rPr>
        <w:t>Эмитент осуществляет все свои операции в российской валюте и не подвергается рискам связанным с изменением курса иностранных валют.</w:t>
      </w:r>
    </w:p>
    <w:p w:rsidR="00076BB7" w:rsidRDefault="00076BB7">
      <w:pPr>
        <w:pStyle w:val="Heading2"/>
      </w:pPr>
      <w:r>
        <w:t>2.5.4. Правовые риски</w:t>
      </w:r>
    </w:p>
    <w:p w:rsidR="00076BB7" w:rsidRDefault="00076BB7">
      <w:pPr>
        <w:ind w:left="200"/>
      </w:pPr>
      <w:r>
        <w:rPr>
          <w:rStyle w:val="Subst"/>
          <w:bCs/>
          <w:iCs/>
        </w:rPr>
        <w:t>Деятельность эмитента не связанна с правовыми рисками. Эмитент не участвует в судебных процессах, которые могут существенно повлиять на финансовое состояние.</w:t>
      </w:r>
    </w:p>
    <w:p w:rsidR="00076BB7" w:rsidRDefault="00076BB7">
      <w:pPr>
        <w:pStyle w:val="Heading2"/>
      </w:pPr>
      <w:r>
        <w:t>2.5.5. Риски, связанные с деятельностью эмитента</w:t>
      </w:r>
    </w:p>
    <w:p w:rsidR="00076BB7" w:rsidRDefault="00076BB7">
      <w:pPr>
        <w:ind w:left="200"/>
      </w:pPr>
      <w:r>
        <w:rPr>
          <w:rStyle w:val="Subst"/>
          <w:bCs/>
          <w:iCs/>
        </w:rPr>
        <w:t>Деятельность требующая получения лицензий эмитентом не ведется.</w:t>
      </w:r>
    </w:p>
    <w:p w:rsidR="00076BB7" w:rsidRDefault="00076BB7">
      <w:pPr>
        <w:pStyle w:val="Heading1"/>
      </w:pPr>
      <w:r>
        <w:t>III. Подробная информация об эмитенте</w:t>
      </w:r>
    </w:p>
    <w:p w:rsidR="00076BB7" w:rsidRDefault="00076BB7">
      <w:pPr>
        <w:pStyle w:val="Heading2"/>
      </w:pPr>
      <w:r>
        <w:t>3.1. История создания и развитие эмитента</w:t>
      </w:r>
    </w:p>
    <w:p w:rsidR="00076BB7" w:rsidRDefault="00076BB7">
      <w:pPr>
        <w:pStyle w:val="Heading2"/>
      </w:pPr>
      <w:r>
        <w:t>3.1.1. Данные о фирменном наименовании (наименовании) эмитента</w:t>
      </w:r>
    </w:p>
    <w:p w:rsidR="00076BB7" w:rsidRDefault="00076BB7">
      <w:pPr>
        <w:ind w:left="200"/>
      </w:pPr>
      <w:r>
        <w:t>Полное фирменное наименование эмитента:</w:t>
      </w:r>
      <w:r>
        <w:rPr>
          <w:rStyle w:val="Subst"/>
          <w:bCs/>
          <w:iCs/>
        </w:rPr>
        <w:t xml:space="preserve"> Открытое акционерное общество «Калининградоблбыттехника»</w:t>
      </w:r>
    </w:p>
    <w:p w:rsidR="00076BB7" w:rsidRDefault="00076BB7">
      <w:pPr>
        <w:ind w:left="200"/>
      </w:pPr>
      <w:r>
        <w:t>Сокращенное фирменное наименование эмитента:</w:t>
      </w:r>
      <w:r>
        <w:rPr>
          <w:rStyle w:val="Subst"/>
          <w:bCs/>
          <w:iCs/>
        </w:rPr>
        <w:t xml:space="preserve"> ОАО «Калининградоблбыттехника»</w:t>
      </w:r>
    </w:p>
    <w:p w:rsidR="00076BB7" w:rsidRDefault="00076BB7">
      <w:pPr>
        <w:ind w:left="200"/>
      </w:pPr>
    </w:p>
    <w:p w:rsidR="00076BB7" w:rsidRDefault="00076BB7">
      <w:pPr>
        <w:ind w:left="200"/>
      </w:pPr>
    </w:p>
    <w:p w:rsidR="00076BB7" w:rsidRDefault="00076BB7">
      <w:pPr>
        <w:pStyle w:val="SubHeading"/>
        <w:ind w:left="200"/>
      </w:pPr>
      <w:r>
        <w:t>Все предшествующие наименования эмитента в течение времени его существования</w:t>
      </w:r>
    </w:p>
    <w:p w:rsidR="00076BB7" w:rsidRDefault="00076BB7">
      <w:pPr>
        <w:ind w:left="400"/>
      </w:pPr>
      <w:r>
        <w:t>Полное фирменное наименование:</w:t>
      </w:r>
      <w:r>
        <w:rPr>
          <w:rStyle w:val="Subst"/>
          <w:bCs/>
          <w:iCs/>
        </w:rPr>
        <w:t xml:space="preserve"> Акционерное общество открытого типа "Калинингрдаоблбтытехника"</w:t>
      </w:r>
    </w:p>
    <w:p w:rsidR="00076BB7" w:rsidRDefault="00076BB7">
      <w:pPr>
        <w:ind w:left="400"/>
      </w:pPr>
      <w:r>
        <w:t>Сокращенное фирменное наименование:</w:t>
      </w:r>
      <w:r>
        <w:rPr>
          <w:rStyle w:val="Subst"/>
          <w:bCs/>
          <w:iCs/>
        </w:rPr>
        <w:t xml:space="preserve"> АООТ"Калининградоблбыттехника"</w:t>
      </w:r>
    </w:p>
    <w:p w:rsidR="00076BB7" w:rsidRDefault="00076BB7">
      <w:pPr>
        <w:ind w:left="400"/>
      </w:pPr>
      <w:r>
        <w:t>Дата введения наименования:</w:t>
      </w:r>
      <w:r>
        <w:rPr>
          <w:rStyle w:val="Subst"/>
          <w:bCs/>
          <w:iCs/>
        </w:rPr>
        <w:t xml:space="preserve"> 26.11.1992</w:t>
      </w:r>
    </w:p>
    <w:p w:rsidR="00076BB7" w:rsidRDefault="00076BB7">
      <w:pPr>
        <w:ind w:left="400"/>
      </w:pPr>
      <w:r>
        <w:t>Основание введения наименования:</w:t>
      </w:r>
      <w:r>
        <w:br/>
      </w:r>
      <w:r>
        <w:rPr>
          <w:rStyle w:val="Subst"/>
          <w:bCs/>
          <w:iCs/>
        </w:rPr>
        <w:t>Распоряжения Комитета по управлению имуществом области №252</w:t>
      </w:r>
    </w:p>
    <w:p w:rsidR="00076BB7" w:rsidRDefault="00076BB7">
      <w:pPr>
        <w:ind w:left="400"/>
      </w:pPr>
    </w:p>
    <w:p w:rsidR="00076BB7" w:rsidRDefault="00076BB7">
      <w:pPr>
        <w:ind w:left="400"/>
      </w:pPr>
      <w:r>
        <w:t>Полное фирменное наименование:</w:t>
      </w:r>
      <w:r>
        <w:rPr>
          <w:rStyle w:val="Subst"/>
          <w:bCs/>
          <w:iCs/>
        </w:rPr>
        <w:t xml:space="preserve"> Открытое Акционерное Общество "Калининградоблбыттехника"</w:t>
      </w:r>
    </w:p>
    <w:p w:rsidR="00076BB7" w:rsidRDefault="00076BB7">
      <w:pPr>
        <w:ind w:left="400"/>
      </w:pPr>
      <w:r>
        <w:t>Сокращенное фирменное наименование:</w:t>
      </w:r>
      <w:r>
        <w:rPr>
          <w:rStyle w:val="Subst"/>
          <w:bCs/>
          <w:iCs/>
        </w:rPr>
        <w:t xml:space="preserve"> ОАО "Калининградоблбыттехника"</w:t>
      </w:r>
    </w:p>
    <w:p w:rsidR="00076BB7" w:rsidRDefault="00076BB7">
      <w:pPr>
        <w:ind w:left="400"/>
      </w:pPr>
      <w:r>
        <w:t>Дата введения наименования:</w:t>
      </w:r>
      <w:r>
        <w:rPr>
          <w:rStyle w:val="Subst"/>
          <w:bCs/>
          <w:iCs/>
        </w:rPr>
        <w:t xml:space="preserve"> 28.08.1996</w:t>
      </w:r>
    </w:p>
    <w:p w:rsidR="00076BB7" w:rsidRDefault="00076BB7">
      <w:pPr>
        <w:ind w:left="400"/>
      </w:pPr>
      <w:r>
        <w:t>Основание введения наименования:</w:t>
      </w:r>
      <w:r>
        <w:br/>
      </w:r>
      <w:r>
        <w:rPr>
          <w:rStyle w:val="Subst"/>
          <w:bCs/>
          <w:iCs/>
        </w:rPr>
        <w:t>законом об АО-705-р от 28.06.96г.</w:t>
      </w:r>
    </w:p>
    <w:p w:rsidR="00076BB7" w:rsidRDefault="00076BB7">
      <w:pPr>
        <w:ind w:left="400"/>
      </w:pPr>
    </w:p>
    <w:p w:rsidR="00076BB7" w:rsidRDefault="00076BB7">
      <w:pPr>
        <w:pStyle w:val="Heading2"/>
      </w:pPr>
      <w:r>
        <w:t>3.1.2. Сведения о государственной регистрации эмитента</w:t>
      </w:r>
    </w:p>
    <w:p w:rsidR="00076BB7" w:rsidRDefault="00076BB7">
      <w:pPr>
        <w:pStyle w:val="SubHeading"/>
        <w:ind w:left="200"/>
      </w:pPr>
      <w:r>
        <w:t>Данные о первичной государственной регистрации</w:t>
      </w:r>
    </w:p>
    <w:p w:rsidR="00076BB7" w:rsidRDefault="00076BB7">
      <w:pPr>
        <w:ind w:left="400"/>
      </w:pPr>
      <w:r>
        <w:t>Номер государственной регистрации:</w:t>
      </w:r>
      <w:r>
        <w:rPr>
          <w:rStyle w:val="Subst"/>
          <w:bCs/>
          <w:iCs/>
        </w:rPr>
        <w:t xml:space="preserve"> ЧКГ-986</w:t>
      </w:r>
    </w:p>
    <w:p w:rsidR="00076BB7" w:rsidRDefault="00076BB7">
      <w:pPr>
        <w:ind w:left="400"/>
      </w:pPr>
      <w:r>
        <w:t>Дата государственной регистрации:</w:t>
      </w:r>
      <w:r>
        <w:rPr>
          <w:rStyle w:val="Subst"/>
          <w:bCs/>
          <w:iCs/>
        </w:rPr>
        <w:t xml:space="preserve"> 16.12.1992</w:t>
      </w:r>
    </w:p>
    <w:p w:rsidR="00076BB7" w:rsidRDefault="00076BB7">
      <w:pPr>
        <w:ind w:left="400"/>
      </w:pPr>
      <w:r>
        <w:t>Наименование органа, осуществившего государственную регистрацию:</w:t>
      </w:r>
      <w:r>
        <w:rPr>
          <w:rStyle w:val="Subst"/>
          <w:bCs/>
          <w:iCs/>
        </w:rPr>
        <w:t xml:space="preserve"> Московский  районный Совет народных депутатов г.Калининграда</w:t>
      </w:r>
    </w:p>
    <w:p w:rsidR="00076BB7" w:rsidRDefault="00076BB7">
      <w:pPr>
        <w:ind w:left="200"/>
      </w:pPr>
      <w:r>
        <w:t>Данные о регистрации юридического лица:</w:t>
      </w:r>
    </w:p>
    <w:p w:rsidR="00076BB7" w:rsidRDefault="00076BB7">
      <w:pPr>
        <w:ind w:left="200"/>
      </w:pPr>
      <w:r>
        <w:t>Основной государственный регистрационный номер юридического лица:</w:t>
      </w:r>
      <w:r>
        <w:rPr>
          <w:rStyle w:val="Subst"/>
          <w:bCs/>
          <w:iCs/>
        </w:rPr>
        <w:t xml:space="preserve"> 1023902150403</w:t>
      </w:r>
    </w:p>
    <w:p w:rsidR="00076BB7" w:rsidRDefault="00076BB7">
      <w:pPr>
        <w:ind w:left="200"/>
      </w:pPr>
      <w:r>
        <w:t>Дата регистрации:</w:t>
      </w:r>
      <w:r>
        <w:rPr>
          <w:rStyle w:val="Subst"/>
          <w:bCs/>
          <w:iCs/>
        </w:rPr>
        <w:t xml:space="preserve"> 19.02.2002</w:t>
      </w:r>
    </w:p>
    <w:p w:rsidR="00076BB7" w:rsidRDefault="00076BB7">
      <w:pPr>
        <w:ind w:left="200"/>
      </w:pPr>
      <w:r>
        <w:t>Наименование регистрирующего органа:</w:t>
      </w:r>
      <w:r>
        <w:rPr>
          <w:rStyle w:val="Subst"/>
          <w:bCs/>
          <w:iCs/>
        </w:rPr>
        <w:t xml:space="preserve"> Межрайонная инспекция №2 МНС России по Калининградской области</w:t>
      </w:r>
    </w:p>
    <w:p w:rsidR="00076BB7" w:rsidRDefault="00076BB7">
      <w:pPr>
        <w:pStyle w:val="Heading2"/>
      </w:pPr>
      <w:r>
        <w:t>3.1.3. Сведения о создании и развитии эмитента</w:t>
      </w:r>
    </w:p>
    <w:p w:rsidR="00076BB7" w:rsidRDefault="00076BB7">
      <w:pPr>
        <w:ind w:left="200"/>
      </w:pPr>
      <w:r>
        <w:t>Срок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br/>
      </w:r>
      <w:r>
        <w:rPr>
          <w:rStyle w:val="Subst"/>
          <w:bCs/>
          <w:iCs/>
        </w:rPr>
        <w:t>С 1992 года.</w:t>
      </w:r>
    </w:p>
    <w:p w:rsidR="00076BB7" w:rsidRDefault="00076BB7">
      <w:pPr>
        <w:ind w:left="200"/>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br/>
      </w:r>
      <w:r>
        <w:rPr>
          <w:rStyle w:val="Subst"/>
          <w:bCs/>
          <w:iCs/>
        </w:rPr>
        <w:t>Открытое акционерное общество « Калиниградоблбыттехника» создано в 1992 г. в процессе приватизации в соответствии с планом приватизации, утвержденным в установленном порядке и являвшимся на дату его утверждения проспектом эмиссии акций АООТ «Калининградоблбыттехника», при этом план приватизации предусматривал отчуждение акций эмитента неограниченному кругу лиц.</w:t>
      </w:r>
    </w:p>
    <w:p w:rsidR="00076BB7" w:rsidRDefault="00076BB7">
      <w:pPr>
        <w:pStyle w:val="Heading2"/>
      </w:pPr>
      <w:r>
        <w:t>3.1.4. Контактная информация</w:t>
      </w:r>
    </w:p>
    <w:p w:rsidR="00076BB7" w:rsidRDefault="00076BB7">
      <w:r>
        <w:t>Место нахождения:</w:t>
      </w:r>
      <w:r>
        <w:rPr>
          <w:rStyle w:val="Subst"/>
          <w:bCs/>
          <w:iCs/>
        </w:rPr>
        <w:t xml:space="preserve"> 236039 Россия, Калининград, ул. Багратиона 49</w:t>
      </w:r>
    </w:p>
    <w:p w:rsidR="00076BB7" w:rsidRDefault="00076BB7">
      <w:pPr>
        <w:pStyle w:val="SubHeading"/>
      </w:pPr>
      <w:r>
        <w:t>Место нахождения постоянно действующего исполнительного органа</w:t>
      </w:r>
    </w:p>
    <w:p w:rsidR="00076BB7" w:rsidRDefault="00076BB7">
      <w:pPr>
        <w:ind w:left="200"/>
      </w:pPr>
      <w:r>
        <w:rPr>
          <w:rStyle w:val="Subst"/>
          <w:bCs/>
          <w:iCs/>
        </w:rPr>
        <w:t>236039 Россия, Калининград, ул.Багратиона ул.Багратиона оф. ОАО «Калининградоблбыттехника»</w:t>
      </w:r>
    </w:p>
    <w:p w:rsidR="00076BB7" w:rsidRDefault="00076BB7">
      <w:pPr>
        <w:pStyle w:val="SubHeading"/>
      </w:pPr>
      <w:r>
        <w:t>Адрес для направления корреспонденции</w:t>
      </w:r>
    </w:p>
    <w:p w:rsidR="00076BB7" w:rsidRDefault="00076BB7">
      <w:pPr>
        <w:ind w:left="200"/>
      </w:pPr>
      <w:r>
        <w:rPr>
          <w:rStyle w:val="Subst"/>
          <w:bCs/>
          <w:iCs/>
        </w:rPr>
        <w:t>236039 Россия, , ул.Багратиона ул.Багратиона оф. ОАО «Калининградоблбыттехника»</w:t>
      </w:r>
    </w:p>
    <w:p w:rsidR="00076BB7" w:rsidRDefault="00076BB7">
      <w:r>
        <w:t>Телефон:</w:t>
      </w:r>
      <w:r>
        <w:rPr>
          <w:rStyle w:val="Subst"/>
          <w:bCs/>
          <w:iCs/>
        </w:rPr>
        <w:t xml:space="preserve"> +7(4012)64-44-08</w:t>
      </w:r>
    </w:p>
    <w:p w:rsidR="00076BB7" w:rsidRDefault="00076BB7">
      <w:r>
        <w:t>Факс:</w:t>
      </w:r>
      <w:r>
        <w:rPr>
          <w:rStyle w:val="Subst"/>
          <w:bCs/>
          <w:iCs/>
        </w:rPr>
        <w:t xml:space="preserve"> +7 (4012)64-44-08</w:t>
      </w:r>
    </w:p>
    <w:p w:rsidR="00076BB7" w:rsidRDefault="00076BB7">
      <w:r>
        <w:rPr>
          <w:rStyle w:val="Subst"/>
          <w:bCs/>
          <w:iCs/>
        </w:rPr>
        <w:t>Адреса электронной почты не имеет</w:t>
      </w:r>
    </w:p>
    <w:p w:rsidR="00076BB7" w:rsidRDefault="00076BB7">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bCs/>
          <w:iCs/>
        </w:rPr>
        <w:t xml:space="preserve"> www.vashsovetnik.org</w:t>
      </w:r>
    </w:p>
    <w:p w:rsidR="00076BB7" w:rsidRDefault="00076BB7">
      <w:pPr>
        <w:pStyle w:val="ThinDelim"/>
      </w:pPr>
    </w:p>
    <w:p w:rsidR="00076BB7" w:rsidRDefault="00076BB7">
      <w:pPr>
        <w:pStyle w:val="Heading2"/>
      </w:pPr>
      <w:r>
        <w:t>3.1.5. Идентификационный номер налогоплательщика</w:t>
      </w:r>
    </w:p>
    <w:p w:rsidR="00076BB7" w:rsidRDefault="00076BB7">
      <w:pPr>
        <w:ind w:left="200"/>
      </w:pPr>
      <w:r>
        <w:rPr>
          <w:rStyle w:val="Subst"/>
          <w:bCs/>
          <w:iCs/>
        </w:rPr>
        <w:t>3907001594</w:t>
      </w:r>
    </w:p>
    <w:p w:rsidR="00076BB7" w:rsidRDefault="00076BB7">
      <w:pPr>
        <w:pStyle w:val="Heading2"/>
      </w:pPr>
      <w:r>
        <w:t>3.1.6. Филиалы и представительства эмитента</w:t>
      </w:r>
    </w:p>
    <w:p w:rsidR="00076BB7" w:rsidRDefault="00076BB7">
      <w:pPr>
        <w:ind w:left="200"/>
      </w:pPr>
      <w:r>
        <w:rPr>
          <w:rStyle w:val="Subst"/>
          <w:bCs/>
          <w:iCs/>
        </w:rPr>
        <w:t>Эмитент не имеет филиалов и представительств</w:t>
      </w:r>
    </w:p>
    <w:p w:rsidR="00076BB7" w:rsidRDefault="00076BB7">
      <w:pPr>
        <w:pStyle w:val="Heading2"/>
      </w:pPr>
      <w:r>
        <w:t>3.2. Основная хозяйственная деятельность эмитента</w:t>
      </w:r>
    </w:p>
    <w:p w:rsidR="00076BB7" w:rsidRDefault="00076BB7">
      <w:pPr>
        <w:pStyle w:val="Heading2"/>
      </w:pPr>
      <w:r>
        <w:t>3.2.1. Отраслевая принадлежность эмитента</w:t>
      </w:r>
    </w:p>
    <w:p w:rsidR="00076BB7" w:rsidRDefault="00076BB7">
      <w:pPr>
        <w:pStyle w:val="ThinDelim"/>
      </w:pPr>
    </w:p>
    <w:tbl>
      <w:tblPr>
        <w:tblW w:w="0" w:type="auto"/>
        <w:tblLayout w:type="fixed"/>
        <w:tblCellMar>
          <w:left w:w="72" w:type="dxa"/>
          <w:right w:w="72" w:type="dxa"/>
        </w:tblCellMar>
        <w:tblLook w:val="0000"/>
      </w:tblPr>
      <w:tblGrid>
        <w:gridCol w:w="3852"/>
      </w:tblGrid>
      <w:tr w:rsidR="00076BB7" w:rsidRPr="008C5BD2">
        <w:tc>
          <w:tcPr>
            <w:tcW w:w="3852" w:type="dxa"/>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Коды ОКВЭД</w:t>
            </w:r>
          </w:p>
        </w:tc>
      </w:tr>
      <w:tr w:rsidR="00076BB7" w:rsidRPr="008C5BD2">
        <w:tc>
          <w:tcPr>
            <w:tcW w:w="3852" w:type="dxa"/>
            <w:tcBorders>
              <w:top w:val="single" w:sz="6" w:space="0" w:color="auto"/>
              <w:left w:val="double" w:sz="6" w:space="0" w:color="auto"/>
              <w:bottom w:val="double" w:sz="6" w:space="0" w:color="auto"/>
              <w:right w:val="double" w:sz="6" w:space="0" w:color="auto"/>
            </w:tcBorders>
          </w:tcPr>
          <w:p w:rsidR="00076BB7" w:rsidRPr="008C5BD2" w:rsidRDefault="00076BB7">
            <w:r w:rsidRPr="008C5BD2">
              <w:t>70.20.2</w:t>
            </w:r>
          </w:p>
        </w:tc>
      </w:tr>
    </w:tbl>
    <w:p w:rsidR="00076BB7" w:rsidRDefault="00076BB7"/>
    <w:p w:rsidR="00076BB7" w:rsidRDefault="00076BB7">
      <w:pPr>
        <w:pStyle w:val="Heading2"/>
      </w:pPr>
      <w:r>
        <w:t>3.2.2. Основная хозяйственная деятельность эмитента</w:t>
      </w:r>
    </w:p>
    <w:p w:rsidR="00076BB7" w:rsidRDefault="00076BB7">
      <w:pPr>
        <w:pStyle w:val="SubHeading"/>
        <w:ind w:left="200"/>
      </w:pPr>
      <w:r>
        <w:t>Виды хозяйственной деятельности (виды деятельности, виды продукции (работ, услуг)), обеспечившие не менее чем 10 процентов объема реализации (выручки) эмитента за отчетный период</w:t>
      </w:r>
    </w:p>
    <w:p w:rsidR="00076BB7" w:rsidRDefault="00076BB7">
      <w:pPr>
        <w:ind w:left="400"/>
      </w:pPr>
    </w:p>
    <w:p w:rsidR="00076BB7" w:rsidRDefault="00076BB7">
      <w:pPr>
        <w:ind w:left="400"/>
      </w:pPr>
      <w:r>
        <w:t>Единица измерения:</w:t>
      </w:r>
      <w:r>
        <w:rPr>
          <w:rStyle w:val="Subst"/>
          <w:bCs/>
          <w:iCs/>
        </w:rPr>
        <w:t xml:space="preserve"> руб.</w:t>
      </w:r>
    </w:p>
    <w:p w:rsidR="00076BB7" w:rsidRDefault="00076BB7">
      <w:pPr>
        <w:ind w:left="400"/>
      </w:pPr>
    </w:p>
    <w:p w:rsidR="00076BB7" w:rsidRDefault="00076BB7">
      <w:pPr>
        <w:ind w:left="200"/>
      </w:pPr>
    </w:p>
    <w:p w:rsidR="00076BB7" w:rsidRDefault="00076BB7">
      <w:pPr>
        <w:pStyle w:val="SubHeading"/>
        <w:ind w:left="200"/>
      </w:pPr>
      <w:r>
        <w:t>Сезонный характер основной хозяйственной деятельности эмитента</w:t>
      </w:r>
    </w:p>
    <w:p w:rsidR="00076BB7" w:rsidRDefault="00076BB7">
      <w:pPr>
        <w:ind w:left="400"/>
      </w:pPr>
      <w:r>
        <w:rPr>
          <w:rStyle w:val="Subst"/>
          <w:bCs/>
          <w:iCs/>
        </w:rPr>
        <w:t>Основная хозяйственная деятельность эмитента не имеет сезонного характера</w:t>
      </w:r>
    </w:p>
    <w:p w:rsidR="00076BB7" w:rsidRDefault="00076BB7">
      <w:pPr>
        <w:pStyle w:val="SubHeading"/>
        <w:ind w:left="200"/>
      </w:pPr>
      <w: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076BB7" w:rsidRDefault="00076BB7">
      <w:pPr>
        <w:ind w:left="400"/>
      </w:pPr>
      <w:r>
        <w:rPr>
          <w:rStyle w:val="Subst"/>
          <w:bCs/>
          <w:iCs/>
        </w:rPr>
        <w:t>Имеющих существенное значение новых видов продукции (работ, услуг) нет</w:t>
      </w:r>
    </w:p>
    <w:p w:rsidR="00076BB7" w:rsidRDefault="00076BB7">
      <w:pPr>
        <w:ind w:left="200"/>
      </w:pPr>
      <w:r>
        <w:t>Стандарты (правила), в соответствии с которыми подготовлена бухгалтерская отчетность и произведены расчеты, отраженные в настоящем пункте ежеквартального отчета:</w:t>
      </w:r>
      <w:r>
        <w:br/>
      </w:r>
    </w:p>
    <w:p w:rsidR="00076BB7" w:rsidRDefault="00076BB7">
      <w:pPr>
        <w:pStyle w:val="Heading2"/>
      </w:pPr>
      <w:r>
        <w:t>3.2.3. Материалы, товары (сырье) и поставщики эмитента</w:t>
      </w:r>
    </w:p>
    <w:p w:rsidR="00076BB7" w:rsidRDefault="00076BB7">
      <w:pPr>
        <w:pStyle w:val="SubHeading"/>
        <w:ind w:left="200"/>
      </w:pPr>
      <w:r>
        <w:t>За отчетный квартал</w:t>
      </w:r>
    </w:p>
    <w:p w:rsidR="00076BB7" w:rsidRDefault="00076BB7">
      <w:pPr>
        <w:ind w:left="400"/>
      </w:pPr>
      <w:r>
        <w:t>Поставщики эмитента, на которых приходится не менее 10 процентов всех поставок материалов и товаров (сырья)</w:t>
      </w:r>
    </w:p>
    <w:p w:rsidR="00076BB7" w:rsidRDefault="00076BB7">
      <w:pPr>
        <w:ind w:left="400"/>
      </w:pPr>
      <w:r>
        <w:rPr>
          <w:rStyle w:val="Subst"/>
          <w:bCs/>
          <w:iCs/>
        </w:rPr>
        <w:t>Поставщиков, на которых приходится не менее 10 процентов всех поставок материалов и товаров (сырья), не имеется</w:t>
      </w:r>
    </w:p>
    <w:p w:rsidR="00076BB7" w:rsidRDefault="00076BB7">
      <w:pPr>
        <w:pStyle w:val="SubHeading"/>
        <w:ind w:left="400"/>
      </w:pPr>
      <w: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076BB7" w:rsidRDefault="00076BB7">
      <w:pPr>
        <w:ind w:left="600"/>
      </w:pPr>
      <w:r>
        <w:rPr>
          <w:rStyle w:val="Subst"/>
          <w:bCs/>
          <w:iCs/>
        </w:rPr>
        <w:t>Изменения цен более чем на 10% на основные материалы и товары (сырье) в течение соответствующего отчетного периода не было</w:t>
      </w:r>
    </w:p>
    <w:p w:rsidR="00076BB7" w:rsidRDefault="00076BB7">
      <w:pPr>
        <w:pStyle w:val="SubHeading"/>
        <w:ind w:left="400"/>
      </w:pPr>
      <w:r>
        <w:t>Доля импорта в поставках материалов и товаров, прогноз доступности источников импорта в будущем и возможные альтернативные источники</w:t>
      </w:r>
    </w:p>
    <w:p w:rsidR="00076BB7" w:rsidRDefault="00076BB7">
      <w:pPr>
        <w:ind w:left="600"/>
      </w:pPr>
      <w:r>
        <w:rPr>
          <w:rStyle w:val="Subst"/>
          <w:bCs/>
          <w:iCs/>
        </w:rPr>
        <w:t>Импортные поставки отсутствуют</w:t>
      </w:r>
    </w:p>
    <w:p w:rsidR="00076BB7" w:rsidRDefault="00076BB7">
      <w:pPr>
        <w:pStyle w:val="Heading2"/>
      </w:pPr>
      <w:r>
        <w:t>3.2.4. Рынки сбыта продукции (работ, услуг) эмитента</w:t>
      </w:r>
    </w:p>
    <w:p w:rsidR="00076BB7" w:rsidRDefault="00076BB7">
      <w:pPr>
        <w:ind w:left="200"/>
      </w:pPr>
      <w:r>
        <w:t>Основные рынки, на которых эмитент осуществляет свою деятельность:</w:t>
      </w:r>
      <w:r>
        <w:br/>
      </w:r>
      <w:r>
        <w:rPr>
          <w:rStyle w:val="Subst"/>
          <w:bCs/>
          <w:iCs/>
        </w:rPr>
        <w:t>Эмитент  осуществляет сдачу помещений в субаренду.</w:t>
      </w:r>
    </w:p>
    <w:p w:rsidR="00076BB7" w:rsidRDefault="00076BB7">
      <w:pPr>
        <w:ind w:left="200"/>
      </w:pPr>
      <w: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br/>
      </w:r>
      <w:r>
        <w:rPr>
          <w:rStyle w:val="Subst"/>
          <w:bCs/>
          <w:iCs/>
        </w:rPr>
        <w:t>отсутвуют</w:t>
      </w:r>
    </w:p>
    <w:p w:rsidR="00076BB7" w:rsidRDefault="00076BB7">
      <w:pPr>
        <w:pStyle w:val="Heading2"/>
      </w:pPr>
      <w:r>
        <w:t>3.2.5. Сведения о наличии у эмитента лицензий</w:t>
      </w:r>
    </w:p>
    <w:p w:rsidR="00076BB7" w:rsidRDefault="00076BB7">
      <w:pPr>
        <w:ind w:left="200"/>
      </w:pPr>
      <w:r>
        <w:rPr>
          <w:rStyle w:val="Subst"/>
          <w:bCs/>
          <w:iCs/>
        </w:rPr>
        <w:t>Эмитент лицензий не имеет</w:t>
      </w:r>
    </w:p>
    <w:p w:rsidR="00076BB7" w:rsidRDefault="00076BB7">
      <w:pPr>
        <w:pStyle w:val="Heading2"/>
      </w:pPr>
      <w:r>
        <w:t>3.2.6. Совместная деятельность эмитента</w:t>
      </w:r>
    </w:p>
    <w:p w:rsidR="00076BB7" w:rsidRDefault="00076BB7">
      <w:pPr>
        <w:ind w:left="200"/>
      </w:pPr>
      <w:r>
        <w:rPr>
          <w:rStyle w:val="Subst"/>
          <w:bCs/>
          <w:iCs/>
        </w:rPr>
        <w:t>Эмитент не ведет совместную деятельность с другими организациями</w:t>
      </w:r>
    </w:p>
    <w:p w:rsidR="00076BB7" w:rsidRDefault="00076BB7">
      <w:pPr>
        <w:pStyle w:val="Heading2"/>
      </w:pPr>
      <w:r>
        <w:t>3.3. Планы будущей деятельности эмитента</w:t>
      </w:r>
    </w:p>
    <w:p w:rsidR="00076BB7" w:rsidRDefault="00076BB7">
      <w:pPr>
        <w:ind w:left="200"/>
      </w:pPr>
      <w:r>
        <w:rPr>
          <w:rStyle w:val="Subst"/>
          <w:bCs/>
          <w:iCs/>
        </w:rPr>
        <w:t>Эмитент не имеет планов расширения производства, организации новых производств, а также возможного изменения основной деятельности.</w:t>
      </w:r>
    </w:p>
    <w:p w:rsidR="00076BB7" w:rsidRDefault="00076BB7">
      <w:pPr>
        <w:pStyle w:val="Heading2"/>
      </w:pPr>
      <w:r>
        <w:t>3.4. Участие эмитента в промышленных, банковских и финансовых группах, холдингах, концернах и ассоциациях</w:t>
      </w:r>
    </w:p>
    <w:p w:rsidR="00076BB7" w:rsidRDefault="00076BB7">
      <w:pPr>
        <w:ind w:left="200"/>
      </w:pPr>
      <w:r>
        <w:rPr>
          <w:rStyle w:val="Subst"/>
          <w:bCs/>
          <w:iCs/>
        </w:rPr>
        <w:t>Эмитент не участвует в промышленных, банковских и финансовых группах, холдингах, концернах и ассоциациях</w:t>
      </w:r>
    </w:p>
    <w:p w:rsidR="00076BB7" w:rsidRDefault="00076BB7">
      <w:pPr>
        <w:pStyle w:val="Heading2"/>
      </w:pPr>
      <w:r>
        <w:t>3.5. Дочерние и зависимые хозяйственные общества эмитента</w:t>
      </w:r>
    </w:p>
    <w:p w:rsidR="00076BB7" w:rsidRDefault="00076BB7">
      <w:pPr>
        <w:ind w:left="200"/>
      </w:pPr>
      <w:r>
        <w:rPr>
          <w:rStyle w:val="Subst"/>
          <w:bCs/>
          <w:iCs/>
        </w:rPr>
        <w:t>Эмитент дочерних и/или зависимых обществ не имеет</w:t>
      </w:r>
    </w:p>
    <w:p w:rsidR="00076BB7" w:rsidRDefault="00076BB7">
      <w:pPr>
        <w:pStyle w:val="Heading2"/>
      </w:pPr>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076BB7" w:rsidRDefault="00076BB7">
      <w:pPr>
        <w:pStyle w:val="Heading2"/>
      </w:pPr>
      <w:r>
        <w:t>3.6.1. Основные средства</w:t>
      </w:r>
    </w:p>
    <w:p w:rsidR="00076BB7" w:rsidRDefault="00076BB7">
      <w:pPr>
        <w:pStyle w:val="SubHeading"/>
        <w:ind w:left="200"/>
      </w:pPr>
      <w:r>
        <w:t>На дату окончания отчетного квартала</w:t>
      </w:r>
    </w:p>
    <w:p w:rsidR="00076BB7" w:rsidRDefault="00076BB7">
      <w:pPr>
        <w:ind w:left="4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6492"/>
        <w:gridCol w:w="1360"/>
        <w:gridCol w:w="1400"/>
      </w:tblGrid>
      <w:tr w:rsidR="00076BB7" w:rsidRPr="008C5BD2">
        <w:tc>
          <w:tcPr>
            <w:tcW w:w="6492" w:type="dxa"/>
            <w:tcBorders>
              <w:top w:val="double" w:sz="6" w:space="0" w:color="auto"/>
              <w:left w:val="double" w:sz="6" w:space="0" w:color="auto"/>
              <w:bottom w:val="double" w:sz="6" w:space="0" w:color="auto"/>
              <w:right w:val="single" w:sz="6" w:space="0" w:color="auto"/>
            </w:tcBorders>
          </w:tcPr>
          <w:p w:rsidR="00076BB7" w:rsidRPr="008C5BD2" w:rsidRDefault="00076BB7">
            <w:pPr>
              <w:jc w:val="center"/>
            </w:pPr>
            <w:r w:rsidRPr="008C5BD2">
              <w:t>Наименование группы объектов основных средств</w:t>
            </w:r>
          </w:p>
        </w:tc>
        <w:tc>
          <w:tcPr>
            <w:tcW w:w="1360" w:type="dxa"/>
            <w:tcBorders>
              <w:top w:val="double" w:sz="6" w:space="0" w:color="auto"/>
              <w:left w:val="single" w:sz="6" w:space="0" w:color="auto"/>
              <w:bottom w:val="double" w:sz="6" w:space="0" w:color="auto"/>
              <w:right w:val="single" w:sz="6" w:space="0" w:color="auto"/>
            </w:tcBorders>
          </w:tcPr>
          <w:p w:rsidR="00076BB7" w:rsidRPr="008C5BD2" w:rsidRDefault="00076BB7">
            <w:pPr>
              <w:jc w:val="center"/>
            </w:pPr>
            <w:r w:rsidRPr="008C5BD2">
              <w:t>Первоначальная (восстановительная) стоимость</w:t>
            </w:r>
          </w:p>
        </w:tc>
        <w:tc>
          <w:tcPr>
            <w:tcW w:w="1400" w:type="dxa"/>
            <w:tcBorders>
              <w:top w:val="double" w:sz="6" w:space="0" w:color="auto"/>
              <w:left w:val="single" w:sz="6" w:space="0" w:color="auto"/>
              <w:bottom w:val="double" w:sz="6" w:space="0" w:color="auto"/>
              <w:right w:val="double" w:sz="6" w:space="0" w:color="auto"/>
            </w:tcBorders>
          </w:tcPr>
          <w:p w:rsidR="00076BB7" w:rsidRPr="008C5BD2" w:rsidRDefault="00076BB7">
            <w:pPr>
              <w:jc w:val="center"/>
            </w:pPr>
            <w:r w:rsidRPr="008C5BD2">
              <w:t>Сумма начисленной амортизации.</w:t>
            </w:r>
          </w:p>
        </w:tc>
      </w:tr>
    </w:tbl>
    <w:p w:rsidR="00076BB7" w:rsidRDefault="00076BB7"/>
    <w:p w:rsidR="00076BB7" w:rsidRDefault="00076BB7">
      <w:pPr>
        <w:ind w:left="400"/>
      </w:pPr>
      <w:r>
        <w:t>Отчетная дата:</w:t>
      </w:r>
      <w:r>
        <w:rPr>
          <w:rStyle w:val="Subst"/>
          <w:bCs/>
          <w:iCs/>
        </w:rPr>
        <w:t xml:space="preserve"> 30.06.2011</w:t>
      </w:r>
    </w:p>
    <w:p w:rsidR="00076BB7" w:rsidRDefault="00076BB7">
      <w:pPr>
        <w:ind w:left="200"/>
      </w:pPr>
      <w:r>
        <w:t>Результаты последней переоценки основных средств и долгосрочно арендуемых основных средств, осуществленной за 5 завершенных финансовых лет, предшествующих отчетному кварталу, либо за каждый завершенный финансовый год, предшествующий отчетному кварталу, если эмитент осуществляет свою деятельность менее 5 лет, и за отчетный квартал</w:t>
      </w:r>
    </w:p>
    <w:p w:rsidR="00076BB7" w:rsidRDefault="00076BB7">
      <w:pPr>
        <w:ind w:left="200"/>
      </w:pPr>
      <w:r>
        <w:t>Переоценка основных средств за указанный период не проводилась:</w:t>
      </w:r>
      <w:r>
        <w:rPr>
          <w:rStyle w:val="Subst"/>
          <w:bCs/>
          <w:iCs/>
        </w:rPr>
        <w:t xml:space="preserve"> Нет</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2352"/>
        <w:gridCol w:w="1360"/>
        <w:gridCol w:w="1360"/>
        <w:gridCol w:w="1360"/>
        <w:gridCol w:w="1360"/>
        <w:gridCol w:w="1460"/>
      </w:tblGrid>
      <w:tr w:rsidR="00076BB7" w:rsidRPr="008C5BD2">
        <w:tc>
          <w:tcPr>
            <w:tcW w:w="2352" w:type="dxa"/>
            <w:tcBorders>
              <w:top w:val="double" w:sz="6" w:space="0" w:color="auto"/>
              <w:left w:val="double" w:sz="6" w:space="0" w:color="auto"/>
              <w:bottom w:val="double" w:sz="6" w:space="0" w:color="auto"/>
              <w:right w:val="single" w:sz="6" w:space="0" w:color="auto"/>
            </w:tcBorders>
          </w:tcPr>
          <w:p w:rsidR="00076BB7" w:rsidRPr="008C5BD2" w:rsidRDefault="00076BB7">
            <w:pPr>
              <w:jc w:val="center"/>
            </w:pPr>
            <w:r w:rsidRPr="008C5BD2">
              <w:t>Наименование группы основных средств</w:t>
            </w:r>
          </w:p>
        </w:tc>
        <w:tc>
          <w:tcPr>
            <w:tcW w:w="1360" w:type="dxa"/>
            <w:tcBorders>
              <w:top w:val="double" w:sz="6" w:space="0" w:color="auto"/>
              <w:left w:val="single" w:sz="6" w:space="0" w:color="auto"/>
              <w:bottom w:val="double" w:sz="6" w:space="0" w:color="auto"/>
              <w:right w:val="single" w:sz="6" w:space="0" w:color="auto"/>
            </w:tcBorders>
          </w:tcPr>
          <w:p w:rsidR="00076BB7" w:rsidRPr="008C5BD2" w:rsidRDefault="00076BB7">
            <w:pPr>
              <w:jc w:val="center"/>
            </w:pPr>
            <w:r w:rsidRPr="008C5BD2">
              <w:t>Полная стоимость до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076BB7" w:rsidRPr="008C5BD2" w:rsidRDefault="00076BB7">
            <w:pPr>
              <w:jc w:val="center"/>
            </w:pPr>
            <w:r w:rsidRPr="008C5BD2">
              <w:t>Остаточная (за вычетом амортизации) стоимость до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076BB7" w:rsidRPr="008C5BD2" w:rsidRDefault="00076BB7">
            <w:pPr>
              <w:jc w:val="center"/>
            </w:pPr>
            <w:r w:rsidRPr="008C5BD2">
              <w:t>Дата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076BB7" w:rsidRPr="008C5BD2" w:rsidRDefault="00076BB7">
            <w:pPr>
              <w:jc w:val="center"/>
            </w:pPr>
            <w:r w:rsidRPr="008C5BD2">
              <w:t>Полная стоимость после проведения переоценки</w:t>
            </w:r>
          </w:p>
        </w:tc>
        <w:tc>
          <w:tcPr>
            <w:tcW w:w="1460" w:type="dxa"/>
            <w:tcBorders>
              <w:top w:val="double" w:sz="6" w:space="0" w:color="auto"/>
              <w:left w:val="single" w:sz="6" w:space="0" w:color="auto"/>
              <w:bottom w:val="double" w:sz="6" w:space="0" w:color="auto"/>
              <w:right w:val="double" w:sz="6" w:space="0" w:color="auto"/>
            </w:tcBorders>
          </w:tcPr>
          <w:p w:rsidR="00076BB7" w:rsidRPr="008C5BD2" w:rsidRDefault="00076BB7">
            <w:pPr>
              <w:jc w:val="center"/>
            </w:pPr>
            <w:r w:rsidRPr="008C5BD2">
              <w:t>Остаточная (за вычетом амортизации) стоимость после проведения переоценки</w:t>
            </w:r>
          </w:p>
        </w:tc>
      </w:tr>
    </w:tbl>
    <w:p w:rsidR="00076BB7" w:rsidRDefault="00076BB7"/>
    <w:p w:rsidR="00076BB7" w:rsidRDefault="00076BB7">
      <w:pPr>
        <w:ind w:left="200"/>
      </w:pPr>
      <w:r>
        <w:t>Указывается способ проведения переоценки основных средств (по коэффициентам Государственного комитета Российской Федерации по статистике, по рыночной стоимости соответствующих основных средств, подтвержденной документами или экспертными заключениями. При наличии экспертного заключения необходимо указать методику оценки).:</w:t>
      </w:r>
      <w:r>
        <w:br/>
      </w:r>
    </w:p>
    <w:p w:rsidR="00076BB7" w:rsidRDefault="00076BB7">
      <w:pPr>
        <w:ind w:left="200"/>
      </w:pPr>
      <w: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момента возникновения обременения, срока его действия и иных условий по усмотрению эмитента), существующих на дату окончания последнего завершенного отчетного периода.:</w:t>
      </w:r>
      <w:r>
        <w:br/>
      </w:r>
    </w:p>
    <w:p w:rsidR="00076BB7" w:rsidRDefault="00076BB7">
      <w:pPr>
        <w:pStyle w:val="Heading1"/>
      </w:pPr>
      <w:r>
        <w:t>IV. Сведения о финансово-хозяйственной деятельности эмитента</w:t>
      </w:r>
    </w:p>
    <w:p w:rsidR="00076BB7" w:rsidRDefault="00076BB7">
      <w:pPr>
        <w:pStyle w:val="Heading2"/>
      </w:pPr>
      <w:r>
        <w:t>4.1. Результаты финансово-хозяйственной деятельности эмитента</w:t>
      </w:r>
    </w:p>
    <w:p w:rsidR="00076BB7" w:rsidRDefault="00076BB7">
      <w:pPr>
        <w:pStyle w:val="Heading2"/>
      </w:pPr>
      <w:r>
        <w:t>4.1.1. Прибыль и убытки</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2632"/>
        <w:gridCol w:w="1100"/>
        <w:gridCol w:w="1100"/>
      </w:tblGrid>
      <w:tr w:rsidR="00076BB7" w:rsidRPr="008C5BD2">
        <w:tc>
          <w:tcPr>
            <w:tcW w:w="263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2010, 6 мес.</w:t>
            </w:r>
          </w:p>
        </w:tc>
        <w:tc>
          <w:tcPr>
            <w:tcW w:w="11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2011, 6 мес.</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Выручка</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Валовая прибыль</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 (нераспределенная прибыль (непокрытый убыток)</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Рентабельность собственного капитала,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Рентабельность активов,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Коэффициент чистой прибыльности,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Рентабельность продукции (продаж), %</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Оборачиваемость капитала</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Сумма непокрытого убытка на отчетную дату</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Соотношение непокрытого убытка на отчетную дату и валюты баланса</w:t>
            </w:r>
          </w:p>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ThinDelim"/>
      </w:pPr>
    </w:p>
    <w:p w:rsidR="00076BB7" w:rsidRDefault="00076BB7">
      <w:pPr>
        <w:ind w:left="200"/>
      </w:pPr>
      <w:r>
        <w:t>Экономический анализ прибыльности/убыточности эмитента исходя из динамики приведенных показателей. В том числе раскрывается информация о причинах, которые, по мнению органов управления эмитента, привели к убыткам/прибыли эмитента, отраженным в бухгалтерской отчетности по состоянию на момент окончания отчетного квартала в сравнении с аналогичным периодом предшествующего года (предшествующих лет):</w:t>
      </w:r>
      <w:r>
        <w:br/>
      </w:r>
    </w:p>
    <w:p w:rsidR="00076BB7" w:rsidRDefault="00076BB7">
      <w:pPr>
        <w:pStyle w:val="Heading2"/>
      </w:pPr>
      <w: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076BB7" w:rsidRDefault="00076BB7">
      <w:pPr>
        <w:ind w:left="200"/>
      </w:pPr>
    </w:p>
    <w:p w:rsidR="00076BB7" w:rsidRDefault="00076BB7">
      <w:pPr>
        <w:pStyle w:val="Heading2"/>
      </w:pPr>
      <w:r>
        <w:t>4.2. Ликвидность эмитента, достаточность капитала и оборотных средств</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2632"/>
        <w:gridCol w:w="1100"/>
        <w:gridCol w:w="1100"/>
      </w:tblGrid>
      <w:tr w:rsidR="00076BB7" w:rsidRPr="008C5BD2">
        <w:tc>
          <w:tcPr>
            <w:tcW w:w="263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2010, 6 мес.</w:t>
            </w:r>
          </w:p>
        </w:tc>
        <w:tc>
          <w:tcPr>
            <w:tcW w:w="11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2011, 6 мес.</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Собственные оборотные средства</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2 673 000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Индекс постоянного актива</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Коэффициент текущей ликвидности</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Коэффициент быстрой ликвидности</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Коэффициент автономии собственных средств</w:t>
            </w:r>
          </w:p>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ThinDelim"/>
      </w:pPr>
    </w:p>
    <w:p w:rsidR="00076BB7" w:rsidRDefault="00076BB7">
      <w:pPr>
        <w:ind w:left="200"/>
      </w:pPr>
      <w:r>
        <w:t>Экономический анализ ликвидности и платежеспособности эмитента на основе экономического анализа динамики приведенных показателей.:</w:t>
      </w:r>
      <w:r>
        <w:br/>
      </w:r>
    </w:p>
    <w:p w:rsidR="00076BB7" w:rsidRDefault="00076BB7">
      <w:pPr>
        <w:pStyle w:val="Heading2"/>
      </w:pPr>
      <w:r>
        <w:t>4.3. Размер и структура капитала и оборотных средств эмитента</w:t>
      </w:r>
    </w:p>
    <w:p w:rsidR="00076BB7" w:rsidRDefault="00076BB7">
      <w:pPr>
        <w:pStyle w:val="Heading2"/>
      </w:pPr>
      <w:r>
        <w:t>4.3.1. Размер и структура капитала и оборотных средств эмитента</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2632"/>
        <w:gridCol w:w="1100"/>
      </w:tblGrid>
      <w:tr w:rsidR="00076BB7" w:rsidRPr="008C5BD2">
        <w:tc>
          <w:tcPr>
            <w:tcW w:w="263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2011, 6 мес.</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Размер уставного капитала</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1 805 404</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Общая стоимость акций (долей) эмитента, выкупленных эмитентом для последующей перепродажи (передачи)</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Процент акций (долей), выкупленных эмитентом для последующей перепродажи (передачи), от размещенных акций (уставного капитала) эмитента</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Размер резервного капитала эмитента, формируемого за счет отчислений из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43 494</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Размер добавочного капитала эмитента, отражающий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(долей) общества за счет продажи акций (долей) по цене, превышающей номинальную стоимость</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107 645</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Размер нераспределенной чистой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Общая сумма капитала эмитента</w:t>
            </w:r>
          </w:p>
        </w:tc>
        <w:tc>
          <w:tcPr>
            <w:tcW w:w="110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p w:rsidR="00076BB7" w:rsidRDefault="00076BB7">
      <w:pPr>
        <w:pStyle w:val="SubHeading"/>
        <w:ind w:left="200"/>
      </w:pPr>
      <w:r>
        <w:t>Структура и размер оборотных средств эмитента в соответствии с бухгалтерской отчетностью эмитента</w:t>
      </w:r>
    </w:p>
    <w:p w:rsidR="00076BB7" w:rsidRDefault="00076BB7">
      <w:pPr>
        <w:pStyle w:val="ThinDelim"/>
      </w:pPr>
    </w:p>
    <w:tbl>
      <w:tblPr>
        <w:tblW w:w="0" w:type="auto"/>
        <w:tblLayout w:type="fixed"/>
        <w:tblCellMar>
          <w:left w:w="72" w:type="dxa"/>
          <w:right w:w="72" w:type="dxa"/>
        </w:tblCellMar>
        <w:tblLook w:val="0000"/>
      </w:tblPr>
      <w:tblGrid>
        <w:gridCol w:w="2632"/>
        <w:gridCol w:w="1100"/>
      </w:tblGrid>
      <w:tr w:rsidR="00076BB7" w:rsidRPr="008C5BD2">
        <w:tc>
          <w:tcPr>
            <w:tcW w:w="263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2011, 6 мес.</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Оборотные активы</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4 225 000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Запасы</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сырье, материалы и другие аналогичные ценности</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животные на выращивании и откорме</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затраты в незавершенном производстве</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готовая продукция и товары для перепродажи</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товары отгруженные</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будущих периодов</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запасы и затраты</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Налог на добавленную стоимость по приобретенным ценностям</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более чем через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1 423 000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в течение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1 423 000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Краткосрочные финансовые вложения</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2 802 000</w:t>
            </w:r>
          </w:p>
        </w:tc>
      </w:tr>
      <w:tr w:rsidR="00076BB7" w:rsidRPr="008C5BD2">
        <w:tc>
          <w:tcPr>
            <w:tcW w:w="2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Денежные средства</w:t>
            </w:r>
          </w:p>
        </w:tc>
        <w:tc>
          <w:tcPr>
            <w:tcW w:w="11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Прочие оборотные активы</w:t>
            </w:r>
          </w:p>
        </w:tc>
        <w:tc>
          <w:tcPr>
            <w:tcW w:w="110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r>
        <w:t>Источники финансирования оборотных средств эмитента (собственные источники, займы, кредиты):</w:t>
      </w:r>
    </w:p>
    <w:p w:rsidR="00076BB7" w:rsidRDefault="00076BB7">
      <w:pPr>
        <w:ind w:left="200"/>
      </w:pPr>
      <w:r>
        <w:t>Политика эмитента по финансированию оборотных средств, а также факторы, которые могут повлечь изменение в политике финансирования оборотных средств, и оценка вероятности их появления:</w:t>
      </w:r>
      <w:r>
        <w:br/>
      </w:r>
    </w:p>
    <w:p w:rsidR="00076BB7" w:rsidRDefault="00076BB7">
      <w:pPr>
        <w:ind w:left="200"/>
      </w:pPr>
    </w:p>
    <w:p w:rsidR="00076BB7" w:rsidRDefault="00076BB7">
      <w:pPr>
        <w:pStyle w:val="Heading2"/>
      </w:pPr>
      <w:r>
        <w:t>4.3.2. Финансовые вложения эмитента</w:t>
      </w:r>
    </w:p>
    <w:p w:rsidR="00076BB7" w:rsidRDefault="00076BB7">
      <w:pPr>
        <w:ind w:left="200"/>
      </w:pPr>
      <w:r>
        <w:t>Не указывается эмитентами, не имеющих ценных бумаг, допущенных к обращению организатором торговли</w:t>
      </w:r>
    </w:p>
    <w:p w:rsidR="00076BB7" w:rsidRDefault="00076BB7">
      <w:pPr>
        <w:pStyle w:val="Heading2"/>
      </w:pPr>
      <w:r>
        <w:t>4.3.3. Нематериальные активы эмитента</w:t>
      </w:r>
    </w:p>
    <w:p w:rsidR="00076BB7" w:rsidRDefault="00076BB7">
      <w:pPr>
        <w:pStyle w:val="SubHeading"/>
        <w:ind w:left="200"/>
      </w:pPr>
      <w:r>
        <w:t>На дату окончания отчетного квартала</w:t>
      </w:r>
    </w:p>
    <w:p w:rsidR="00076BB7" w:rsidRDefault="00076BB7">
      <w:pPr>
        <w:ind w:left="400"/>
      </w:pPr>
      <w:r>
        <w:rPr>
          <w:rStyle w:val="Subst"/>
          <w:bCs/>
          <w:iCs/>
        </w:rPr>
        <w:t>Нематериальные активы у эмитента отсутствуют</w:t>
      </w:r>
    </w:p>
    <w:p w:rsidR="00076BB7" w:rsidRDefault="00076BB7">
      <w:pPr>
        <w:pStyle w:val="Heading2"/>
      </w:pPr>
      <w:r>
        <w:t>4.4.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076BB7" w:rsidRDefault="00076BB7">
      <w:pPr>
        <w:ind w:left="200"/>
      </w:pPr>
      <w:r>
        <w:rPr>
          <w:rStyle w:val="Subst"/>
          <w:bCs/>
          <w:iCs/>
        </w:rPr>
        <w:t>Эмитент не занимается научно-техническими разработками.</w:t>
      </w:r>
    </w:p>
    <w:p w:rsidR="00076BB7" w:rsidRDefault="00076BB7">
      <w:pPr>
        <w:pStyle w:val="Heading2"/>
      </w:pPr>
      <w:r>
        <w:t>4.5. Анализ тенденций развития в сфере основной деятельности эмитента</w:t>
      </w:r>
    </w:p>
    <w:p w:rsidR="00076BB7" w:rsidRDefault="00076BB7">
      <w:pPr>
        <w:ind w:left="200"/>
      </w:pPr>
      <w:r>
        <w:rPr>
          <w:rStyle w:val="Subst"/>
          <w:bCs/>
          <w:iCs/>
        </w:rPr>
        <w:t>нет</w:t>
      </w:r>
    </w:p>
    <w:p w:rsidR="00076BB7" w:rsidRDefault="00076BB7">
      <w:pPr>
        <w:pStyle w:val="Heading2"/>
      </w:pPr>
      <w:r>
        <w:t>4.5.1. Анализ факторов и условий, влияющих на деятельность эмитента</w:t>
      </w:r>
    </w:p>
    <w:p w:rsidR="00076BB7" w:rsidRDefault="00076BB7">
      <w:pPr>
        <w:ind w:left="200"/>
      </w:pPr>
      <w:r>
        <w:rPr>
          <w:rStyle w:val="Subst"/>
          <w:bCs/>
          <w:iCs/>
        </w:rPr>
        <w:t>нет</w:t>
      </w:r>
    </w:p>
    <w:p w:rsidR="00076BB7" w:rsidRDefault="00076BB7">
      <w:pPr>
        <w:pStyle w:val="Heading2"/>
      </w:pPr>
      <w:r>
        <w:t>4.5.2. Конкуренты эмитента</w:t>
      </w:r>
    </w:p>
    <w:p w:rsidR="00076BB7" w:rsidRDefault="00076BB7">
      <w:pPr>
        <w:ind w:left="200"/>
      </w:pPr>
      <w:r>
        <w:rPr>
          <w:rStyle w:val="Subst"/>
          <w:bCs/>
          <w:iCs/>
        </w:rPr>
        <w:t>В сфере основной деятельности у эмитента нет конкурентов.</w:t>
      </w:r>
    </w:p>
    <w:p w:rsidR="00076BB7" w:rsidRDefault="00076BB7">
      <w:pPr>
        <w:pStyle w:val="Heading1"/>
      </w:pPr>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076BB7" w:rsidRDefault="00076BB7">
      <w:pPr>
        <w:pStyle w:val="Heading2"/>
      </w:pPr>
      <w:r>
        <w:t>5.1. Сведения о структуре и компетенции органов управления эмитента</w:t>
      </w:r>
    </w:p>
    <w:p w:rsidR="00076BB7" w:rsidRDefault="00076BB7">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bCs/>
          <w:iCs/>
        </w:rPr>
        <w:t>Управление акционерным обществом осуществляется Советом директоров общества, состоящим из пяти человек, а также  единоличным исполнительным органом общества–директором.</w:t>
      </w:r>
    </w:p>
    <w:p w:rsidR="00076BB7" w:rsidRDefault="00076BB7">
      <w:pPr>
        <w:ind w:left="200"/>
      </w:pPr>
    </w:p>
    <w:p w:rsidR="00076BB7" w:rsidRDefault="00076BB7">
      <w:pPr>
        <w:ind w:left="200"/>
      </w:pPr>
    </w:p>
    <w:p w:rsidR="00076BB7" w:rsidRDefault="00076BB7">
      <w:pPr>
        <w:pStyle w:val="ThinDelim"/>
      </w:pPr>
    </w:p>
    <w:p w:rsidR="00076BB7" w:rsidRDefault="00076BB7">
      <w:pPr>
        <w:ind w:left="200"/>
      </w:pPr>
      <w: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r>
        <w:rPr>
          <w:rStyle w:val="Subst"/>
          <w:bCs/>
          <w:iCs/>
        </w:rPr>
        <w:t xml:space="preserve"> www.vashsovetnik.org</w:t>
      </w:r>
    </w:p>
    <w:p w:rsidR="00076BB7" w:rsidRDefault="00076BB7">
      <w:pPr>
        <w:pStyle w:val="Heading2"/>
      </w:pPr>
      <w:r>
        <w:t>5.2. Информация о лицах, входящих в состав органов управления эмитента</w:t>
      </w:r>
    </w:p>
    <w:p w:rsidR="00076BB7" w:rsidRDefault="00076BB7">
      <w:pPr>
        <w:pStyle w:val="Heading2"/>
      </w:pPr>
      <w:r>
        <w:t>5.2.1. Состав совета директоров эмитента</w:t>
      </w:r>
    </w:p>
    <w:p w:rsidR="00076BB7" w:rsidRDefault="00076BB7">
      <w:pPr>
        <w:ind w:left="200"/>
      </w:pPr>
      <w:r>
        <w:t>ФИО:</w:t>
      </w:r>
      <w:r>
        <w:rPr>
          <w:rStyle w:val="Subst"/>
          <w:bCs/>
          <w:iCs/>
        </w:rPr>
        <w:t xml:space="preserve"> Гитис Галина Кимовна</w:t>
      </w:r>
    </w:p>
    <w:p w:rsidR="00076BB7" w:rsidRDefault="00076BB7">
      <w:pPr>
        <w:ind w:left="200"/>
      </w:pPr>
      <w:r>
        <w:rPr>
          <w:rStyle w:val="Subst"/>
          <w:bCs/>
          <w:iCs/>
        </w:rPr>
        <w:t>(председатель)</w:t>
      </w:r>
    </w:p>
    <w:p w:rsidR="00076BB7" w:rsidRDefault="00076BB7">
      <w:pPr>
        <w:ind w:left="200"/>
      </w:pPr>
      <w:r>
        <w:t>Год рождения:</w:t>
      </w:r>
      <w:r>
        <w:rPr>
          <w:rStyle w:val="Subst"/>
          <w:bCs/>
          <w:iCs/>
        </w:rPr>
        <w:t xml:space="preserve"> 1954</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1999</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ООО "ФРЭЙМ"</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генеральный директор</w:t>
            </w:r>
          </w:p>
        </w:tc>
      </w:tr>
    </w:tbl>
    <w:p w:rsidR="00076BB7" w:rsidRDefault="00076BB7"/>
    <w:p w:rsidR="00076BB7" w:rsidRDefault="00076BB7">
      <w:pPr>
        <w:pStyle w:val="ThinDelim"/>
      </w:pPr>
    </w:p>
    <w:p w:rsidR="00076BB7" w:rsidRDefault="00076BB7">
      <w:pPr>
        <w:ind w:left="200"/>
      </w:pPr>
      <w:r>
        <w:t>Доля участия лица в уставном капитале эмитента, %:</w:t>
      </w:r>
      <w:r>
        <w:rPr>
          <w:rStyle w:val="Subst"/>
          <w:bCs/>
          <w:iCs/>
        </w:rPr>
        <w:t xml:space="preserve"> 25</w:t>
      </w:r>
    </w:p>
    <w:p w:rsidR="00076BB7" w:rsidRDefault="00076BB7">
      <w:pPr>
        <w:ind w:left="200"/>
      </w:pPr>
      <w:r>
        <w:t>Доля принадлежащих лицу обыкновенных акций эмитента, %:</w:t>
      </w:r>
      <w:r>
        <w:rPr>
          <w:rStyle w:val="Subst"/>
          <w:bCs/>
          <w:iCs/>
        </w:rPr>
        <w:t xml:space="preserve"> 25</w:t>
      </w:r>
    </w:p>
    <w:p w:rsidR="00076BB7" w:rsidRDefault="00076BB7">
      <w:pPr>
        <w:ind w:left="200"/>
      </w:pP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bCs/>
          <w:iCs/>
        </w:rPr>
        <w:t>является женой Гитис Марка Леонтьевича.</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r>
        <w:t>ФИО:</w:t>
      </w:r>
      <w:r>
        <w:rPr>
          <w:rStyle w:val="Subst"/>
          <w:bCs/>
          <w:iCs/>
        </w:rPr>
        <w:t xml:space="preserve"> Долинский Олег Иосифович</w:t>
      </w:r>
    </w:p>
    <w:p w:rsidR="00076BB7" w:rsidRDefault="00076BB7">
      <w:pPr>
        <w:ind w:left="200"/>
      </w:pPr>
      <w:r>
        <w:t>Год рождения:</w:t>
      </w:r>
      <w:r>
        <w:rPr>
          <w:rStyle w:val="Subst"/>
          <w:bCs/>
          <w:iCs/>
        </w:rPr>
        <w:t xml:space="preserve"> 1950</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1999</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частный предприниматель</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p w:rsidR="00076BB7" w:rsidRDefault="00076BB7">
      <w:pPr>
        <w:ind w:left="200"/>
      </w:pPr>
      <w:r>
        <w:t>Доля участия лица в уставном капитале эмитента, %:</w:t>
      </w:r>
      <w:r>
        <w:rPr>
          <w:rStyle w:val="Subst"/>
          <w:bCs/>
          <w:iCs/>
        </w:rPr>
        <w:t xml:space="preserve"> 24.99</w:t>
      </w:r>
    </w:p>
    <w:p w:rsidR="00076BB7" w:rsidRDefault="00076BB7">
      <w:pPr>
        <w:ind w:left="200"/>
      </w:pPr>
      <w:r>
        <w:t>Доля принадлежащих лицу обыкновенных акций эмитента, %:</w:t>
      </w:r>
      <w:r>
        <w:rPr>
          <w:rStyle w:val="Subst"/>
          <w:bCs/>
          <w:iCs/>
        </w:rPr>
        <w:t xml:space="preserve"> 24.99</w:t>
      </w:r>
    </w:p>
    <w:p w:rsidR="00076BB7" w:rsidRDefault="00076BB7">
      <w:pPr>
        <w:ind w:left="200"/>
      </w:pP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76BB7" w:rsidRDefault="00076BB7">
      <w:pPr>
        <w:ind w:left="400"/>
      </w:pPr>
      <w:r>
        <w:rPr>
          <w:rStyle w:val="Subst"/>
          <w:bCs/>
          <w:iCs/>
        </w:rPr>
        <w:t>Указанных родственных связей нет</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r>
        <w:t>ФИО:</w:t>
      </w:r>
      <w:r>
        <w:rPr>
          <w:rStyle w:val="Subst"/>
          <w:bCs/>
          <w:iCs/>
        </w:rPr>
        <w:t xml:space="preserve"> Журба Галина Борисовна</w:t>
      </w:r>
    </w:p>
    <w:p w:rsidR="00076BB7" w:rsidRDefault="00076BB7">
      <w:pPr>
        <w:ind w:left="200"/>
      </w:pPr>
      <w:r>
        <w:t>Год рождения:</w:t>
      </w:r>
      <w:r>
        <w:rPr>
          <w:rStyle w:val="Subst"/>
          <w:bCs/>
          <w:iCs/>
        </w:rPr>
        <w:t xml:space="preserve"> 1955</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2006</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ОАО «Морской прибой»</w:t>
            </w:r>
          </w:p>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r w:rsidRPr="008C5BD2">
              <w:t>генеральный директор</w:t>
            </w:r>
          </w:p>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2004</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2006</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ОАО «Калининградоблбыттехника»</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комерческий директор</w:t>
            </w:r>
          </w:p>
        </w:tc>
      </w:tr>
    </w:tbl>
    <w:p w:rsidR="00076BB7" w:rsidRDefault="00076BB7"/>
    <w:p w:rsidR="00076BB7" w:rsidRDefault="00076BB7">
      <w:pPr>
        <w:pStyle w:val="ThinDelim"/>
      </w:pPr>
    </w:p>
    <w:p w:rsidR="00076BB7" w:rsidRDefault="00076BB7">
      <w:pPr>
        <w:ind w:left="200"/>
      </w:pPr>
      <w:r>
        <w:rPr>
          <w:rStyle w:val="Subst"/>
          <w:bCs/>
          <w:iCs/>
        </w:rPr>
        <w:t>Доли участия в уставном капитале эмитента/обыкновенных акций не имеет</w:t>
      </w: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76BB7" w:rsidRDefault="00076BB7">
      <w:pPr>
        <w:ind w:left="400"/>
      </w:pPr>
      <w:r>
        <w:rPr>
          <w:rStyle w:val="Subst"/>
          <w:bCs/>
          <w:iCs/>
        </w:rPr>
        <w:t>Указанных родственных связей нет</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r>
        <w:t>ФИО:</w:t>
      </w:r>
      <w:r>
        <w:rPr>
          <w:rStyle w:val="Subst"/>
          <w:bCs/>
          <w:iCs/>
        </w:rPr>
        <w:t xml:space="preserve"> Гитис Леонид Маркович</w:t>
      </w:r>
    </w:p>
    <w:p w:rsidR="00076BB7" w:rsidRDefault="00076BB7">
      <w:pPr>
        <w:ind w:left="200"/>
      </w:pPr>
      <w:r>
        <w:t>Год рождения:</w:t>
      </w:r>
      <w:r>
        <w:rPr>
          <w:rStyle w:val="Subst"/>
          <w:bCs/>
          <w:iCs/>
        </w:rPr>
        <w:t xml:space="preserve"> 1985</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2011</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ОАО «Калининградоблбыттехника»</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директор</w:t>
            </w:r>
          </w:p>
        </w:tc>
      </w:tr>
    </w:tbl>
    <w:p w:rsidR="00076BB7" w:rsidRDefault="00076BB7"/>
    <w:p w:rsidR="00076BB7" w:rsidRDefault="00076BB7">
      <w:pPr>
        <w:pStyle w:val="ThinDelim"/>
      </w:pPr>
    </w:p>
    <w:p w:rsidR="00076BB7" w:rsidRDefault="00076BB7">
      <w:pPr>
        <w:ind w:left="200"/>
      </w:pPr>
      <w:r>
        <w:rPr>
          <w:rStyle w:val="Subst"/>
          <w:bCs/>
          <w:iCs/>
        </w:rPr>
        <w:t>Доли участия в уставном капитале эмитента/обыкновенных акций не имеет</w:t>
      </w: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bCs/>
          <w:iCs/>
        </w:rPr>
        <w:t>Является сыном Гитис Марка Леонтивича и Гитис Галины Кимовны</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r>
        <w:t>ФИО:</w:t>
      </w:r>
      <w:r>
        <w:rPr>
          <w:rStyle w:val="Subst"/>
          <w:bCs/>
          <w:iCs/>
        </w:rPr>
        <w:t xml:space="preserve"> Гитис Марк Леонтьевич</w:t>
      </w:r>
    </w:p>
    <w:p w:rsidR="00076BB7" w:rsidRDefault="00076BB7">
      <w:pPr>
        <w:ind w:left="200"/>
      </w:pPr>
      <w:r>
        <w:t>Год рождения:</w:t>
      </w:r>
      <w:r>
        <w:rPr>
          <w:rStyle w:val="Subst"/>
          <w:bCs/>
          <w:iCs/>
        </w:rPr>
        <w:t xml:space="preserve"> 1954</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2002</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ООО "Играмит"</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директор</w:t>
            </w:r>
          </w:p>
        </w:tc>
      </w:tr>
    </w:tbl>
    <w:p w:rsidR="00076BB7" w:rsidRDefault="00076BB7"/>
    <w:p w:rsidR="00076BB7" w:rsidRDefault="00076BB7">
      <w:pPr>
        <w:pStyle w:val="ThinDelim"/>
      </w:pPr>
    </w:p>
    <w:p w:rsidR="00076BB7" w:rsidRDefault="00076BB7">
      <w:pPr>
        <w:ind w:left="200"/>
      </w:pPr>
      <w:r>
        <w:t>Доля участия лица в уставном капитале эмитента, %:</w:t>
      </w:r>
      <w:r>
        <w:rPr>
          <w:rStyle w:val="Subst"/>
          <w:bCs/>
          <w:iCs/>
        </w:rPr>
        <w:t xml:space="preserve"> 24.99</w:t>
      </w:r>
    </w:p>
    <w:p w:rsidR="00076BB7" w:rsidRDefault="00076BB7">
      <w:pPr>
        <w:ind w:left="200"/>
      </w:pPr>
      <w:r>
        <w:t>Доля принадлежащих лицу обыкновенных акций эмитента, %:</w:t>
      </w:r>
      <w:r>
        <w:rPr>
          <w:rStyle w:val="Subst"/>
          <w:bCs/>
          <w:iCs/>
        </w:rPr>
        <w:t xml:space="preserve"> 24.99</w:t>
      </w:r>
    </w:p>
    <w:p w:rsidR="00076BB7" w:rsidRDefault="00076BB7">
      <w:pPr>
        <w:ind w:left="200"/>
      </w:pP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bCs/>
          <w:iCs/>
        </w:rPr>
        <w:t>является мужем Гитис Галины Кимовны.</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p>
    <w:p w:rsidR="00076BB7" w:rsidRDefault="00076BB7">
      <w:pPr>
        <w:pStyle w:val="Heading2"/>
      </w:pPr>
      <w:r>
        <w:t>5.2.2. Информация о единоличном исполнительном органе эмитента</w:t>
      </w:r>
    </w:p>
    <w:p w:rsidR="00076BB7" w:rsidRDefault="00076BB7">
      <w:pPr>
        <w:ind w:left="200"/>
      </w:pPr>
    </w:p>
    <w:p w:rsidR="00076BB7" w:rsidRDefault="00076BB7">
      <w:pPr>
        <w:ind w:left="200"/>
      </w:pPr>
    </w:p>
    <w:p w:rsidR="00076BB7" w:rsidRDefault="00076BB7">
      <w:pPr>
        <w:ind w:left="200"/>
      </w:pPr>
      <w:r>
        <w:t>ФИО:</w:t>
      </w:r>
      <w:r>
        <w:rPr>
          <w:rStyle w:val="Subst"/>
          <w:bCs/>
          <w:iCs/>
        </w:rPr>
        <w:t xml:space="preserve"> Гитис Леонид Маркович</w:t>
      </w:r>
    </w:p>
    <w:p w:rsidR="00076BB7" w:rsidRDefault="00076BB7">
      <w:pPr>
        <w:ind w:left="200"/>
      </w:pPr>
      <w:r>
        <w:t>Год рождения:</w:t>
      </w:r>
      <w:r>
        <w:rPr>
          <w:rStyle w:val="Subst"/>
          <w:bCs/>
          <w:iCs/>
        </w:rPr>
        <w:t xml:space="preserve"> 1985</w:t>
      </w:r>
    </w:p>
    <w:p w:rsidR="00076BB7" w:rsidRDefault="00076BB7">
      <w:pPr>
        <w:pStyle w:val="ThinDelim"/>
      </w:pPr>
    </w:p>
    <w:p w:rsidR="00076BB7" w:rsidRDefault="00076BB7">
      <w:pPr>
        <w:ind w:left="200"/>
      </w:pPr>
      <w:r>
        <w:t>Образование:</w:t>
      </w:r>
      <w:r>
        <w:br/>
      </w:r>
      <w:r>
        <w:rPr>
          <w:rStyle w:val="Subst"/>
          <w:bCs/>
          <w:iCs/>
        </w:rPr>
        <w:t>высшее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22.03.2011</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наст.</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ОАО «Калининградоблбыттехника»</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Ген. директор</w:t>
            </w:r>
          </w:p>
        </w:tc>
      </w:tr>
    </w:tbl>
    <w:p w:rsidR="00076BB7" w:rsidRDefault="00076BB7"/>
    <w:p w:rsidR="00076BB7" w:rsidRDefault="00076BB7">
      <w:pPr>
        <w:pStyle w:val="ThinDelim"/>
      </w:pPr>
    </w:p>
    <w:p w:rsidR="00076BB7" w:rsidRDefault="00076BB7">
      <w:pPr>
        <w:ind w:left="200"/>
      </w:pPr>
      <w:r>
        <w:rPr>
          <w:rStyle w:val="Subst"/>
          <w:bCs/>
          <w:iCs/>
        </w:rPr>
        <w:t>Доли участия в уставном капитале эмитента/обыкновенных акций не имеет</w:t>
      </w: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bCs/>
          <w:iCs/>
        </w:rPr>
        <w:t>является сыном Гитис Галины Кимовны и Гитис Марка Леонтьевича</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pStyle w:val="Heading2"/>
      </w:pPr>
      <w:r>
        <w:t>5.2.3. Состав коллегиального исполнительного органа эмитента</w:t>
      </w:r>
    </w:p>
    <w:p w:rsidR="00076BB7" w:rsidRDefault="00076BB7">
      <w:pPr>
        <w:ind w:left="200"/>
      </w:pPr>
      <w:r>
        <w:rPr>
          <w:rStyle w:val="Subst"/>
          <w:bCs/>
          <w:iCs/>
        </w:rPr>
        <w:t>Коллегиальный исполнительный орган не предусмотрен</w:t>
      </w:r>
    </w:p>
    <w:p w:rsidR="00076BB7" w:rsidRDefault="00076BB7">
      <w:pPr>
        <w:pStyle w:val="Heading2"/>
      </w:pPr>
      <w:r>
        <w:t>5.3. Сведения о размере вознаграждения, льгот и/или компенсации расходов по каждому органу управления эмитента</w:t>
      </w:r>
    </w:p>
    <w:p w:rsidR="00076BB7" w:rsidRDefault="00076BB7">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076BB7" w:rsidRDefault="00076BB7">
      <w:pPr>
        <w:pStyle w:val="SubHeading"/>
        <w:ind w:left="200"/>
      </w:pPr>
      <w:r>
        <w:t>Совет директоров</w:t>
      </w:r>
    </w:p>
    <w:p w:rsidR="00076BB7" w:rsidRDefault="00076BB7">
      <w:pPr>
        <w:pStyle w:val="ThinDelim"/>
      </w:pPr>
    </w:p>
    <w:tbl>
      <w:tblPr>
        <w:tblW w:w="0" w:type="auto"/>
        <w:tblLayout w:type="fixed"/>
        <w:tblCellMar>
          <w:left w:w="72" w:type="dxa"/>
          <w:right w:w="72" w:type="dxa"/>
        </w:tblCellMar>
        <w:tblLook w:val="0000"/>
      </w:tblPr>
      <w:tblGrid>
        <w:gridCol w:w="7632"/>
        <w:gridCol w:w="2520"/>
      </w:tblGrid>
      <w:tr w:rsidR="00076BB7" w:rsidRPr="008C5BD2">
        <w:tc>
          <w:tcPr>
            <w:tcW w:w="7632" w:type="dxa"/>
            <w:tcBorders>
              <w:top w:val="double" w:sz="6" w:space="0" w:color="auto"/>
              <w:left w:val="double" w:sz="6" w:space="0" w:color="auto"/>
              <w:bottom w:val="single" w:sz="6" w:space="0" w:color="auto"/>
              <w:right w:val="single" w:sz="6" w:space="0" w:color="auto"/>
            </w:tcBorders>
          </w:tcPr>
          <w:p w:rsidR="00076BB7" w:rsidRPr="008C5BD2" w:rsidRDefault="00076BB7">
            <w:r w:rsidRPr="008C5BD2">
              <w:t>Вознаграждение, руб.</w:t>
            </w:r>
          </w:p>
        </w:tc>
        <w:tc>
          <w:tcPr>
            <w:tcW w:w="2520" w:type="dxa"/>
            <w:tcBorders>
              <w:top w:val="doub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Заработная плата,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Премии,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Комиссионные,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Льготы,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Компенсации расходов,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Иные имущественные представления,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Иное,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 руб.</w:t>
            </w:r>
          </w:p>
        </w:tc>
        <w:tc>
          <w:tcPr>
            <w:tcW w:w="252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400"/>
      </w:pPr>
      <w:r>
        <w:t>Cведения о существующих соглашениях относительно таких выплат в текущем финансовом году:</w:t>
      </w:r>
      <w:r>
        <w:br/>
      </w:r>
      <w:r>
        <w:rPr>
          <w:rStyle w:val="Subst"/>
          <w:bCs/>
          <w:iCs/>
        </w:rPr>
        <w:t>Члены органов управления эмитента не имеют каких-либо вознаграждений за свою работу ,а также и компенсаций и льгот.</w:t>
      </w:r>
    </w:p>
    <w:p w:rsidR="00076BB7" w:rsidRDefault="00076BB7">
      <w:pPr>
        <w:pStyle w:val="ThinDelim"/>
      </w:pPr>
    </w:p>
    <w:p w:rsidR="00076BB7" w:rsidRDefault="00076BB7">
      <w:pPr>
        <w:ind w:left="4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076BB7" w:rsidRDefault="00076BB7">
      <w:pPr>
        <w:ind w:left="600"/>
      </w:pPr>
      <w:r>
        <w:rPr>
          <w:rStyle w:val="Subst"/>
          <w:bCs/>
          <w:iCs/>
        </w:rPr>
        <w:t>Указанных фактов не было</w:t>
      </w:r>
    </w:p>
    <w:p w:rsidR="00076BB7" w:rsidRDefault="00076BB7">
      <w:pPr>
        <w:pStyle w:val="Heading2"/>
      </w:pPr>
      <w:r>
        <w:t>5.4. Сведения о структуре и компетенции органов контроля за финансово-хозяйственной деятельностью эмитента</w:t>
      </w:r>
    </w:p>
    <w:p w:rsidR="00076BB7" w:rsidRDefault="00076BB7">
      <w:pPr>
        <w:ind w:left="200"/>
      </w:pPr>
      <w:r>
        <w:t>Приводится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эмитента:</w:t>
      </w:r>
      <w:r>
        <w:br/>
      </w:r>
      <w:r>
        <w:rPr>
          <w:rStyle w:val="Subst"/>
          <w:bCs/>
          <w:iCs/>
        </w:rPr>
        <w:t>Органом контроля за финансово хозяйственной деятельностью эмитента является ревизионная комиссия.</w:t>
      </w:r>
    </w:p>
    <w:p w:rsidR="00076BB7" w:rsidRDefault="00076BB7">
      <w:pPr>
        <w:ind w:left="200"/>
      </w:pPr>
    </w:p>
    <w:p w:rsidR="00076BB7" w:rsidRDefault="00076BB7">
      <w:pPr>
        <w:ind w:left="200"/>
      </w:pPr>
    </w:p>
    <w:p w:rsidR="00076BB7" w:rsidRDefault="00076BB7">
      <w:pPr>
        <w:pStyle w:val="Heading2"/>
      </w:pPr>
      <w:r>
        <w:t>5.5. Информация о лицах, входящих в состав органов контроля за финансово-хозяйственной деятельностью эмитента</w:t>
      </w:r>
    </w:p>
    <w:p w:rsidR="00076BB7" w:rsidRDefault="00076BB7">
      <w:pPr>
        <w:ind w:left="200"/>
      </w:pPr>
      <w:r>
        <w:t>Наименование органа контроля за финансово-хозяйственной деятельностью эмитента:</w:t>
      </w:r>
      <w:r>
        <w:rPr>
          <w:rStyle w:val="Subst"/>
          <w:bCs/>
          <w:iCs/>
        </w:rPr>
        <w:t xml:space="preserve"> ревизионная комиссия.</w:t>
      </w:r>
    </w:p>
    <w:p w:rsidR="00076BB7" w:rsidRDefault="00076BB7">
      <w:pPr>
        <w:ind w:left="200"/>
      </w:pPr>
      <w:r>
        <w:t>ФИО:</w:t>
      </w:r>
      <w:r>
        <w:rPr>
          <w:rStyle w:val="Subst"/>
          <w:bCs/>
          <w:iCs/>
        </w:rPr>
        <w:t xml:space="preserve"> Мозолькова Лидия Васильевна</w:t>
      </w:r>
    </w:p>
    <w:p w:rsidR="00076BB7" w:rsidRDefault="00076BB7">
      <w:pPr>
        <w:ind w:left="200"/>
      </w:pPr>
      <w:r>
        <w:t>Год рождения:</w:t>
      </w:r>
      <w:r>
        <w:rPr>
          <w:rStyle w:val="Subst"/>
          <w:bCs/>
          <w:iCs/>
        </w:rPr>
        <w:t xml:space="preserve"> 1937</w:t>
      </w:r>
    </w:p>
    <w:p w:rsidR="00076BB7" w:rsidRDefault="00076BB7">
      <w:pPr>
        <w:pStyle w:val="ThinDelim"/>
      </w:pPr>
    </w:p>
    <w:p w:rsidR="00076BB7" w:rsidRDefault="00076BB7">
      <w:pPr>
        <w:ind w:left="200"/>
      </w:pPr>
      <w:r>
        <w:t>Образование:</w:t>
      </w:r>
      <w:r>
        <w:br/>
      </w:r>
      <w:r>
        <w:rPr>
          <w:rStyle w:val="Subst"/>
          <w:bCs/>
          <w:iCs/>
        </w:rPr>
        <w:t>среднее специальное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2008</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ООО "Играмит"</w:t>
            </w:r>
          </w:p>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r w:rsidRPr="008C5BD2">
              <w:t>главный бухгалтер</w:t>
            </w:r>
          </w:p>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1999</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2008</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ОАО «Калининградоблбыттехника»</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бухгалтер</w:t>
            </w:r>
          </w:p>
        </w:tc>
      </w:tr>
    </w:tbl>
    <w:p w:rsidR="00076BB7" w:rsidRDefault="00076BB7"/>
    <w:p w:rsidR="00076BB7" w:rsidRDefault="00076BB7">
      <w:pPr>
        <w:pStyle w:val="ThinDelim"/>
      </w:pPr>
    </w:p>
    <w:p w:rsidR="00076BB7" w:rsidRDefault="00076BB7">
      <w:pPr>
        <w:ind w:left="200"/>
      </w:pPr>
      <w:r>
        <w:rPr>
          <w:rStyle w:val="Subst"/>
          <w:bCs/>
          <w:iCs/>
        </w:rPr>
        <w:t>Доли участия в уставном капитале эмитента/обыкновенных акций не имеет</w:t>
      </w: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76BB7" w:rsidRDefault="00076BB7">
      <w:pPr>
        <w:ind w:left="400"/>
      </w:pPr>
      <w:r>
        <w:rPr>
          <w:rStyle w:val="Subst"/>
          <w:bCs/>
          <w:iCs/>
        </w:rPr>
        <w:t>Указанных родственных связей нет</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r>
        <w:t>ФИО:</w:t>
      </w:r>
      <w:r>
        <w:rPr>
          <w:rStyle w:val="Subst"/>
          <w:bCs/>
          <w:iCs/>
        </w:rPr>
        <w:t xml:space="preserve"> Пятницкая Лидия Михайловна</w:t>
      </w:r>
    </w:p>
    <w:p w:rsidR="00076BB7" w:rsidRDefault="00076BB7">
      <w:pPr>
        <w:ind w:left="200"/>
      </w:pPr>
      <w:r>
        <w:t>Год рождения:</w:t>
      </w:r>
      <w:r>
        <w:rPr>
          <w:rStyle w:val="Subst"/>
          <w:bCs/>
          <w:iCs/>
        </w:rPr>
        <w:t xml:space="preserve"> 1950</w:t>
      </w:r>
    </w:p>
    <w:p w:rsidR="00076BB7" w:rsidRDefault="00076BB7">
      <w:pPr>
        <w:pStyle w:val="ThinDelim"/>
      </w:pPr>
    </w:p>
    <w:p w:rsidR="00076BB7" w:rsidRDefault="00076BB7">
      <w:pPr>
        <w:ind w:left="200"/>
      </w:pPr>
      <w:r>
        <w:t>Образование:</w:t>
      </w:r>
      <w:r>
        <w:br/>
      </w:r>
      <w:r>
        <w:rPr>
          <w:rStyle w:val="Subst"/>
          <w:bCs/>
          <w:iCs/>
        </w:rPr>
        <w:t>среднее специальное</w:t>
      </w:r>
    </w:p>
    <w:p w:rsidR="00076BB7" w:rsidRDefault="00076BB7">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76BB7" w:rsidRDefault="00076BB7">
      <w:pPr>
        <w:pStyle w:val="ThinDelim"/>
      </w:pPr>
    </w:p>
    <w:tbl>
      <w:tblPr>
        <w:tblW w:w="0" w:type="auto"/>
        <w:tblLayout w:type="fixed"/>
        <w:tblCellMar>
          <w:left w:w="72" w:type="dxa"/>
          <w:right w:w="72" w:type="dxa"/>
        </w:tblCellMar>
        <w:tblLook w:val="0000"/>
      </w:tblPr>
      <w:tblGrid>
        <w:gridCol w:w="1332"/>
        <w:gridCol w:w="1260"/>
        <w:gridCol w:w="3980"/>
        <w:gridCol w:w="2680"/>
      </w:tblGrid>
      <w:tr w:rsidR="00076BB7" w:rsidRPr="008C5BD2">
        <w:tc>
          <w:tcPr>
            <w:tcW w:w="2592" w:type="dxa"/>
            <w:gridSpan w:val="2"/>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Период</w:t>
            </w:r>
          </w:p>
        </w:tc>
        <w:tc>
          <w:tcPr>
            <w:tcW w:w="398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Должность</w:t>
            </w:r>
          </w:p>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с</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13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2008</w:t>
            </w:r>
          </w:p>
        </w:tc>
        <w:tc>
          <w:tcPr>
            <w:tcW w:w="126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наст.вр.</w:t>
            </w:r>
          </w:p>
        </w:tc>
        <w:tc>
          <w:tcPr>
            <w:tcW w:w="3980" w:type="dxa"/>
            <w:tcBorders>
              <w:top w:val="single" w:sz="6" w:space="0" w:color="auto"/>
              <w:left w:val="single" w:sz="6" w:space="0" w:color="auto"/>
              <w:bottom w:val="single" w:sz="6" w:space="0" w:color="auto"/>
              <w:right w:val="single" w:sz="6" w:space="0" w:color="auto"/>
            </w:tcBorders>
          </w:tcPr>
          <w:p w:rsidR="00076BB7" w:rsidRPr="008C5BD2" w:rsidRDefault="00076BB7">
            <w:r w:rsidRPr="008C5BD2">
              <w:t>ООО "Играмит"</w:t>
            </w:r>
          </w:p>
        </w:tc>
        <w:tc>
          <w:tcPr>
            <w:tcW w:w="2680" w:type="dxa"/>
            <w:tcBorders>
              <w:top w:val="single" w:sz="6" w:space="0" w:color="auto"/>
              <w:left w:val="single" w:sz="6" w:space="0" w:color="auto"/>
              <w:bottom w:val="single" w:sz="6" w:space="0" w:color="auto"/>
              <w:right w:val="double" w:sz="6" w:space="0" w:color="auto"/>
            </w:tcBorders>
          </w:tcPr>
          <w:p w:rsidR="00076BB7" w:rsidRPr="008C5BD2" w:rsidRDefault="00076BB7">
            <w:r w:rsidRPr="008C5BD2">
              <w:t>бухгалтер</w:t>
            </w:r>
          </w:p>
        </w:tc>
      </w:tr>
      <w:tr w:rsidR="00076BB7" w:rsidRPr="008C5BD2">
        <w:tc>
          <w:tcPr>
            <w:tcW w:w="13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1999</w:t>
            </w:r>
          </w:p>
        </w:tc>
        <w:tc>
          <w:tcPr>
            <w:tcW w:w="126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2008</w:t>
            </w:r>
          </w:p>
        </w:tc>
        <w:tc>
          <w:tcPr>
            <w:tcW w:w="3980" w:type="dxa"/>
            <w:tcBorders>
              <w:top w:val="single" w:sz="6" w:space="0" w:color="auto"/>
              <w:left w:val="single" w:sz="6" w:space="0" w:color="auto"/>
              <w:bottom w:val="double" w:sz="6" w:space="0" w:color="auto"/>
              <w:right w:val="single" w:sz="6" w:space="0" w:color="auto"/>
            </w:tcBorders>
          </w:tcPr>
          <w:p w:rsidR="00076BB7" w:rsidRPr="008C5BD2" w:rsidRDefault="00076BB7">
            <w:r w:rsidRPr="008C5BD2">
              <w:t>ОАО «Калининградоблбыттехника»</w:t>
            </w:r>
          </w:p>
        </w:tc>
        <w:tc>
          <w:tcPr>
            <w:tcW w:w="268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бухгалтер</w:t>
            </w:r>
          </w:p>
        </w:tc>
      </w:tr>
    </w:tbl>
    <w:p w:rsidR="00076BB7" w:rsidRDefault="00076BB7"/>
    <w:p w:rsidR="00076BB7" w:rsidRDefault="00076BB7">
      <w:pPr>
        <w:pStyle w:val="ThinDelim"/>
      </w:pPr>
    </w:p>
    <w:p w:rsidR="00076BB7" w:rsidRDefault="00076BB7">
      <w:pPr>
        <w:ind w:left="200"/>
      </w:pPr>
      <w:r>
        <w:rPr>
          <w:rStyle w:val="Subst"/>
          <w:bCs/>
          <w:iCs/>
        </w:rPr>
        <w:t>Доли участия в уставном капитале эмитента/обыкновенных акций не имеет</w:t>
      </w:r>
    </w:p>
    <w:p w:rsidR="00076BB7" w:rsidRDefault="00076BB7">
      <w:pPr>
        <w:pStyle w:val="ThinDelim"/>
      </w:pPr>
    </w:p>
    <w:p w:rsidR="00076BB7" w:rsidRDefault="00076BB7">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bCs/>
          <w:iCs/>
        </w:rPr>
        <w:t xml:space="preserve"> эмитент не выпускал опционов</w:t>
      </w:r>
    </w:p>
    <w:p w:rsidR="00076BB7" w:rsidRDefault="00076BB7">
      <w:pPr>
        <w:pStyle w:val="ThinDelim"/>
      </w:pPr>
    </w:p>
    <w:p w:rsidR="00076BB7" w:rsidRDefault="00076BB7">
      <w:pPr>
        <w:pStyle w:val="SubHeading"/>
        <w:ind w:left="200"/>
      </w:pPr>
      <w:r>
        <w:t>Доли участия лица в уставном (складочном) капитале (паевом фонде) дочерних и зависимых обществ эмитента</w:t>
      </w:r>
    </w:p>
    <w:p w:rsidR="00076BB7" w:rsidRDefault="00076BB7">
      <w:pPr>
        <w:ind w:left="400"/>
      </w:pPr>
      <w:r>
        <w:rPr>
          <w:rStyle w:val="Subst"/>
          <w:bCs/>
          <w:iCs/>
        </w:rPr>
        <w:t>Лицо указанных долей не имеет</w:t>
      </w:r>
    </w:p>
    <w:p w:rsidR="00076BB7" w:rsidRDefault="00076BB7">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76BB7" w:rsidRDefault="00076BB7">
      <w:pPr>
        <w:ind w:left="400"/>
      </w:pPr>
      <w:r>
        <w:rPr>
          <w:rStyle w:val="Subst"/>
          <w:bCs/>
          <w:iCs/>
        </w:rPr>
        <w:t>Указанных родственных связей нет</w:t>
      </w:r>
    </w:p>
    <w:p w:rsidR="00076BB7" w:rsidRDefault="00076BB7">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76BB7" w:rsidRDefault="00076BB7">
      <w:pPr>
        <w:ind w:left="400"/>
      </w:pPr>
      <w:r>
        <w:rPr>
          <w:rStyle w:val="Subst"/>
          <w:bCs/>
          <w:iCs/>
        </w:rPr>
        <w:t>Лицо к указанным видам ответственности не привлекалось</w:t>
      </w:r>
    </w:p>
    <w:p w:rsidR="00076BB7" w:rsidRDefault="00076BB7">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76BB7" w:rsidRDefault="00076BB7">
      <w:pPr>
        <w:ind w:left="400"/>
      </w:pPr>
      <w:r>
        <w:rPr>
          <w:rStyle w:val="Subst"/>
          <w:bCs/>
          <w:iCs/>
        </w:rPr>
        <w:t>Лицо указанных должностей не занимало</w:t>
      </w:r>
    </w:p>
    <w:p w:rsidR="00076BB7" w:rsidRDefault="00076BB7">
      <w:pPr>
        <w:ind w:left="200"/>
      </w:pPr>
    </w:p>
    <w:p w:rsidR="00076BB7" w:rsidRDefault="00076BB7">
      <w:pPr>
        <w:ind w:left="200"/>
      </w:pPr>
    </w:p>
    <w:p w:rsidR="00076BB7" w:rsidRDefault="00076BB7">
      <w:pPr>
        <w:pStyle w:val="Heading2"/>
      </w:pPr>
      <w:r>
        <w:t>5.6. Сведения о размере вознаграждения, льгот и/или компенсации расходов по органу контроля за финансово-хозяйственной деятельностью эмитента</w:t>
      </w:r>
    </w:p>
    <w:p w:rsidR="00076BB7" w:rsidRDefault="00076BB7">
      <w:pPr>
        <w:ind w:left="200"/>
      </w:pPr>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076BB7" w:rsidRDefault="00076BB7">
      <w:pPr>
        <w:ind w:left="200"/>
      </w:pPr>
      <w:r>
        <w:t>Наименование органа контроля за финансово-хозяйственной деятельностью эмитента:</w:t>
      </w:r>
      <w:r>
        <w:rPr>
          <w:rStyle w:val="Subst"/>
          <w:bCs/>
          <w:iCs/>
        </w:rPr>
        <w:t xml:space="preserve"> ревизионная комиссия.</w:t>
      </w:r>
    </w:p>
    <w:p w:rsidR="00076BB7" w:rsidRDefault="00076BB7">
      <w:pPr>
        <w:pStyle w:val="ThinDelim"/>
      </w:pPr>
    </w:p>
    <w:tbl>
      <w:tblPr>
        <w:tblW w:w="0" w:type="auto"/>
        <w:tblLayout w:type="fixed"/>
        <w:tblCellMar>
          <w:left w:w="72" w:type="dxa"/>
          <w:right w:w="72" w:type="dxa"/>
        </w:tblCellMar>
        <w:tblLook w:val="0000"/>
      </w:tblPr>
      <w:tblGrid>
        <w:gridCol w:w="7632"/>
        <w:gridCol w:w="2520"/>
      </w:tblGrid>
      <w:tr w:rsidR="00076BB7" w:rsidRPr="008C5BD2">
        <w:tc>
          <w:tcPr>
            <w:tcW w:w="7632" w:type="dxa"/>
            <w:tcBorders>
              <w:top w:val="double" w:sz="6" w:space="0" w:color="auto"/>
              <w:left w:val="double" w:sz="6" w:space="0" w:color="auto"/>
              <w:bottom w:val="single" w:sz="6" w:space="0" w:color="auto"/>
              <w:right w:val="single" w:sz="6" w:space="0" w:color="auto"/>
            </w:tcBorders>
          </w:tcPr>
          <w:p w:rsidR="00076BB7" w:rsidRPr="008C5BD2" w:rsidRDefault="00076BB7">
            <w:r w:rsidRPr="008C5BD2">
              <w:t>Вознаграждение, руб.</w:t>
            </w:r>
          </w:p>
        </w:tc>
        <w:tc>
          <w:tcPr>
            <w:tcW w:w="2520" w:type="dxa"/>
            <w:tcBorders>
              <w:top w:val="doub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Заработная плата,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Премии,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Комиссионные,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Льготы,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Компенсации расходов,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Иные имущественные представления,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Иное, руб.</w:t>
            </w:r>
          </w:p>
        </w:tc>
        <w:tc>
          <w:tcPr>
            <w:tcW w:w="252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76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 руб.</w:t>
            </w:r>
          </w:p>
        </w:tc>
        <w:tc>
          <w:tcPr>
            <w:tcW w:w="252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r>
        <w:t>Cведения о существующих соглашениях относительно таких выплат в текущем финансовом году:</w:t>
      </w:r>
      <w:r>
        <w:br/>
      </w:r>
      <w:r>
        <w:rPr>
          <w:rStyle w:val="Subst"/>
          <w:bCs/>
          <w:iCs/>
        </w:rPr>
        <w:t>Члены ревизионной комиссии получают заработную плату помесячно, согласно штатного расписания. Премиальные либо какие –то другие доплаты в ОАО «Калининградоблбыттехника» не предусмотрены.</w:t>
      </w:r>
    </w:p>
    <w:p w:rsidR="00076BB7" w:rsidRDefault="00076BB7">
      <w:pPr>
        <w:pStyle w:val="ThinDelim"/>
      </w:pPr>
    </w:p>
    <w:p w:rsidR="00076BB7" w:rsidRDefault="00076BB7">
      <w:pPr>
        <w:ind w:left="2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076BB7" w:rsidRDefault="00076BB7">
      <w:pPr>
        <w:ind w:left="400"/>
      </w:pPr>
      <w:r>
        <w:rPr>
          <w:rStyle w:val="Subst"/>
          <w:bCs/>
          <w:iCs/>
        </w:rPr>
        <w:t>Указанных фактов не было</w:t>
      </w:r>
    </w:p>
    <w:p w:rsidR="00076BB7" w:rsidRDefault="00076BB7">
      <w:pPr>
        <w:ind w:left="200"/>
      </w:pPr>
    </w:p>
    <w:p w:rsidR="00076BB7" w:rsidRDefault="00076BB7">
      <w:pPr>
        <w:pStyle w:val="Heading2"/>
      </w:pPr>
      <w: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p>
    <w:p w:rsidR="00076BB7" w:rsidRDefault="00076BB7">
      <w:pPr>
        <w:ind w:left="2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6492"/>
        <w:gridCol w:w="1360"/>
      </w:tblGrid>
      <w:tr w:rsidR="00076BB7" w:rsidRPr="008C5BD2">
        <w:tc>
          <w:tcPr>
            <w:tcW w:w="64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2 кв. 2011</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Среднесписочная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Доля сотрудников эмитента, имеющих высшее профессиональное образование, %</w:t>
            </w:r>
          </w:p>
        </w:tc>
        <w:tc>
          <w:tcPr>
            <w:tcW w:w="13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Объем денежных средств, направленных на оплату труда</w:t>
            </w:r>
          </w:p>
        </w:tc>
        <w:tc>
          <w:tcPr>
            <w:tcW w:w="13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Объем денежных средств, направленных на социальное обеспечение</w:t>
            </w:r>
          </w:p>
        </w:tc>
        <w:tc>
          <w:tcPr>
            <w:tcW w:w="13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Общий объем израсходованных денежных средств</w:t>
            </w:r>
          </w:p>
        </w:tc>
        <w:tc>
          <w:tcPr>
            <w:tcW w:w="13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Heading2"/>
      </w:pPr>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076BB7" w:rsidRDefault="00076BB7">
      <w:pPr>
        <w:ind w:left="200"/>
      </w:pPr>
      <w:r>
        <w:rPr>
          <w:rStyle w:val="Subst"/>
          <w:bCs/>
          <w:iCs/>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076BB7" w:rsidRDefault="00076BB7">
      <w:pPr>
        <w:pStyle w:val="Heading1"/>
      </w:pPr>
      <w:r>
        <w:t>VI. Сведения об участниках (акционерах) эмитента и о совершенных эмитентом сделках, в совершении которых имелась заинтересованность</w:t>
      </w:r>
    </w:p>
    <w:p w:rsidR="00076BB7" w:rsidRDefault="00076BB7">
      <w:pPr>
        <w:pStyle w:val="Heading2"/>
      </w:pPr>
      <w:r>
        <w:t>6.1. Сведения об общем количестве акционеров (участников) эмитента</w:t>
      </w:r>
    </w:p>
    <w:p w:rsidR="00076BB7" w:rsidRDefault="00076BB7">
      <w:r>
        <w:t>Общее количество лиц, зарегистрированных в реестре акционеров эмитента на дату окончания последнего отчетного квартала:</w:t>
      </w:r>
      <w:r>
        <w:rPr>
          <w:rStyle w:val="Subst"/>
          <w:bCs/>
          <w:iCs/>
        </w:rPr>
        <w:t xml:space="preserve"> 151</w:t>
      </w:r>
    </w:p>
    <w:p w:rsidR="00076BB7" w:rsidRDefault="00076BB7">
      <w:r>
        <w:t>Общее количество номинальных держателей акций эмитента:</w:t>
      </w:r>
      <w:r>
        <w:rPr>
          <w:rStyle w:val="Subst"/>
          <w:bCs/>
          <w:iCs/>
        </w:rPr>
        <w:t xml:space="preserve"> 151</w:t>
      </w:r>
    </w:p>
    <w:p w:rsidR="00076BB7" w:rsidRDefault="00076BB7">
      <w:pPr>
        <w:pStyle w:val="Heading2"/>
      </w:pPr>
      <w: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076BB7" w:rsidRDefault="00076BB7">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076BB7" w:rsidRDefault="00076BB7">
      <w:pPr>
        <w:ind w:left="200"/>
      </w:pPr>
    </w:p>
    <w:p w:rsidR="00076BB7" w:rsidRDefault="00076BB7">
      <w:pPr>
        <w:ind w:left="200"/>
      </w:pPr>
      <w:r>
        <w:t>ФИО:</w:t>
      </w:r>
      <w:r>
        <w:rPr>
          <w:rStyle w:val="Subst"/>
          <w:bCs/>
          <w:iCs/>
        </w:rPr>
        <w:t xml:space="preserve"> Долинский Олег Иосифович</w:t>
      </w:r>
    </w:p>
    <w:p w:rsidR="00076BB7" w:rsidRDefault="00076BB7">
      <w:pPr>
        <w:ind w:left="200"/>
      </w:pPr>
      <w:r>
        <w:t>Доля участия лица в уставном капитале эмитента, %:</w:t>
      </w:r>
      <w:r>
        <w:rPr>
          <w:rStyle w:val="Subst"/>
          <w:bCs/>
          <w:iCs/>
        </w:rPr>
        <w:t xml:space="preserve"> 24.99</w:t>
      </w:r>
    </w:p>
    <w:p w:rsidR="00076BB7" w:rsidRDefault="00076BB7">
      <w:pPr>
        <w:ind w:left="200"/>
      </w:pPr>
      <w:r>
        <w:t>Доля принадлежащих лицу обыкновенных акций эмитента, %:</w:t>
      </w:r>
      <w:r>
        <w:rPr>
          <w:rStyle w:val="Subst"/>
          <w:bCs/>
          <w:iCs/>
        </w:rPr>
        <w:t xml:space="preserve"> 24.99</w:t>
      </w:r>
    </w:p>
    <w:p w:rsidR="00076BB7" w:rsidRDefault="00076BB7">
      <w:pPr>
        <w:ind w:left="200"/>
      </w:pPr>
    </w:p>
    <w:p w:rsidR="00076BB7" w:rsidRDefault="00076BB7">
      <w:pPr>
        <w:ind w:left="200"/>
      </w:pPr>
    </w:p>
    <w:p w:rsidR="00076BB7" w:rsidRDefault="00076BB7">
      <w:pPr>
        <w:ind w:left="200"/>
      </w:pPr>
      <w:r>
        <w:t>ФИО:</w:t>
      </w:r>
      <w:r>
        <w:rPr>
          <w:rStyle w:val="Subst"/>
          <w:bCs/>
          <w:iCs/>
        </w:rPr>
        <w:t xml:space="preserve"> Гитис Галина Кимовна</w:t>
      </w:r>
    </w:p>
    <w:p w:rsidR="00076BB7" w:rsidRDefault="00076BB7">
      <w:pPr>
        <w:ind w:left="200"/>
      </w:pPr>
      <w:r>
        <w:t>Доля участия лица в уставном капитале эмитента, %:</w:t>
      </w:r>
      <w:r>
        <w:rPr>
          <w:rStyle w:val="Subst"/>
          <w:bCs/>
          <w:iCs/>
        </w:rPr>
        <w:t xml:space="preserve"> 25</w:t>
      </w:r>
    </w:p>
    <w:p w:rsidR="00076BB7" w:rsidRDefault="00076BB7">
      <w:pPr>
        <w:ind w:left="200"/>
      </w:pPr>
      <w:r>
        <w:t>Доля принадлежащих лицу обыкновенных акций эмитента, %:</w:t>
      </w:r>
      <w:r>
        <w:rPr>
          <w:rStyle w:val="Subst"/>
          <w:bCs/>
          <w:iCs/>
        </w:rPr>
        <w:t xml:space="preserve"> 25</w:t>
      </w:r>
    </w:p>
    <w:p w:rsidR="00076BB7" w:rsidRDefault="00076BB7">
      <w:pPr>
        <w:ind w:left="200"/>
      </w:pPr>
    </w:p>
    <w:p w:rsidR="00076BB7" w:rsidRDefault="00076BB7">
      <w:pPr>
        <w:ind w:left="200"/>
      </w:pPr>
    </w:p>
    <w:p w:rsidR="00076BB7" w:rsidRDefault="00076BB7">
      <w:pPr>
        <w:ind w:left="200"/>
      </w:pPr>
      <w:r>
        <w:t>ФИО:</w:t>
      </w:r>
      <w:r>
        <w:rPr>
          <w:rStyle w:val="Subst"/>
          <w:bCs/>
          <w:iCs/>
        </w:rPr>
        <w:t xml:space="preserve"> Гитис Марк Леонтьевич</w:t>
      </w:r>
    </w:p>
    <w:p w:rsidR="00076BB7" w:rsidRDefault="00076BB7">
      <w:pPr>
        <w:ind w:left="200"/>
      </w:pPr>
      <w:r>
        <w:t>Доля участия лица в уставном капитале эмитента, %:</w:t>
      </w:r>
      <w:r>
        <w:rPr>
          <w:rStyle w:val="Subst"/>
          <w:bCs/>
          <w:iCs/>
        </w:rPr>
        <w:t xml:space="preserve"> 24.99</w:t>
      </w:r>
    </w:p>
    <w:p w:rsidR="00076BB7" w:rsidRDefault="00076BB7">
      <w:pPr>
        <w:ind w:left="200"/>
      </w:pPr>
      <w:r>
        <w:t>Доля принадлежащих лицу обыкновенных акций эмитента, %:</w:t>
      </w:r>
      <w:r>
        <w:rPr>
          <w:rStyle w:val="Subst"/>
          <w:bCs/>
          <w:iCs/>
        </w:rPr>
        <w:t xml:space="preserve"> 24.99</w:t>
      </w:r>
    </w:p>
    <w:p w:rsidR="00076BB7" w:rsidRDefault="00076BB7">
      <w:pPr>
        <w:ind w:left="200"/>
      </w:pPr>
    </w:p>
    <w:p w:rsidR="00076BB7" w:rsidRDefault="00076BB7">
      <w:pPr>
        <w:ind w:left="200"/>
      </w:pPr>
    </w:p>
    <w:p w:rsidR="00076BB7" w:rsidRDefault="00076BB7">
      <w:pPr>
        <w:ind w:left="200"/>
      </w:pPr>
      <w:r>
        <w:t>ФИО:</w:t>
      </w:r>
      <w:r>
        <w:rPr>
          <w:rStyle w:val="Subst"/>
          <w:bCs/>
          <w:iCs/>
        </w:rPr>
        <w:t xml:space="preserve"> Плешаков Александр Викторович</w:t>
      </w:r>
    </w:p>
    <w:p w:rsidR="00076BB7" w:rsidRDefault="00076BB7">
      <w:pPr>
        <w:ind w:left="200"/>
      </w:pPr>
      <w:r>
        <w:t>Доля участия лица в уставном капитале эмитента, %:</w:t>
      </w:r>
      <w:r>
        <w:rPr>
          <w:rStyle w:val="Subst"/>
          <w:bCs/>
          <w:iCs/>
        </w:rPr>
        <w:t xml:space="preserve"> 24.99</w:t>
      </w:r>
    </w:p>
    <w:p w:rsidR="00076BB7" w:rsidRDefault="00076BB7">
      <w:pPr>
        <w:ind w:left="200"/>
      </w:pPr>
      <w:r>
        <w:t>Доля принадлежащих лицу обыкновенных акций эмитента, %:</w:t>
      </w:r>
      <w:r>
        <w:rPr>
          <w:rStyle w:val="Subst"/>
          <w:bCs/>
          <w:iCs/>
        </w:rPr>
        <w:t xml:space="preserve"> 24.99</w:t>
      </w:r>
    </w:p>
    <w:p w:rsidR="00076BB7" w:rsidRDefault="00076BB7">
      <w:pPr>
        <w:ind w:left="200"/>
      </w:pPr>
    </w:p>
    <w:p w:rsidR="00076BB7" w:rsidRDefault="00076BB7">
      <w:pPr>
        <w:pStyle w:val="Heading2"/>
      </w:pPr>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076BB7" w:rsidRDefault="00076BB7">
      <w:pPr>
        <w:pStyle w:val="SubHeading"/>
        <w:ind w:left="200"/>
      </w:pPr>
      <w:r>
        <w:t>Размер доли уставного (складочного) капитала (паевого фонда) эмитента, находящейся в федеральной собственности, %</w:t>
      </w:r>
    </w:p>
    <w:p w:rsidR="00076BB7" w:rsidRDefault="00076BB7">
      <w:pPr>
        <w:ind w:left="400"/>
      </w:pPr>
      <w:r>
        <w:rPr>
          <w:rStyle w:val="Subst"/>
          <w:bCs/>
          <w:iCs/>
        </w:rPr>
        <w:t>Указанной доли нет</w:t>
      </w:r>
    </w:p>
    <w:p w:rsidR="00076BB7" w:rsidRDefault="00076BB7">
      <w:pPr>
        <w:pStyle w:val="SubHeading"/>
        <w:ind w:left="200"/>
      </w:pPr>
      <w:r>
        <w:t>Размер доли уставного (складочного) капитала (паевого фонда) эмитента, находящейся в собственности субъектов Российской Федерации), %</w:t>
      </w:r>
    </w:p>
    <w:p w:rsidR="00076BB7" w:rsidRDefault="00076BB7">
      <w:pPr>
        <w:ind w:left="400"/>
      </w:pPr>
      <w:r>
        <w:rPr>
          <w:rStyle w:val="Subst"/>
          <w:bCs/>
          <w:iCs/>
        </w:rPr>
        <w:t>Указанной доли нет</w:t>
      </w:r>
    </w:p>
    <w:p w:rsidR="00076BB7" w:rsidRDefault="00076BB7">
      <w:pPr>
        <w:pStyle w:val="SubHeading"/>
        <w:ind w:left="200"/>
      </w:pPr>
      <w:r>
        <w:t>Размер доли уставного (складочного) капитала (паевого фонда) эмитента, находящейся в муниципальной собственности, %</w:t>
      </w:r>
    </w:p>
    <w:p w:rsidR="00076BB7" w:rsidRDefault="00076BB7">
      <w:pPr>
        <w:ind w:left="400"/>
      </w:pPr>
      <w:r>
        <w:rPr>
          <w:rStyle w:val="Subst"/>
          <w:bCs/>
          <w:iCs/>
        </w:rPr>
        <w:t>Указанной доли нет</w:t>
      </w:r>
    </w:p>
    <w:p w:rsidR="00076BB7" w:rsidRDefault="00076BB7">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076BB7" w:rsidRDefault="00076BB7">
      <w:pPr>
        <w:ind w:left="400"/>
      </w:pPr>
      <w:r>
        <w:rPr>
          <w:rStyle w:val="Subst"/>
          <w:bCs/>
          <w:iCs/>
        </w:rPr>
        <w:t>Указанное право не предусмотрено</w:t>
      </w:r>
    </w:p>
    <w:p w:rsidR="00076BB7" w:rsidRDefault="00076BB7">
      <w:pPr>
        <w:pStyle w:val="Heading2"/>
      </w:pPr>
      <w:r>
        <w:t>6.4. Сведения об ограничениях на участие в уставном (складочном) капитале (паевом фонде) эмитента</w:t>
      </w:r>
    </w:p>
    <w:p w:rsidR="00076BB7" w:rsidRDefault="00076BB7">
      <w:pPr>
        <w:ind w:left="200"/>
      </w:pPr>
      <w:r>
        <w:rPr>
          <w:rStyle w:val="Subst"/>
          <w:bCs/>
          <w:iCs/>
        </w:rPr>
        <w:t>Ограничений на участие в уставном (складочном) капитале эмитента нет</w:t>
      </w:r>
    </w:p>
    <w:p w:rsidR="00076BB7" w:rsidRDefault="00076BB7">
      <w:pPr>
        <w:pStyle w:val="Heading2"/>
      </w:pPr>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076BB7" w:rsidRDefault="00076BB7">
      <w:pPr>
        <w:ind w:left="200"/>
      </w:pPr>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5 последних завершенных финансовых лет, предшествующих дате окончания отчетного квартала,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 последний квартал по данным списка лиц, имевших право на участие в каждом из таких собраний.</w:t>
      </w:r>
    </w:p>
    <w:p w:rsidR="00076BB7" w:rsidRDefault="00076BB7">
      <w:pPr>
        <w:pStyle w:val="Heading2"/>
      </w:pPr>
      <w:r>
        <w:t>6.6. Сведения о совершенных эмитентом сделках, в совершении которых имелась заинтересованность</w:t>
      </w:r>
    </w:p>
    <w:p w:rsidR="00076BB7" w:rsidRDefault="00076BB7">
      <w:pPr>
        <w:ind w:left="200"/>
      </w:pPr>
      <w:r>
        <w:rPr>
          <w:rStyle w:val="Subst"/>
          <w:bCs/>
          <w:iCs/>
        </w:rPr>
        <w:t>Указаных сделок не совершалось</w:t>
      </w:r>
    </w:p>
    <w:p w:rsidR="00076BB7" w:rsidRDefault="00076BB7">
      <w:pPr>
        <w:pStyle w:val="Heading2"/>
      </w:pPr>
      <w:r>
        <w:t>6.7. Сведения о размере дебиторской задолженности</w:t>
      </w:r>
    </w:p>
    <w:p w:rsidR="00076BB7" w:rsidRDefault="00076BB7">
      <w:pPr>
        <w:pStyle w:val="SubHeading"/>
        <w:ind w:left="200"/>
      </w:pPr>
      <w:r>
        <w:t>На дату окончания отчетного квартала</w:t>
      </w:r>
    </w:p>
    <w:p w:rsidR="00076BB7" w:rsidRDefault="00076BB7">
      <w:pPr>
        <w:ind w:left="400"/>
      </w:pPr>
      <w:r>
        <w:t>Единица измерения:</w:t>
      </w:r>
      <w:r>
        <w:rPr>
          <w:rStyle w:val="Subst"/>
          <w:bCs/>
          <w:iCs/>
        </w:rPr>
        <w:t xml:space="preserve"> руб.</w:t>
      </w:r>
    </w:p>
    <w:p w:rsidR="00076BB7" w:rsidRDefault="00076BB7">
      <w:pPr>
        <w:pStyle w:val="ThinDelim"/>
      </w:pPr>
    </w:p>
    <w:tbl>
      <w:tblPr>
        <w:tblW w:w="0" w:type="auto"/>
        <w:tblLayout w:type="fixed"/>
        <w:tblCellMar>
          <w:left w:w="72" w:type="dxa"/>
          <w:right w:w="72" w:type="dxa"/>
        </w:tblCellMar>
        <w:tblLook w:val="0000"/>
      </w:tblPr>
      <w:tblGrid>
        <w:gridCol w:w="6492"/>
        <w:gridCol w:w="1360"/>
        <w:gridCol w:w="1400"/>
      </w:tblGrid>
      <w:tr w:rsidR="00076BB7" w:rsidRPr="008C5BD2">
        <w:tc>
          <w:tcPr>
            <w:tcW w:w="64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Вид дебиторской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Срок наступления платежа</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 1 года</w:t>
            </w:r>
          </w:p>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Свыше 1 года</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покупателей и заказчиков</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1 423 000</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по векселям к получению</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участников (учредителей) по взносам в уставный капитал</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по авансам выданным</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 дебиторская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x</w:t>
            </w:r>
          </w:p>
        </w:tc>
      </w:tr>
      <w:tr w:rsidR="00076BB7" w:rsidRPr="008C5BD2">
        <w:tc>
          <w:tcPr>
            <w:tcW w:w="64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13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64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 том числе просроченная</w:t>
            </w:r>
          </w:p>
        </w:tc>
        <w:tc>
          <w:tcPr>
            <w:tcW w:w="13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400" w:type="dxa"/>
            <w:tcBorders>
              <w:top w:val="single" w:sz="6" w:space="0" w:color="auto"/>
              <w:left w:val="single" w:sz="6" w:space="0" w:color="auto"/>
              <w:bottom w:val="double" w:sz="6" w:space="0" w:color="auto"/>
              <w:right w:val="double" w:sz="6" w:space="0" w:color="auto"/>
            </w:tcBorders>
          </w:tcPr>
          <w:p w:rsidR="00076BB7" w:rsidRPr="008C5BD2" w:rsidRDefault="00076BB7">
            <w:pPr>
              <w:jc w:val="center"/>
            </w:pPr>
            <w:r w:rsidRPr="008C5BD2">
              <w:t>x</w:t>
            </w:r>
          </w:p>
        </w:tc>
      </w:tr>
    </w:tbl>
    <w:p w:rsidR="00076BB7" w:rsidRDefault="00076BB7"/>
    <w:p w:rsidR="00076BB7" w:rsidRDefault="00076BB7">
      <w:pPr>
        <w:pStyle w:val="SubHeading"/>
        <w:ind w:left="400"/>
      </w:pPr>
      <w:r>
        <w:t>Дебиторы, на долю которых приходится не менее 10 процентов от общей суммы дебиторской задолженности за указанный отчетный период</w:t>
      </w:r>
    </w:p>
    <w:p w:rsidR="00076BB7" w:rsidRDefault="00076BB7">
      <w:pPr>
        <w:ind w:left="400"/>
      </w:pPr>
    </w:p>
    <w:p w:rsidR="00076BB7" w:rsidRDefault="00076BB7">
      <w:pPr>
        <w:pStyle w:val="Heading1"/>
      </w:pPr>
      <w:r>
        <w:t>VII. Бухгалтерская отчетность эмитента и иная финансовая информация</w:t>
      </w:r>
    </w:p>
    <w:p w:rsidR="00076BB7" w:rsidRDefault="00076BB7">
      <w:pPr>
        <w:pStyle w:val="Heading2"/>
      </w:pPr>
      <w:r>
        <w:t>7.1. Годовая бухгалтерская отчетность эмитента</w:t>
      </w:r>
    </w:p>
    <w:p w:rsidR="00076BB7" w:rsidRDefault="00076BB7"/>
    <w:p w:rsidR="00076BB7" w:rsidRDefault="00076BB7">
      <w:r>
        <w:t>Не указывается в данном отчетном квартале</w:t>
      </w:r>
    </w:p>
    <w:p w:rsidR="00076BB7" w:rsidRDefault="00076BB7">
      <w:pPr>
        <w:pStyle w:val="Heading2"/>
      </w:pPr>
      <w:r>
        <w:t>7.2. Квартальная бухгалтерская отчетность эмитента за последний завершенный отчетный квартал</w:t>
      </w:r>
    </w:p>
    <w:p w:rsidR="00076BB7" w:rsidRDefault="00076BB7">
      <w:pPr>
        <w:pStyle w:val="SubHeading"/>
      </w:pPr>
    </w:p>
    <w:p w:rsidR="00076BB7" w:rsidRDefault="00076BB7">
      <w:pPr>
        <w:pStyle w:val="SubHeading"/>
      </w:pPr>
    </w:p>
    <w:p w:rsidR="00076BB7" w:rsidRDefault="00076BB7">
      <w:pPr>
        <w:jc w:val="center"/>
        <w:rPr>
          <w:b/>
          <w:bCs/>
        </w:rPr>
      </w:pPr>
      <w:r>
        <w:rPr>
          <w:b/>
          <w:bCs/>
        </w:rPr>
        <w:t>Бухгалтерский баланс</w:t>
      </w:r>
      <w:r>
        <w:rPr>
          <w:b/>
          <w:bCs/>
        </w:rPr>
        <w:br/>
        <w:t>на 31 июня 2011 г.</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1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0710001</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31.03.2011</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АКТИВ</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148</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Запасы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217</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2 802</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предоставленные организациям на срок менее 12 месяцев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краткосрочные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2 802</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БАЛАНС (сумма строк 190 + 290)</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300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pPr>
              <w:jc w:val="right"/>
            </w:pPr>
            <w:r w:rsidRPr="008C5BD2">
              <w:t>2 802</w:t>
            </w:r>
          </w:p>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pPr>
              <w:jc w:val="right"/>
            </w:pPr>
            <w:r w:rsidRPr="008C5BD2">
              <w:t>2 802</w:t>
            </w:r>
          </w:p>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ПАССИВ</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1 805</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1 805</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108</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108</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43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43</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43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43</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717</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717</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2 673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2 673</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118</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118</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118</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118</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БАЛАНС (сумма строк 490 + 590 + 690)</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700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pPr>
              <w:jc w:val="right"/>
            </w:pPr>
            <w:r w:rsidRPr="008C5BD2">
              <w:t>2 802</w:t>
            </w:r>
          </w:p>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pPr>
              <w:jc w:val="right"/>
            </w:pPr>
            <w:r w:rsidRPr="008C5BD2">
              <w:t>2 802</w:t>
            </w:r>
          </w:p>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СПРАВКА О НАЛИЧИИ ЦЕННОСТЕЙ, УЧИТЫВАЕМЫХ НА ЗАБАЛАНСОВЫХ СЧЕТАХ</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Нематериальные активы, полученные в пользование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990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 w:rsidR="00076BB7" w:rsidRDefault="00076BB7">
      <w:pPr>
        <w:pStyle w:val="SubHeading"/>
      </w:pPr>
      <w:r>
        <w:br w:type="page"/>
      </w:r>
    </w:p>
    <w:p w:rsidR="00076BB7" w:rsidRDefault="00076BB7">
      <w:pPr>
        <w:jc w:val="center"/>
        <w:rPr>
          <w:b/>
          <w:bCs/>
        </w:rPr>
      </w:pPr>
      <w:r>
        <w:rPr>
          <w:b/>
          <w:bCs/>
        </w:rPr>
        <w:t>Отчет о прибылях и убытках</w:t>
      </w:r>
      <w:r>
        <w:rPr>
          <w:b/>
          <w:bCs/>
        </w:rPr>
        <w:br/>
        <w:t>за 6 мес. 2011г.</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2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0710002</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31.03.2011</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029</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Операционные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операционные доходы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операционные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Внереализационные доходы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Внереализационные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202</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4092"/>
        <w:gridCol w:w="720"/>
        <w:gridCol w:w="1100"/>
        <w:gridCol w:w="1100"/>
        <w:gridCol w:w="1100"/>
        <w:gridCol w:w="1140"/>
      </w:tblGrid>
      <w:tr w:rsidR="00076BB7" w:rsidRPr="008C5BD2">
        <w:tc>
          <w:tcPr>
            <w:tcW w:w="40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прибыль</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убыток</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прибыль</w:t>
            </w:r>
          </w:p>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убыток</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260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270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280</w:t>
            </w:r>
          </w:p>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 w:rsidR="00076BB7" w:rsidRDefault="00076BB7">
      <w:pPr>
        <w:pStyle w:val="SubHeading"/>
      </w:pPr>
      <w:r>
        <w:br w:type="page"/>
      </w:r>
    </w:p>
    <w:p w:rsidR="00076BB7" w:rsidRDefault="00076BB7">
      <w:pPr>
        <w:jc w:val="center"/>
        <w:rPr>
          <w:b/>
          <w:bCs/>
        </w:rPr>
      </w:pPr>
      <w:r>
        <w:rPr>
          <w:b/>
          <w:bCs/>
        </w:rPr>
        <w:t>Отчет об изменениях капитала</w:t>
      </w:r>
      <w:r>
        <w:rPr>
          <w:b/>
          <w:bCs/>
        </w:rPr>
        <w:br/>
        <w:t>за 6 мес. 2011г.</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3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0710003</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31.03.2011</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2532"/>
        <w:gridCol w:w="720"/>
        <w:gridCol w:w="1180"/>
        <w:gridCol w:w="1180"/>
        <w:gridCol w:w="1180"/>
        <w:gridCol w:w="1180"/>
        <w:gridCol w:w="1280"/>
      </w:tblGrid>
      <w:tr w:rsidR="00076BB7" w:rsidRPr="008C5BD2">
        <w:tc>
          <w:tcPr>
            <w:tcW w:w="9252" w:type="dxa"/>
            <w:gridSpan w:val="7"/>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I. Изменения капитала</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Уставный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Добавочный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Резервный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Нераспределенная прибыль (непокрытый убыток)</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Итого</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7</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31 декабря года, предшествующего предыдущему</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1 805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108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43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717</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2 673</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1 января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1 805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108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43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717</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2 673</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Дивиденды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31 декабря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1 января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Дивиденды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 Изменения капитала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Остаток на 31 декабря отчетного года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140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II. Резервы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 в отчетном году</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Израсходовано (использовано) в отчетном году</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года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Справки</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1) Чистые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200</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Из бюджета</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Из внебюджетных фондов</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предыдущий год</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предыдущий год</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2) Получено на: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по обычным видам деятельности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капитальные вложения во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 w:rsidR="00076BB7" w:rsidRDefault="00076BB7">
      <w:pPr>
        <w:pStyle w:val="SubHeading"/>
      </w:pPr>
      <w:r>
        <w:br w:type="page"/>
      </w:r>
    </w:p>
    <w:p w:rsidR="00076BB7" w:rsidRDefault="00076BB7">
      <w:pPr>
        <w:jc w:val="center"/>
        <w:rPr>
          <w:b/>
          <w:bCs/>
        </w:rPr>
      </w:pPr>
      <w:r>
        <w:rPr>
          <w:b/>
          <w:bCs/>
        </w:rPr>
        <w:t>Приложение к бухгалтерскому балансу</w:t>
      </w:r>
      <w:r>
        <w:rPr>
          <w:b/>
          <w:bCs/>
        </w:rPr>
        <w:br/>
        <w:t>за 6 мес. 2011г.</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5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0710005</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31.03.2011</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Нематериальные активы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интеллектуальной собственности (исключительные права на результаты интеллектуальной собственности)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патентообладателя на изобретение, промышленный образец, полезную модель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правообладателя на программы ЭВМ, базы данных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правообладателя на топологии интегральных микросхем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владельца на товарный знак и знак обслуживания, наименование места происхождения товаров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патентообладателя на селекционные достижения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Организационные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Деловая репутация организации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040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 xml:space="preserve">Амортизация нематериальных активов </w:t>
            </w:r>
            <w:r>
              <w:t>–</w:t>
            </w:r>
            <w:r w:rsidRPr="008C5BD2">
              <w:t xml:space="preserve"> 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Основные средства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Сооружения и передаточные устройства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Машины и оборудование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Транспортные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Производственный и хозяйственный инвентарь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Рабочий скот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Продуктивный скот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Многолетние насаждения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Другие виды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Земельные участки и объекты природопользования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119</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Капитальные вложения на коренное улучшение земель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130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Амортизация основных средств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зданий и сооружений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машин, оборудования, транспортных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Других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Передано в аренду объектов основных средств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Сооружения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Переведено объектов основных средств на консервацию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Получено объектов основных средств в аренду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недвижимости, принятые в эксплуатацию и находящиеся в процессе государственной регистрации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165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первоначальной (восстановительной) стоимости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Амортизации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Изменение стоимости объектов основных средств в результате достройки, дооборудования, реконструкции, частичной ликвидации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180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Доходные вложения в материальные ценности</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для передачи в лизинг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предоставляемое по договору проката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Амортизация доходных вложений в материальные ценности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250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на научно-исследовательские, опытно-конструкторские и технологические работы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Виды работ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Списано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Наличие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310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 Сумма расходов по незаконченным научно-исследовательским, опытно-конструкторским и технологическим работам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Сумма не давших положительных результатов расходов по научно-исследовательским, опытно-конструкторским и технологическим работам, отнесенных на внереализационные расходы</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330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076BB7" w:rsidRPr="008C5BD2">
        <w:tc>
          <w:tcPr>
            <w:tcW w:w="9252" w:type="dxa"/>
            <w:gridSpan w:val="9"/>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на освоение природных ресурсов</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Виды работ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Списано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на освоение природных ресурсов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410</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Сумма расходов по участкам недр, незаконченным поиском и оценкой месторождений, разведкой и (или) гидрогеологическими изысканиями и прочими аналогичными работами</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420</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double" w:sz="6" w:space="0" w:color="auto"/>
              <w:right w:val="single" w:sz="6" w:space="0" w:color="auto"/>
            </w:tcBorders>
          </w:tcPr>
          <w:p w:rsidR="00076BB7" w:rsidRPr="008C5BD2" w:rsidRDefault="00076BB7">
            <w:r w:rsidRPr="008C5BD2">
              <w:t>Сумма расходов на освоение природных ресурсов, отнесенных в отчетном периоде на внереализационные расходы как безрезультатные</w:t>
            </w:r>
          </w:p>
        </w:tc>
        <w:tc>
          <w:tcPr>
            <w:tcW w:w="720" w:type="dxa"/>
            <w:gridSpan w:val="2"/>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430</w:t>
            </w:r>
          </w:p>
        </w:tc>
        <w:tc>
          <w:tcPr>
            <w:tcW w:w="156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Финансовые вложения</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Долгосрочные</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Краткосрочные</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конец отчетного периода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Предоставленные 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Депозитные вклады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535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540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2 802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общей суммы финансовые вложения, имеющие текущую рыночную стоимость: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 финансовым вложениям, имеющим текущую рыночную стоимость, изменение стоимости в результате корректировки оценки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580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По долговым ценным бумагам разница между первоначальной стоимостью и номинальной стоимостью отнесена на финансовый результат отчетного периода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590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Дебиторская и кредиторская задолженность</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краткосрочная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долгосрочная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краткосрочная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поставщиками и подрядчиками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полученные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краткосрочная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долгосрочная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right"/>
            </w:pPr>
            <w:r w:rsidRPr="008C5BD2">
              <w:t>118</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right"/>
            </w:pPr>
            <w:r w:rsidRPr="008C5BD2">
              <w:t>118</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pPr>
              <w:jc w:val="right"/>
            </w:pPr>
            <w:r w:rsidRPr="008C5BD2">
              <w:t>129</w:t>
            </w:r>
          </w:p>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pPr>
              <w:jc w:val="right"/>
            </w:pPr>
            <w:r w:rsidRPr="008C5BD2">
              <w:t>129</w:t>
            </w:r>
          </w:p>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по обычным видам деятельности (по элементам затрат)</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предыдущий год</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Материальные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Затраты на оплату труда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на социальные нужды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Амортизация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элементам затрат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Изменение остатков (прирост [+], уменьшение [–]):</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незавершенного производства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расходов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резерв предстоящих расходов</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767</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Обеспечения</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Полученные </w:t>
            </w:r>
            <w:r>
              <w:t>–</w:t>
            </w:r>
            <w:r w:rsidRPr="008C5BD2">
              <w:t xml:space="preserve">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находящееся в залоге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него: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Прочее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Выданные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переданное в залог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него: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Прочее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076BB7" w:rsidRPr="008C5BD2">
        <w:tc>
          <w:tcPr>
            <w:tcW w:w="9252" w:type="dxa"/>
            <w:gridSpan w:val="9"/>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Государственная помощь</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Получено в отчетном году бюджетных средств - всего</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910</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МОБ резерв</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 xml:space="preserve">целевое пособие </w:t>
            </w:r>
            <w:r>
              <w:t>–</w:t>
            </w:r>
            <w:r w:rsidRPr="008C5BD2">
              <w:t xml:space="preserve"> прочие</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Получено за отчетный период</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Возвращено за отчетный период</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Бюджетные кредиты - 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 w:rsidR="00076BB7" w:rsidRDefault="00076BB7">
      <w:r>
        <w:br w:type="page"/>
      </w:r>
    </w:p>
    <w:p w:rsidR="00076BB7" w:rsidRDefault="00076BB7">
      <w:pPr>
        <w:pStyle w:val="Heading2"/>
      </w:pPr>
      <w:r>
        <w:t>7.3. Сводная бухгалтерская отчетность эмитента за последний завершенный финансовый год</w:t>
      </w:r>
    </w:p>
    <w:p w:rsidR="00076BB7" w:rsidRDefault="00076BB7"/>
    <w:p w:rsidR="00076BB7" w:rsidRDefault="00076BB7"/>
    <w:p w:rsidR="00076BB7" w:rsidRDefault="00076BB7">
      <w:pPr>
        <w:pStyle w:val="Heading2"/>
      </w:pPr>
      <w:r>
        <w:t xml:space="preserve">7.3. </w:t>
      </w:r>
    </w:p>
    <w:p w:rsidR="00076BB7" w:rsidRDefault="00076BB7">
      <w:pPr>
        <w:pStyle w:val="SubHeading"/>
        <w:ind w:left="200"/>
      </w:pPr>
    </w:p>
    <w:p w:rsidR="00076BB7" w:rsidRDefault="00076BB7">
      <w:pPr>
        <w:jc w:val="center"/>
        <w:rPr>
          <w:b/>
          <w:bCs/>
        </w:rPr>
      </w:pPr>
      <w:r>
        <w:rPr>
          <w:b/>
          <w:bCs/>
        </w:rPr>
        <w:t>Бухгалтерский баланс</w:t>
      </w:r>
      <w:r>
        <w:rPr>
          <w:b/>
          <w:bCs/>
        </w:rPr>
        <w:br/>
        <w:t>на</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1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0710001</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АКТИВ</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148</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Запасы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217</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предоставленные организациям на срок менее 12 месяцев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краткосрочные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БАЛАНС (сумма строк 190 + 290)</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300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ПАССИВ</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БАЛАНС (сумма строк 490 + 590 + 690)</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700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СПРАВКА О НАЛИЧИИ ЦЕННОСТЕЙ, УЧИТЫВАЕМЫХ НА ЗАБАЛАНСОВЫХ СЧЕТАХ</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Нематериальные активы, полученные в пользование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990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SubHeading"/>
        <w:ind w:left="200"/>
      </w:pPr>
      <w:r>
        <w:br w:type="page"/>
      </w:r>
    </w:p>
    <w:p w:rsidR="00076BB7" w:rsidRDefault="00076BB7">
      <w:pPr>
        <w:jc w:val="center"/>
        <w:rPr>
          <w:b/>
          <w:bCs/>
        </w:rPr>
      </w:pPr>
      <w:r>
        <w:rPr>
          <w:b/>
          <w:bCs/>
        </w:rPr>
        <w:t>Отчет о прибылях и убытках</w:t>
      </w:r>
      <w:r>
        <w:rPr>
          <w:b/>
          <w:bCs/>
        </w:rPr>
        <w:br/>
        <w:t>за</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2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0710002</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029</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Операционные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операционные доходы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операционные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Внереализационные доходы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Внереализационные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202</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4092"/>
        <w:gridCol w:w="720"/>
        <w:gridCol w:w="1100"/>
        <w:gridCol w:w="1100"/>
        <w:gridCol w:w="1100"/>
        <w:gridCol w:w="1140"/>
      </w:tblGrid>
      <w:tr w:rsidR="00076BB7" w:rsidRPr="008C5BD2">
        <w:tc>
          <w:tcPr>
            <w:tcW w:w="40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прибыль</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убыток</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прибыль</w:t>
            </w:r>
          </w:p>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убыток</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260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270</w:t>
            </w:r>
          </w:p>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40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280</w:t>
            </w:r>
          </w:p>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0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4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SubHeading"/>
        <w:ind w:left="200"/>
      </w:pPr>
      <w:r>
        <w:br w:type="page"/>
      </w:r>
    </w:p>
    <w:p w:rsidR="00076BB7" w:rsidRDefault="00076BB7">
      <w:pPr>
        <w:jc w:val="center"/>
        <w:rPr>
          <w:b/>
          <w:bCs/>
        </w:rPr>
      </w:pPr>
      <w:r>
        <w:rPr>
          <w:b/>
          <w:bCs/>
        </w:rPr>
        <w:t>Отчет об изменениях капитала</w:t>
      </w:r>
      <w:r>
        <w:rPr>
          <w:b/>
          <w:bCs/>
        </w:rPr>
        <w:br/>
        <w:t>за</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3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0710003</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2532"/>
        <w:gridCol w:w="720"/>
        <w:gridCol w:w="1180"/>
        <w:gridCol w:w="1180"/>
        <w:gridCol w:w="1180"/>
        <w:gridCol w:w="1180"/>
        <w:gridCol w:w="1280"/>
      </w:tblGrid>
      <w:tr w:rsidR="00076BB7" w:rsidRPr="008C5BD2">
        <w:tc>
          <w:tcPr>
            <w:tcW w:w="9252" w:type="dxa"/>
            <w:gridSpan w:val="7"/>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I. Изменения капитала</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Уставный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Добавочный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Резервный капитал</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Нераспределенная прибыль (непокрытый убыток)</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Итого</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w:t>
            </w:r>
          </w:p>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7</w:t>
            </w:r>
          </w:p>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31 декабря года, предшествующего предыдущему</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1 января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Дивиденды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067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075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087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31 декабря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094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на 1 января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Чистая прибыль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Дивиденды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108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I. Изменения капитала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133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25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Остаток на 31 декабря отчетного года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140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II. Резервы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 в отчетном году</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Израсходовано (использовано) в отчетном году</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года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данные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данные отчетного года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Справки</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1) Чистые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200</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Из бюджета</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Из внебюджетных фондов</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предыдущий год</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предыдущий год</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2) Получено на: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по обычным видам деятельности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капитальные вложения во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SubHeading"/>
        <w:ind w:left="200"/>
      </w:pPr>
      <w:r>
        <w:br w:type="page"/>
      </w:r>
    </w:p>
    <w:p w:rsidR="00076BB7" w:rsidRDefault="00076BB7">
      <w:pPr>
        <w:jc w:val="center"/>
        <w:rPr>
          <w:b/>
          <w:bCs/>
        </w:rPr>
      </w:pPr>
      <w:r>
        <w:rPr>
          <w:b/>
          <w:bCs/>
        </w:rPr>
        <w:t>Отчет о движении денежных средств</w:t>
      </w:r>
      <w:r>
        <w:rPr>
          <w:b/>
          <w:bCs/>
        </w:rPr>
        <w:br/>
        <w:t>за</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4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0710004</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денежных средств на начало отчетного года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Движение денежных средств по текущей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Средства, полученные от покупателей, заказчиков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доходы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Денежные средства, направленные: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 оплату приобретенных товаров, услуг, сырья и иных 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 оплату труда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 выплату дивидендов, процентов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 расчеты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на прочие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Чистые денежные средства от текущей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Движение денежных средств по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Выручка от продажи объектов основных средств и иных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Выручка от продажи ценных бумаг и иных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Полученные дивиденды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Полученные проценты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Поступления от погашения займов, предоставленных другим организациям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Приобретение дочерних организаций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280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Приобретение объектов основных средств, доходных вложений в материальные ценности и нематериальных активов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Приобретение ценных бумаг и иных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 предоставленные другим организациям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Чистые денежные средства от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Движение денежных средств по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Поступления от эмиссии акций или иных долевых бумаг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Поступления от займов и кредитов, предоставленных другими организациями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Погашение займов и кредитов (без процентов)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390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Погашение обязательств по финансовой аренде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400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Чистые денежные средства от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Чистое увеличение (уменьшение) денежных средств и их эквивалентов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Остаток денежных средств на конец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Величина влияния изменений курса иностранной валюты по отношению к рублю</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SubHeading"/>
        <w:ind w:left="200"/>
      </w:pPr>
      <w:r>
        <w:br w:type="page"/>
      </w:r>
    </w:p>
    <w:p w:rsidR="00076BB7" w:rsidRDefault="00076BB7">
      <w:pPr>
        <w:jc w:val="center"/>
        <w:rPr>
          <w:b/>
          <w:bCs/>
        </w:rPr>
      </w:pPr>
      <w:r>
        <w:rPr>
          <w:b/>
          <w:bCs/>
        </w:rPr>
        <w:t>Приложение к бухгалтерскому балансу</w:t>
      </w:r>
      <w:r>
        <w:rPr>
          <w:b/>
          <w:bCs/>
        </w:rPr>
        <w:br/>
        <w:t>за</w:t>
      </w:r>
    </w:p>
    <w:tbl>
      <w:tblPr>
        <w:tblW w:w="0" w:type="auto"/>
        <w:tblLayout w:type="fixed"/>
        <w:tblCellMar>
          <w:left w:w="72" w:type="dxa"/>
          <w:right w:w="72" w:type="dxa"/>
        </w:tblCellMar>
        <w:tblLook w:val="0000"/>
      </w:tblPr>
      <w:tblGrid>
        <w:gridCol w:w="6112"/>
        <w:gridCol w:w="1560"/>
        <w:gridCol w:w="1580"/>
      </w:tblGrid>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Коды</w:t>
            </w:r>
          </w:p>
        </w:tc>
      </w:tr>
      <w:tr w:rsidR="00076BB7" w:rsidRPr="008C5BD2">
        <w:tc>
          <w:tcPr>
            <w:tcW w:w="7672" w:type="dxa"/>
            <w:gridSpan w:val="2"/>
            <w:tcBorders>
              <w:top w:val="nil"/>
              <w:left w:val="nil"/>
              <w:bottom w:val="nil"/>
              <w:right w:val="nil"/>
            </w:tcBorders>
          </w:tcPr>
          <w:p w:rsidR="00076BB7" w:rsidRPr="008C5BD2" w:rsidRDefault="00076BB7">
            <w:pPr>
              <w:jc w:val="right"/>
            </w:pPr>
            <w:r w:rsidRPr="008C5BD2">
              <w:t>Форма № 5 по ОКУД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0710005</w:t>
            </w:r>
          </w:p>
        </w:tc>
      </w:tr>
      <w:tr w:rsidR="00076BB7" w:rsidRPr="008C5BD2">
        <w:tc>
          <w:tcPr>
            <w:tcW w:w="6112" w:type="dxa"/>
            <w:tcBorders>
              <w:top w:val="nil"/>
              <w:left w:val="nil"/>
              <w:bottom w:val="nil"/>
              <w:right w:val="nil"/>
            </w:tcBorders>
          </w:tcPr>
          <w:p w:rsidR="00076BB7" w:rsidRPr="008C5BD2" w:rsidRDefault="00076BB7"/>
        </w:tc>
        <w:tc>
          <w:tcPr>
            <w:tcW w:w="1560" w:type="dxa"/>
            <w:tcBorders>
              <w:top w:val="nil"/>
              <w:left w:val="nil"/>
              <w:bottom w:val="nil"/>
              <w:right w:val="nil"/>
            </w:tcBorders>
          </w:tcPr>
          <w:p w:rsidR="00076BB7" w:rsidRPr="008C5BD2" w:rsidRDefault="00076BB7">
            <w:pPr>
              <w:jc w:val="right"/>
            </w:pPr>
            <w:r w:rsidRPr="008C5BD2">
              <w:t>Дата</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Организация:</w:t>
            </w:r>
            <w:r w:rsidRPr="008C5BD2">
              <w:rPr>
                <w:b/>
                <w:bCs/>
              </w:rPr>
              <w:t xml:space="preserve"> Открытое акционерное общество «Калининградоблбыттехника»</w:t>
            </w:r>
          </w:p>
        </w:tc>
        <w:tc>
          <w:tcPr>
            <w:tcW w:w="1560" w:type="dxa"/>
            <w:tcBorders>
              <w:top w:val="nil"/>
              <w:left w:val="nil"/>
              <w:bottom w:val="nil"/>
              <w:right w:val="nil"/>
            </w:tcBorders>
          </w:tcPr>
          <w:p w:rsidR="00076BB7" w:rsidRPr="008C5BD2" w:rsidRDefault="00076BB7">
            <w:pPr>
              <w:jc w:val="right"/>
            </w:pPr>
            <w:r w:rsidRPr="008C5BD2">
              <w:t>по ОКПО</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03019655</w:t>
            </w:r>
          </w:p>
        </w:tc>
      </w:tr>
      <w:tr w:rsidR="00076BB7" w:rsidRPr="008C5BD2">
        <w:tc>
          <w:tcPr>
            <w:tcW w:w="6112" w:type="dxa"/>
            <w:tcBorders>
              <w:top w:val="nil"/>
              <w:left w:val="nil"/>
              <w:bottom w:val="nil"/>
              <w:right w:val="nil"/>
            </w:tcBorders>
          </w:tcPr>
          <w:p w:rsidR="00076BB7" w:rsidRPr="008C5BD2" w:rsidRDefault="00076BB7">
            <w:r w:rsidRPr="008C5BD2">
              <w:t>Идентификационный номер налогоплательщика</w:t>
            </w:r>
          </w:p>
        </w:tc>
        <w:tc>
          <w:tcPr>
            <w:tcW w:w="1560" w:type="dxa"/>
            <w:tcBorders>
              <w:top w:val="nil"/>
              <w:left w:val="nil"/>
              <w:bottom w:val="nil"/>
              <w:right w:val="nil"/>
            </w:tcBorders>
          </w:tcPr>
          <w:p w:rsidR="00076BB7" w:rsidRPr="008C5BD2" w:rsidRDefault="00076BB7">
            <w:pPr>
              <w:jc w:val="right"/>
            </w:pPr>
            <w:r w:rsidRPr="008C5BD2">
              <w:t>ИНН</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3907001594</w:t>
            </w:r>
          </w:p>
        </w:tc>
      </w:tr>
      <w:tr w:rsidR="00076BB7" w:rsidRPr="008C5BD2">
        <w:tc>
          <w:tcPr>
            <w:tcW w:w="6112" w:type="dxa"/>
            <w:tcBorders>
              <w:top w:val="nil"/>
              <w:left w:val="nil"/>
              <w:bottom w:val="nil"/>
              <w:right w:val="nil"/>
            </w:tcBorders>
          </w:tcPr>
          <w:p w:rsidR="00076BB7" w:rsidRPr="008C5BD2" w:rsidRDefault="00076BB7">
            <w:r w:rsidRPr="008C5BD2">
              <w:t>Вид деятельности</w:t>
            </w:r>
          </w:p>
        </w:tc>
        <w:tc>
          <w:tcPr>
            <w:tcW w:w="1560" w:type="dxa"/>
            <w:tcBorders>
              <w:top w:val="nil"/>
              <w:left w:val="nil"/>
              <w:bottom w:val="nil"/>
              <w:right w:val="nil"/>
            </w:tcBorders>
          </w:tcPr>
          <w:p w:rsidR="00076BB7" w:rsidRPr="008C5BD2" w:rsidRDefault="00076BB7">
            <w:pPr>
              <w:jc w:val="right"/>
            </w:pPr>
            <w:r w:rsidRPr="008C5BD2">
              <w:t>по ОКВЭД</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70.20.2</w:t>
            </w:r>
          </w:p>
        </w:tc>
      </w:tr>
      <w:tr w:rsidR="00076BB7" w:rsidRPr="008C5BD2">
        <w:tc>
          <w:tcPr>
            <w:tcW w:w="6112" w:type="dxa"/>
            <w:tcBorders>
              <w:top w:val="nil"/>
              <w:left w:val="nil"/>
              <w:bottom w:val="nil"/>
              <w:right w:val="nil"/>
            </w:tcBorders>
          </w:tcPr>
          <w:p w:rsidR="00076BB7" w:rsidRPr="008C5BD2" w:rsidRDefault="00076BB7">
            <w:pPr>
              <w:rPr>
                <w:b/>
                <w:bCs/>
              </w:rPr>
            </w:pPr>
            <w:r w:rsidRPr="008C5BD2">
              <w:t>Организационно-правовая форма / форма собственности:</w:t>
            </w:r>
            <w:r w:rsidRPr="008C5BD2">
              <w:rPr>
                <w:b/>
                <w:bCs/>
              </w:rPr>
              <w:t xml:space="preserve"> открытое акционерное общество</w:t>
            </w:r>
          </w:p>
        </w:tc>
        <w:tc>
          <w:tcPr>
            <w:tcW w:w="1560" w:type="dxa"/>
            <w:tcBorders>
              <w:top w:val="nil"/>
              <w:left w:val="nil"/>
              <w:bottom w:val="nil"/>
              <w:right w:val="nil"/>
            </w:tcBorders>
          </w:tcPr>
          <w:p w:rsidR="00076BB7" w:rsidRPr="008C5BD2" w:rsidRDefault="00076BB7">
            <w:pPr>
              <w:jc w:val="right"/>
            </w:pPr>
            <w:r w:rsidRPr="008C5BD2">
              <w:t>по ОКОПФ / ОКФС</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tc>
      </w:tr>
      <w:tr w:rsidR="00076BB7" w:rsidRPr="008C5BD2">
        <w:tc>
          <w:tcPr>
            <w:tcW w:w="6112" w:type="dxa"/>
            <w:tcBorders>
              <w:top w:val="nil"/>
              <w:left w:val="nil"/>
              <w:bottom w:val="nil"/>
              <w:right w:val="nil"/>
            </w:tcBorders>
          </w:tcPr>
          <w:p w:rsidR="00076BB7" w:rsidRPr="008C5BD2" w:rsidRDefault="00076BB7">
            <w:pPr>
              <w:rPr>
                <w:b/>
                <w:bCs/>
              </w:rPr>
            </w:pPr>
            <w:r w:rsidRPr="008C5BD2">
              <w:t>Единица измерения:</w:t>
            </w:r>
            <w:r w:rsidRPr="008C5BD2">
              <w:rPr>
                <w:b/>
                <w:bCs/>
              </w:rPr>
              <w:t xml:space="preserve"> тыс. руб.</w:t>
            </w:r>
          </w:p>
        </w:tc>
        <w:tc>
          <w:tcPr>
            <w:tcW w:w="1560" w:type="dxa"/>
            <w:tcBorders>
              <w:top w:val="nil"/>
              <w:left w:val="nil"/>
              <w:bottom w:val="nil"/>
              <w:right w:val="nil"/>
            </w:tcBorders>
          </w:tcPr>
          <w:p w:rsidR="00076BB7" w:rsidRPr="008C5BD2" w:rsidRDefault="00076BB7">
            <w:pPr>
              <w:jc w:val="right"/>
            </w:pPr>
            <w:r w:rsidRPr="008C5BD2">
              <w:t>по ОКЕИ</w:t>
            </w:r>
          </w:p>
        </w:tc>
        <w:tc>
          <w:tcPr>
            <w:tcW w:w="15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rPr>
                <w:b/>
                <w:bCs/>
              </w:rPr>
            </w:pPr>
            <w:r w:rsidRPr="008C5BD2">
              <w:rPr>
                <w:b/>
                <w:bCs/>
              </w:rPr>
              <w:t>384</w:t>
            </w:r>
          </w:p>
        </w:tc>
      </w:tr>
      <w:tr w:rsidR="00076BB7" w:rsidRPr="008C5BD2">
        <w:tc>
          <w:tcPr>
            <w:tcW w:w="6112" w:type="dxa"/>
            <w:tcBorders>
              <w:top w:val="nil"/>
              <w:left w:val="nil"/>
              <w:bottom w:val="nil"/>
              <w:right w:val="nil"/>
            </w:tcBorders>
          </w:tcPr>
          <w:p w:rsidR="00076BB7" w:rsidRPr="008C5BD2" w:rsidRDefault="00076BB7">
            <w:pPr>
              <w:rPr>
                <w:b/>
                <w:bCs/>
              </w:rPr>
            </w:pPr>
            <w:r w:rsidRPr="008C5BD2">
              <w:t>Местонахождение (адрес):</w:t>
            </w:r>
            <w:r w:rsidRPr="008C5BD2">
              <w:rPr>
                <w:b/>
                <w:bCs/>
              </w:rPr>
              <w:t xml:space="preserve"> 236039 Россия, Калининград, ул. Багратиона 49</w:t>
            </w:r>
          </w:p>
        </w:tc>
        <w:tc>
          <w:tcPr>
            <w:tcW w:w="1560" w:type="dxa"/>
            <w:tcBorders>
              <w:top w:val="nil"/>
              <w:left w:val="nil"/>
              <w:bottom w:val="nil"/>
              <w:right w:val="nil"/>
            </w:tcBorders>
          </w:tcPr>
          <w:p w:rsidR="00076BB7" w:rsidRPr="008C5BD2" w:rsidRDefault="00076BB7"/>
        </w:tc>
        <w:tc>
          <w:tcPr>
            <w:tcW w:w="1580" w:type="dxa"/>
            <w:tcBorders>
              <w:top w:val="nil"/>
              <w:left w:val="nil"/>
              <w:bottom w:val="nil"/>
              <w:right w:val="nil"/>
            </w:tcBorders>
          </w:tcPr>
          <w:p w:rsidR="00076BB7" w:rsidRPr="008C5BD2" w:rsidRDefault="00076BB7"/>
        </w:tc>
      </w:tr>
    </w:tbl>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Нематериальные активы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интеллектуальной собственности (исключительные права на результаты интеллектуальной собственности)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патентообладателя на изобретение, промышленный образец, полезную модель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правообладателя на программы ЭВМ, базы данных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правообладателя на топологии интегральных микросхем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владельца на товарный знак и знак обслуживания, наименование места происхождения товаров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у патентообладателя на селекционные достижения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015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Организационные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Деловая репутация организации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040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Амортизация нематериальных активов - 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Основные средства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Сооружения и передаточные устройства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Машины и оборудование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Транспортные средства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Производственный и хозяйственный инвентарь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Рабочий скот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Продуктивный скот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116</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Многолетние насаждения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117</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Другие виды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118</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Земельные участки и объекты природопользования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119</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Капитальные вложения на коренное улучшение земель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130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Амортизация основных средств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зданий и сооружений</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машин, оборудования, транспортных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других</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143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Передано в аренду объектов основных средств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здания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сооружения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Переведено объектов основных средств на консервацию</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155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Получено объектов основных средств в аренду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недвижимости, принятые в эксплуатацию и находящиеся в процессе государственной регистрации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165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первоначальной (восстановительной) стоимости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амортизации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172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Изменение стоимости объектов основных средств в результате достройки, дооборудования, реконструкции, частичной ликвидации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180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Доходные вложения в материальные ценности</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Выбыло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для передачи в лизинг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предоставляемое по договору проката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240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Амортизация доходных вложений в материальные ценности</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250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на научно-исследовательские, опытно-конструкторские и технологические работы</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Виды работ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Списано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Наличие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310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53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doub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 Сумма расходов по незаконченным научно-исследовательским, опытно-конструкторским и технологическим работам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Сумма не давших положительных результатов расходов по научно-исследовательским, опытно-конструкторским и технологическим работам, отнесенных на внереализационные расходы</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330</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076BB7" w:rsidRPr="008C5BD2">
        <w:tc>
          <w:tcPr>
            <w:tcW w:w="9252" w:type="dxa"/>
            <w:gridSpan w:val="9"/>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на освоение природных ресурсов</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Виды работ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Поступило</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Списано</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Расходы на освоение природных ресурсов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410</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Сумма расходов по участкам недр, незаконченным поиском и оценкой месторождений, разведкой и (или) гидрогеологическими изысканиями и прочими аналогичными работами</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420</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double" w:sz="6" w:space="0" w:color="auto"/>
              <w:right w:val="single" w:sz="6" w:space="0" w:color="auto"/>
            </w:tcBorders>
          </w:tcPr>
          <w:p w:rsidR="00076BB7" w:rsidRPr="008C5BD2" w:rsidRDefault="00076BB7">
            <w:r w:rsidRPr="008C5BD2">
              <w:t>Сумма расходов на освоение природных ресурсов, отнесенных в отчетном периоде на внереализационные расходы как безрезультатные</w:t>
            </w:r>
          </w:p>
        </w:tc>
        <w:tc>
          <w:tcPr>
            <w:tcW w:w="720" w:type="dxa"/>
            <w:gridSpan w:val="2"/>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430</w:t>
            </w:r>
          </w:p>
        </w:tc>
        <w:tc>
          <w:tcPr>
            <w:tcW w:w="156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76BB7" w:rsidRPr="008C5BD2">
        <w:tc>
          <w:tcPr>
            <w:tcW w:w="9252" w:type="dxa"/>
            <w:gridSpan w:val="6"/>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Финансовые вложения</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23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Долгосрочные</w:t>
            </w:r>
          </w:p>
        </w:tc>
        <w:tc>
          <w:tcPr>
            <w:tcW w:w="244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Краткосрочные</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конец отчетного периода</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года</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511</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515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Предоставленные 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525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Депозитные вклады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530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535</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540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общей суммы финансовые вложения, имеющие текущую рыночную стоимость: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СПРАВОЧНО.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 финансовым вложениям, имеющим текущую рыночную стоимость, изменение стоимости в результате корректировки оценки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580</w:t>
            </w:r>
          </w:p>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По долговым ценным бумагам разница между первоначальной стоимостью и номинальной стоимостью отнесена на финансовый результат отчетного периода</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590</w:t>
            </w:r>
          </w:p>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Дебиторская и кредиторская задолженность</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краткосрочная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613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долгосрочная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краткосрочная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с поставщиками и подрядчиками</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авансы полученные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расчеты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644</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645</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прочая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646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долгосрочная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650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кредиты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займы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ИТОГО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Расходы по обычным видам деятельности (по элементам затрат)</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год</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предыдущий год</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Материальные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Затраты на оплату труда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Отчисления на социальные нужды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Амортизация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Прочие затраты</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750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Итого по элементам затрат</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Изменение остатков (прирост [+], уменьшение [–]):</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незавершенного производства</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расходов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766</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резерв предстоящих расходов</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pPr>
              <w:jc w:val="center"/>
            </w:pPr>
            <w:r w:rsidRPr="008C5BD2">
              <w:t>767</w:t>
            </w:r>
          </w:p>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5392"/>
        <w:gridCol w:w="720"/>
        <w:gridCol w:w="1560"/>
        <w:gridCol w:w="1580"/>
      </w:tblGrid>
      <w:tr w:rsidR="00076BB7" w:rsidRPr="008C5BD2">
        <w:tc>
          <w:tcPr>
            <w:tcW w:w="9252" w:type="dxa"/>
            <w:gridSpan w:val="4"/>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Обеспечения</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Остаток на конец отчетного периода</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Полученные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810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811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находящееся в залоге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него: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822</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прочее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823</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Выданные – всего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830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векселя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831</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Имущество, переданное в залог</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840</w:t>
            </w:r>
          </w:p>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из него:</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single" w:sz="6" w:space="0" w:color="auto"/>
              <w:right w:val="single" w:sz="6" w:space="0" w:color="auto"/>
            </w:tcBorders>
          </w:tcPr>
          <w:p w:rsidR="00076BB7" w:rsidRPr="008C5BD2" w:rsidRDefault="00076BB7">
            <w:r w:rsidRPr="008C5BD2">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прочее</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6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58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pStyle w:val="ThinDelim"/>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076BB7" w:rsidRPr="008C5BD2">
        <w:tc>
          <w:tcPr>
            <w:tcW w:w="9252" w:type="dxa"/>
            <w:gridSpan w:val="9"/>
            <w:tcBorders>
              <w:top w:val="double" w:sz="6" w:space="0" w:color="auto"/>
              <w:left w:val="double" w:sz="6" w:space="0" w:color="auto"/>
              <w:bottom w:val="single" w:sz="6" w:space="0" w:color="auto"/>
              <w:right w:val="double" w:sz="6" w:space="0" w:color="auto"/>
            </w:tcBorders>
          </w:tcPr>
          <w:p w:rsidR="00076BB7" w:rsidRPr="008C5BD2" w:rsidRDefault="00076BB7">
            <w:pPr>
              <w:jc w:val="center"/>
            </w:pPr>
            <w:r w:rsidRPr="008C5BD2">
              <w:t>Государственная помощь</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За отчетный период</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За аналогичный период предыдущего года</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4</w:t>
            </w:r>
          </w:p>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Получено в отчетном году бюджетных средств - всего</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910</w:t>
            </w:r>
          </w:p>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в том числе: МОБ резерв</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5392" w:type="dxa"/>
            <w:gridSpan w:val="3"/>
            <w:tcBorders>
              <w:top w:val="single" w:sz="6" w:space="0" w:color="auto"/>
              <w:left w:val="double" w:sz="6" w:space="0" w:color="auto"/>
              <w:bottom w:val="single" w:sz="6" w:space="0" w:color="auto"/>
              <w:right w:val="single" w:sz="6" w:space="0" w:color="auto"/>
            </w:tcBorders>
          </w:tcPr>
          <w:p w:rsidR="00076BB7" w:rsidRPr="008C5BD2" w:rsidRDefault="00076BB7">
            <w:r w:rsidRPr="008C5BD2">
              <w:t>целевое пособие - прочие</w:t>
            </w:r>
          </w:p>
        </w:tc>
        <w:tc>
          <w:tcPr>
            <w:tcW w:w="72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60" w:type="dxa"/>
            <w:gridSpan w:val="2"/>
            <w:tcBorders>
              <w:top w:val="single" w:sz="6" w:space="0" w:color="auto"/>
              <w:left w:val="single" w:sz="6" w:space="0" w:color="auto"/>
              <w:bottom w:val="single" w:sz="6" w:space="0" w:color="auto"/>
              <w:right w:val="single" w:sz="6" w:space="0" w:color="auto"/>
            </w:tcBorders>
          </w:tcPr>
          <w:p w:rsidR="00076BB7" w:rsidRPr="008C5BD2" w:rsidRDefault="00076BB7"/>
        </w:tc>
        <w:tc>
          <w:tcPr>
            <w:tcW w:w="1580" w:type="dxa"/>
            <w:gridSpan w:val="2"/>
            <w:tcBorders>
              <w:top w:val="single" w:sz="6" w:space="0" w:color="auto"/>
              <w:left w:val="single" w:sz="6" w:space="0" w:color="auto"/>
              <w:bottom w:val="single" w:sz="6" w:space="0" w:color="auto"/>
              <w:right w:val="double" w:sz="6" w:space="0" w:color="auto"/>
            </w:tcBorders>
          </w:tcPr>
          <w:p w:rsidR="00076BB7" w:rsidRPr="008C5BD2" w:rsidRDefault="00076BB7"/>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Получено за отчетный период</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Возвращено за отчетный период</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На конец отчетного периода</w:t>
            </w:r>
          </w:p>
        </w:tc>
      </w:tr>
      <w:tr w:rsidR="00076BB7" w:rsidRPr="008C5BD2">
        <w:tc>
          <w:tcPr>
            <w:tcW w:w="3732" w:type="dxa"/>
            <w:tcBorders>
              <w:top w:val="single" w:sz="6" w:space="0" w:color="auto"/>
              <w:left w:val="double" w:sz="6" w:space="0" w:color="auto"/>
              <w:bottom w:val="single" w:sz="6" w:space="0" w:color="auto"/>
              <w:right w:val="single" w:sz="6" w:space="0" w:color="auto"/>
            </w:tcBorders>
          </w:tcPr>
          <w:p w:rsidR="00076BB7" w:rsidRPr="008C5BD2" w:rsidRDefault="00076BB7">
            <w:pPr>
              <w:jc w:val="center"/>
            </w:pPr>
            <w:r w:rsidRPr="008C5BD2">
              <w:t>1</w:t>
            </w:r>
          </w:p>
        </w:tc>
        <w:tc>
          <w:tcPr>
            <w:tcW w:w="720" w:type="dxa"/>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2</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3</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4</w:t>
            </w:r>
          </w:p>
        </w:tc>
        <w:tc>
          <w:tcPr>
            <w:tcW w:w="1180" w:type="dxa"/>
            <w:gridSpan w:val="2"/>
            <w:tcBorders>
              <w:top w:val="single" w:sz="6" w:space="0" w:color="auto"/>
              <w:left w:val="single" w:sz="6" w:space="0" w:color="auto"/>
              <w:bottom w:val="single" w:sz="6" w:space="0" w:color="auto"/>
              <w:right w:val="single" w:sz="6" w:space="0" w:color="auto"/>
            </w:tcBorders>
          </w:tcPr>
          <w:p w:rsidR="00076BB7" w:rsidRPr="008C5BD2" w:rsidRDefault="00076BB7">
            <w:pPr>
              <w:jc w:val="center"/>
            </w:pPr>
            <w:r w:rsidRPr="008C5BD2">
              <w:t>5</w:t>
            </w:r>
          </w:p>
        </w:tc>
        <w:tc>
          <w:tcPr>
            <w:tcW w:w="1260" w:type="dxa"/>
            <w:tcBorders>
              <w:top w:val="single" w:sz="6" w:space="0" w:color="auto"/>
              <w:left w:val="single" w:sz="6" w:space="0" w:color="auto"/>
              <w:bottom w:val="single" w:sz="6" w:space="0" w:color="auto"/>
              <w:right w:val="double" w:sz="6" w:space="0" w:color="auto"/>
            </w:tcBorders>
          </w:tcPr>
          <w:p w:rsidR="00076BB7" w:rsidRPr="008C5BD2" w:rsidRDefault="00076BB7">
            <w:pPr>
              <w:jc w:val="center"/>
            </w:pPr>
            <w:r w:rsidRPr="008C5BD2">
              <w:t>6</w:t>
            </w:r>
          </w:p>
        </w:tc>
      </w:tr>
      <w:tr w:rsidR="00076BB7" w:rsidRPr="008C5BD2">
        <w:tc>
          <w:tcPr>
            <w:tcW w:w="373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Бюджетные кредиты - всего</w:t>
            </w:r>
          </w:p>
        </w:tc>
        <w:tc>
          <w:tcPr>
            <w:tcW w:w="720" w:type="dxa"/>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180" w:type="dxa"/>
            <w:gridSpan w:val="2"/>
            <w:tcBorders>
              <w:top w:val="single" w:sz="6" w:space="0" w:color="auto"/>
              <w:left w:val="single" w:sz="6" w:space="0" w:color="auto"/>
              <w:bottom w:val="double" w:sz="6" w:space="0" w:color="auto"/>
              <w:right w:val="single" w:sz="6" w:space="0" w:color="auto"/>
            </w:tcBorders>
          </w:tcPr>
          <w:p w:rsidR="00076BB7" w:rsidRPr="008C5BD2" w:rsidRDefault="00076BB7"/>
        </w:tc>
        <w:tc>
          <w:tcPr>
            <w:tcW w:w="1260" w:type="dxa"/>
            <w:tcBorders>
              <w:top w:val="single" w:sz="6" w:space="0" w:color="auto"/>
              <w:left w:val="single" w:sz="6" w:space="0" w:color="auto"/>
              <w:bottom w:val="double" w:sz="6" w:space="0" w:color="auto"/>
              <w:right w:val="double" w:sz="6" w:space="0" w:color="auto"/>
            </w:tcBorders>
          </w:tcPr>
          <w:p w:rsidR="00076BB7" w:rsidRPr="008C5BD2" w:rsidRDefault="00076BB7"/>
        </w:tc>
      </w:tr>
    </w:tbl>
    <w:p w:rsidR="00076BB7" w:rsidRDefault="00076BB7"/>
    <w:p w:rsidR="00076BB7" w:rsidRDefault="00076BB7">
      <w:pPr>
        <w:ind w:left="200"/>
      </w:pPr>
    </w:p>
    <w:p w:rsidR="00076BB7" w:rsidRDefault="00076BB7">
      <w:pPr>
        <w:pStyle w:val="SubHeading"/>
        <w:ind w:left="200"/>
      </w:pPr>
      <w:r>
        <w:br w:type="page"/>
        <w:t>Пояснительная записка</w:t>
      </w:r>
    </w:p>
    <w:p w:rsidR="00076BB7" w:rsidRDefault="00076BB7">
      <w:pPr>
        <w:ind w:left="400"/>
      </w:pPr>
    </w:p>
    <w:p w:rsidR="00076BB7" w:rsidRDefault="00076BB7">
      <w:pPr>
        <w:pStyle w:val="SubHeading"/>
        <w:ind w:left="200"/>
      </w:pPr>
      <w:r>
        <w:t>Аудиторское заключение</w:t>
      </w:r>
    </w:p>
    <w:p w:rsidR="00076BB7" w:rsidRDefault="00076BB7">
      <w:pPr>
        <w:ind w:left="400"/>
      </w:pPr>
    </w:p>
    <w:p w:rsidR="00076BB7" w:rsidRDefault="00076BB7"/>
    <w:p w:rsidR="00076BB7" w:rsidRDefault="00076BB7">
      <w:pPr>
        <w:pStyle w:val="Heading2"/>
      </w:pPr>
      <w:r>
        <w:t>7.4. Сведения об учетной политике эмитента</w:t>
      </w:r>
    </w:p>
    <w:p w:rsidR="00076BB7" w:rsidRDefault="00076BB7">
      <w:pPr>
        <w:ind w:left="200"/>
      </w:pPr>
      <w:r>
        <w:rPr>
          <w:rStyle w:val="Subst"/>
          <w:bCs/>
          <w:iCs/>
        </w:rPr>
        <w:t>Учетная политика эмитента самостоятельно определяется эмитентом в соответствии с законодательством Российской Федерации о бухгалтерском учете и утверждается приказом   лица, ответственного за организацию и состояние бухгалтерского учета эмитента.</w:t>
      </w:r>
    </w:p>
    <w:p w:rsidR="00076BB7" w:rsidRDefault="00076BB7">
      <w:pPr>
        <w:pStyle w:val="Heading2"/>
      </w:pPr>
      <w:r>
        <w:t>7.5. Сведения об общей сумме экспорта, а также о доле, которую составляет экспорт в общем объеме продаж</w:t>
      </w:r>
    </w:p>
    <w:p w:rsidR="00076BB7" w:rsidRDefault="00076BB7">
      <w:pPr>
        <w:ind w:left="200"/>
      </w:pPr>
      <w:r>
        <w:rPr>
          <w:rStyle w:val="Subst"/>
          <w:bCs/>
          <w:iCs/>
        </w:rPr>
        <w:t>Эмитент не осуществляет экспорт продукции (товаров, работ, услуг)</w:t>
      </w:r>
    </w:p>
    <w:p w:rsidR="00076BB7" w:rsidRDefault="00076BB7">
      <w:pPr>
        <w:pStyle w:val="Heading2"/>
      </w:pPr>
      <w: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076BB7" w:rsidRDefault="00076BB7">
      <w:pPr>
        <w:ind w:left="200"/>
      </w:pPr>
      <w:r>
        <w:t>Общая стоимость недвижимого имущества на дату окончания отчетного квартала, руб.:</w:t>
      </w:r>
      <w:r>
        <w:rPr>
          <w:rStyle w:val="Subst"/>
          <w:bCs/>
          <w:iCs/>
        </w:rPr>
        <w:t xml:space="preserve"> 0</w:t>
      </w:r>
    </w:p>
    <w:p w:rsidR="00076BB7" w:rsidRDefault="00076BB7">
      <w:pPr>
        <w:ind w:left="200"/>
      </w:pPr>
      <w:r>
        <w:t>Величина начисленной амортизации на дату окончания отчетного квартала, руб.:</w:t>
      </w:r>
      <w:r>
        <w:rPr>
          <w:rStyle w:val="Subst"/>
          <w:bCs/>
          <w:iCs/>
        </w:rPr>
        <w:t xml:space="preserve"> 0</w:t>
      </w:r>
    </w:p>
    <w:p w:rsidR="00076BB7" w:rsidRDefault="00076BB7">
      <w:pPr>
        <w:pStyle w:val="SubHeading"/>
        <w:ind w:left="200"/>
      </w:pPr>
      <w:r>
        <w:t>Сведения о существенных изменениях в составе недвижимого имущества эмитента, произошедшие в течение 12 месяцев до даты окончания отчетного квартала</w:t>
      </w:r>
    </w:p>
    <w:p w:rsidR="00076BB7" w:rsidRDefault="00076BB7">
      <w:pPr>
        <w:ind w:left="400"/>
      </w:pPr>
      <w:r>
        <w:rPr>
          <w:rStyle w:val="Subst"/>
          <w:bCs/>
          <w:iCs/>
        </w:rPr>
        <w:t>Существенных изменений в составе недвижимого имущества в течении 12 месяцев до даты окончания отчетного квартала не было</w:t>
      </w:r>
    </w:p>
    <w:p w:rsidR="00076BB7" w:rsidRDefault="00076BB7">
      <w:pPr>
        <w:ind w:left="200"/>
      </w:pPr>
      <w:r>
        <w:t>Сведения о любых приобретениях или выбытии по любым основаниям любого иного имущества эмитента, если балансовая стоимость такого имущества превышает 5 процентов балансовой стоимости активов эмитента, а также сведения о любых иных существенных для эмитента изменениях, произошедших в составе иного имущества эмитента после даты окончания последнего завершенного финансового года до даты окончания отчетного квартала:</w:t>
      </w:r>
      <w:r>
        <w:br/>
      </w:r>
    </w:p>
    <w:p w:rsidR="00076BB7" w:rsidRDefault="00076BB7">
      <w:pPr>
        <w:ind w:left="400"/>
      </w:pPr>
      <w:r>
        <w:rPr>
          <w:rStyle w:val="Subst"/>
          <w:bCs/>
          <w:iCs/>
        </w:rPr>
        <w:t>Указанных изменений не было</w:t>
      </w:r>
    </w:p>
    <w:p w:rsidR="00076BB7" w:rsidRDefault="00076BB7">
      <w:pPr>
        <w:pStyle w:val="Heading2"/>
      </w:pPr>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076BB7" w:rsidRDefault="00076BB7">
      <w:pPr>
        <w:ind w:left="200"/>
      </w:pPr>
      <w:r>
        <w:rPr>
          <w:rStyle w:val="Subst"/>
          <w:bCs/>
          <w:iCs/>
        </w:rPr>
        <w:t>Эмитент не участвовал/не участвует в судебных процессах, которые отразились/могут отразиться на финансово-хозяйственной деятельности, в течение трех лет, предшествующих дате окончания отчетного квартала</w:t>
      </w:r>
    </w:p>
    <w:p w:rsidR="00076BB7" w:rsidRDefault="00076BB7">
      <w:pPr>
        <w:pStyle w:val="Heading1"/>
      </w:pPr>
      <w:r>
        <w:t>VIII. Дополнительные сведения об эмитенте и о размещенных им эмиссионных ценных бумагах</w:t>
      </w:r>
    </w:p>
    <w:p w:rsidR="00076BB7" w:rsidRDefault="00076BB7">
      <w:pPr>
        <w:pStyle w:val="Heading2"/>
      </w:pPr>
      <w:r>
        <w:t>8.1. Дополнительные сведения об эмитенте</w:t>
      </w:r>
    </w:p>
    <w:p w:rsidR="00076BB7" w:rsidRDefault="00076BB7">
      <w:pPr>
        <w:pStyle w:val="Heading2"/>
      </w:pPr>
      <w:r>
        <w:t>8.1.1. Сведения о размере, структуре уставного (складочного) капитала (паевого фонда) эмитента</w:t>
      </w:r>
    </w:p>
    <w:p w:rsidR="00076BB7" w:rsidRDefault="00076BB7">
      <w:pPr>
        <w:ind w:left="200"/>
      </w:pPr>
      <w:r>
        <w:t>Размер уставного (складочного) капитала (паевого фонда) эмитента на дату окончания последнего отчетного квартала, руб.:</w:t>
      </w:r>
      <w:r>
        <w:rPr>
          <w:rStyle w:val="Subst"/>
          <w:bCs/>
          <w:iCs/>
        </w:rPr>
        <w:t xml:space="preserve"> 1 805 404</w:t>
      </w:r>
    </w:p>
    <w:p w:rsidR="00076BB7" w:rsidRDefault="00076BB7">
      <w:pPr>
        <w:pStyle w:val="SubHeading"/>
        <w:ind w:left="200"/>
      </w:pPr>
      <w:r>
        <w:t>Обыкновенные акции</w:t>
      </w:r>
    </w:p>
    <w:p w:rsidR="00076BB7" w:rsidRDefault="00076BB7">
      <w:pPr>
        <w:ind w:left="400"/>
      </w:pPr>
      <w:r>
        <w:t>Общая номинальная стоимость:</w:t>
      </w:r>
      <w:r>
        <w:rPr>
          <w:rStyle w:val="Subst"/>
          <w:bCs/>
          <w:iCs/>
        </w:rPr>
        <w:t xml:space="preserve"> 1 805 216.5</w:t>
      </w:r>
    </w:p>
    <w:p w:rsidR="00076BB7" w:rsidRDefault="00076BB7">
      <w:pPr>
        <w:ind w:left="400"/>
      </w:pPr>
      <w:r>
        <w:t>Размер доли в УК, %:</w:t>
      </w:r>
      <w:r>
        <w:rPr>
          <w:rStyle w:val="Subst"/>
          <w:bCs/>
          <w:iCs/>
        </w:rPr>
        <w:t xml:space="preserve"> 99.989615</w:t>
      </w:r>
    </w:p>
    <w:p w:rsidR="00076BB7" w:rsidRDefault="00076BB7">
      <w:pPr>
        <w:pStyle w:val="SubHeading"/>
        <w:ind w:left="200"/>
      </w:pPr>
      <w:r>
        <w:t>Привилегированные</w:t>
      </w:r>
    </w:p>
    <w:p w:rsidR="00076BB7" w:rsidRDefault="00076BB7">
      <w:pPr>
        <w:ind w:left="400"/>
      </w:pPr>
      <w:r>
        <w:t>Общая номинальная стоимость:</w:t>
      </w:r>
      <w:r>
        <w:rPr>
          <w:rStyle w:val="Subst"/>
          <w:bCs/>
          <w:iCs/>
        </w:rPr>
        <w:t xml:space="preserve"> 187.5</w:t>
      </w:r>
    </w:p>
    <w:p w:rsidR="00076BB7" w:rsidRDefault="00076BB7">
      <w:pPr>
        <w:ind w:left="400"/>
      </w:pPr>
      <w:r>
        <w:t>Размер доли в УК, %:</w:t>
      </w:r>
      <w:r>
        <w:rPr>
          <w:rStyle w:val="Subst"/>
          <w:bCs/>
          <w:iCs/>
        </w:rPr>
        <w:t xml:space="preserve"> 0.010385</w:t>
      </w:r>
    </w:p>
    <w:p w:rsidR="00076BB7" w:rsidRDefault="00076BB7">
      <w:pPr>
        <w:ind w:left="200"/>
      </w:pPr>
    </w:p>
    <w:p w:rsidR="00076BB7" w:rsidRDefault="00076BB7">
      <w:pPr>
        <w:pStyle w:val="Heading2"/>
      </w:pPr>
      <w:r>
        <w:t>8.1.2. Сведения об изменении размера уставного (складочного) капитала (паевого фонда) эмитента</w:t>
      </w:r>
    </w:p>
    <w:p w:rsidR="00076BB7" w:rsidRDefault="00076BB7">
      <w:pPr>
        <w:ind w:left="200"/>
      </w:pPr>
      <w:r>
        <w:rPr>
          <w:rStyle w:val="Subst"/>
          <w:bCs/>
          <w:iCs/>
        </w:rPr>
        <w:t>Изменений размера УК за данный период не было</w:t>
      </w:r>
    </w:p>
    <w:p w:rsidR="00076BB7" w:rsidRDefault="00076BB7">
      <w:pPr>
        <w:pStyle w:val="Heading2"/>
      </w:pPr>
      <w:r>
        <w:t>8.1.3. Сведения о формировании и об использовании резервного фонда, а также иных фондов эмитента</w:t>
      </w:r>
    </w:p>
    <w:p w:rsidR="00076BB7" w:rsidRDefault="00076BB7">
      <w:pPr>
        <w:pStyle w:val="SubHeading"/>
        <w:ind w:left="200"/>
      </w:pPr>
      <w:r>
        <w:t>За отчетный квартал</w:t>
      </w:r>
    </w:p>
    <w:p w:rsidR="00076BB7" w:rsidRDefault="00076BB7">
      <w:pPr>
        <w:ind w:left="400"/>
      </w:pPr>
      <w:r>
        <w:t>Сведения о формировании и об использовании резервного фонда, а также иных фондов эмитента, формирующихся за счет его чистой прибыли</w:t>
      </w:r>
    </w:p>
    <w:p w:rsidR="00076BB7" w:rsidRDefault="00076BB7">
      <w:pPr>
        <w:ind w:left="400"/>
      </w:pPr>
      <w:r>
        <w:t>Наименование фонда:</w:t>
      </w:r>
      <w:r>
        <w:rPr>
          <w:rStyle w:val="Subst"/>
          <w:bCs/>
          <w:iCs/>
        </w:rPr>
        <w:t xml:space="preserve"> резервный фонд</w:t>
      </w:r>
    </w:p>
    <w:p w:rsidR="00076BB7" w:rsidRDefault="00076BB7">
      <w:pPr>
        <w:ind w:left="400"/>
      </w:pPr>
      <w:r>
        <w:t>Размер фонда, установленный учредительными документами:</w:t>
      </w:r>
    </w:p>
    <w:p w:rsidR="00076BB7" w:rsidRDefault="00076BB7">
      <w:pPr>
        <w:ind w:left="400"/>
      </w:pPr>
      <w:r>
        <w:t>Размер фонда в денежном выражении на дату окончания отчетного периода, руб.:</w:t>
      </w:r>
      <w:r>
        <w:rPr>
          <w:rStyle w:val="Subst"/>
          <w:bCs/>
          <w:iCs/>
        </w:rPr>
        <w:t xml:space="preserve"> 43 494</w:t>
      </w:r>
    </w:p>
    <w:p w:rsidR="00076BB7" w:rsidRDefault="00076BB7">
      <w:pPr>
        <w:ind w:left="400"/>
      </w:pPr>
      <w:r>
        <w:t>Размер фонда в процентах от уставного (складочного) капитала (паевого фонда):</w:t>
      </w:r>
      <w:r>
        <w:rPr>
          <w:rStyle w:val="Subst"/>
          <w:bCs/>
          <w:iCs/>
        </w:rPr>
        <w:t xml:space="preserve"> 2.4</w:t>
      </w:r>
    </w:p>
    <w:p w:rsidR="00076BB7" w:rsidRDefault="00076BB7">
      <w:pPr>
        <w:ind w:left="400"/>
      </w:pPr>
      <w:r>
        <w:t>Размер отчислений в фонд в течение отчетного периода:</w:t>
      </w:r>
    </w:p>
    <w:p w:rsidR="00076BB7" w:rsidRDefault="00076BB7">
      <w:pPr>
        <w:ind w:left="400"/>
      </w:pPr>
      <w:r>
        <w:t>Размер средств фонда, использованных в течение отчетного периода:</w:t>
      </w:r>
    </w:p>
    <w:p w:rsidR="00076BB7" w:rsidRDefault="00076BB7">
      <w:pPr>
        <w:ind w:left="400"/>
      </w:pPr>
      <w:r>
        <w:t>Направления использования данных средств:</w:t>
      </w:r>
      <w:r>
        <w:br/>
      </w:r>
    </w:p>
    <w:p w:rsidR="00076BB7" w:rsidRDefault="00076BB7">
      <w:pPr>
        <w:ind w:left="400"/>
      </w:pPr>
    </w:p>
    <w:p w:rsidR="00076BB7" w:rsidRDefault="00076BB7">
      <w:pPr>
        <w:pStyle w:val="Heading2"/>
      </w:pPr>
      <w:r>
        <w:t>8.1.4. Сведения о порядке созыва и проведения собрания (заседания) высшего органа управления эмитента</w:t>
      </w:r>
    </w:p>
    <w:p w:rsidR="00076BB7" w:rsidRDefault="00076BB7">
      <w:pPr>
        <w:ind w:left="200"/>
      </w:pPr>
      <w:r>
        <w:t>Наименование высшего органа управления эмитента:</w:t>
      </w:r>
      <w:r>
        <w:rPr>
          <w:rStyle w:val="Subst"/>
          <w:bCs/>
          <w:iCs/>
        </w:rPr>
        <w:t xml:space="preserve"> Общее собрание акционеров общества.</w:t>
      </w:r>
    </w:p>
    <w:p w:rsidR="00076BB7" w:rsidRDefault="00076BB7">
      <w:pPr>
        <w:ind w:left="200"/>
      </w:pPr>
      <w:r>
        <w:t>Порядок уведомления акционеров (участников) о проведении собрания (заседания) высшего органа управления эмитента:</w:t>
      </w:r>
      <w:r>
        <w:br/>
      </w:r>
      <w:r>
        <w:rPr>
          <w:rStyle w:val="Subst"/>
          <w:bCs/>
          <w:iCs/>
        </w:rPr>
        <w:t>Информация о проведении общего либо внеочередного собрания должна быть объявлена не менее чем за 30 дней до проведения собрания в газете «Каскад» или в газете «Гражданин»</w:t>
      </w:r>
    </w:p>
    <w:p w:rsidR="00076BB7" w:rsidRDefault="00076BB7">
      <w:pPr>
        <w:ind w:left="200"/>
      </w:pPr>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bCs/>
          <w:iCs/>
        </w:rPr>
        <w:t>-Совет директоров;</w:t>
      </w:r>
      <w:r>
        <w:rPr>
          <w:rStyle w:val="Subst"/>
          <w:bCs/>
          <w:iCs/>
        </w:rPr>
        <w:br/>
        <w:t>-ревизионная комиссия общества;</w:t>
      </w:r>
      <w:r>
        <w:rPr>
          <w:rStyle w:val="Subst"/>
          <w:bCs/>
          <w:iCs/>
        </w:rPr>
        <w:br/>
        <w:t>-аудитор общества;</w:t>
      </w:r>
      <w:r>
        <w:rPr>
          <w:rStyle w:val="Subst"/>
          <w:bCs/>
          <w:iCs/>
        </w:rPr>
        <w:br/>
        <w:t>-акционера, являющийся владельцем не менее чем 10% акций общества, предоставляющих право голоса по всем вопросам компетенции общего собрания на дату предъявления требования.</w:t>
      </w:r>
      <w:r>
        <w:rPr>
          <w:rStyle w:val="Subst"/>
          <w:bCs/>
          <w:iCs/>
        </w:rPr>
        <w:br/>
      </w:r>
    </w:p>
    <w:p w:rsidR="00076BB7" w:rsidRDefault="00076BB7">
      <w:pPr>
        <w:ind w:left="200"/>
      </w:pPr>
      <w:r>
        <w:t>Порядок определения даты проведения собрания (заседания) высшего органа управления эмитента:</w:t>
      </w:r>
      <w:r>
        <w:br/>
      </w:r>
      <w:r>
        <w:rPr>
          <w:rStyle w:val="Subst"/>
          <w:bCs/>
          <w:iCs/>
        </w:rPr>
        <w:t>Годовое общее собрание проводится по инициативе Совета директоров один раз в году.</w:t>
      </w:r>
    </w:p>
    <w:p w:rsidR="00076BB7" w:rsidRDefault="00076BB7">
      <w:pPr>
        <w:ind w:left="200"/>
      </w:pPr>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bCs/>
          <w:iCs/>
        </w:rPr>
        <w:t>Акционеры, являющиеся в совокупности владельцами не менее чем 2-х процентов голосующих акций, такие предложения должны поступить в Общество не позднее чем через 30 дней после окончания финансового года</w:t>
      </w:r>
    </w:p>
    <w:p w:rsidR="00076BB7" w:rsidRDefault="00076BB7">
      <w:pPr>
        <w:ind w:left="200"/>
      </w:pPr>
      <w: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bCs/>
          <w:iCs/>
        </w:rPr>
        <w:t>акционеры</w:t>
      </w:r>
    </w:p>
    <w:p w:rsidR="00076BB7" w:rsidRDefault="00076BB7">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bCs/>
          <w:iCs/>
        </w:rPr>
        <w:t>Все решения общего собрания либо внеочередного собрания акционеров находятся в офисе исполнительного органа эмитента для ознакомления с ними акционеров.</w:t>
      </w:r>
    </w:p>
    <w:p w:rsidR="00076BB7" w:rsidRDefault="00076BB7">
      <w:pPr>
        <w:pStyle w:val="Heading2"/>
      </w:pPr>
      <w: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076BB7" w:rsidRDefault="00076BB7">
      <w:pPr>
        <w:ind w:left="200"/>
      </w:pPr>
      <w:r>
        <w:rPr>
          <w:rStyle w:val="Subst"/>
          <w:bCs/>
          <w:iCs/>
        </w:rPr>
        <w:t>Указаных организаций нет</w:t>
      </w:r>
    </w:p>
    <w:p w:rsidR="00076BB7" w:rsidRDefault="00076BB7">
      <w:pPr>
        <w:pStyle w:val="Heading2"/>
      </w:pPr>
      <w:r>
        <w:t>8.1.6. Сведения о существенных сделках, совершенных эмитентом</w:t>
      </w:r>
    </w:p>
    <w:p w:rsidR="00076BB7" w:rsidRDefault="00076BB7">
      <w:pPr>
        <w:pStyle w:val="SubHeading"/>
        <w:ind w:left="200"/>
      </w:pPr>
      <w:r>
        <w:t>За отчетный квартал</w:t>
      </w:r>
    </w:p>
    <w:p w:rsidR="00076BB7" w:rsidRDefault="00076BB7">
      <w:pPr>
        <w:ind w:left="400"/>
      </w:pPr>
      <w:r>
        <w:rPr>
          <w:rStyle w:val="Subst"/>
          <w:bCs/>
          <w:iCs/>
        </w:rPr>
        <w:t>Указанные сделки в течение данного периода не совершались</w:t>
      </w:r>
    </w:p>
    <w:p w:rsidR="00076BB7" w:rsidRDefault="00076BB7">
      <w:pPr>
        <w:pStyle w:val="Heading2"/>
      </w:pPr>
      <w:r>
        <w:t>8.1.7. Сведения о кредитных рейтингах эмитента</w:t>
      </w:r>
    </w:p>
    <w:p w:rsidR="00076BB7" w:rsidRDefault="00076BB7">
      <w:pPr>
        <w:ind w:left="200"/>
      </w:pPr>
      <w:r>
        <w:rPr>
          <w:rStyle w:val="Subst"/>
          <w:bCs/>
          <w:iCs/>
        </w:rPr>
        <w:t>Известных эмитенту кредитных рейтингов нет</w:t>
      </w:r>
    </w:p>
    <w:p w:rsidR="00076BB7" w:rsidRDefault="00076BB7">
      <w:pPr>
        <w:pStyle w:val="Heading2"/>
      </w:pPr>
      <w:r>
        <w:t>8.2. Сведения о каждой категории (типе) акций эмитента</w:t>
      </w:r>
    </w:p>
    <w:p w:rsidR="00076BB7" w:rsidRDefault="00076BB7">
      <w:pPr>
        <w:ind w:left="200"/>
      </w:pPr>
      <w:r>
        <w:t>Категория акций:</w:t>
      </w:r>
      <w:r>
        <w:rPr>
          <w:rStyle w:val="Subst"/>
          <w:bCs/>
          <w:iCs/>
        </w:rPr>
        <w:t xml:space="preserve"> обыкновенные</w:t>
      </w:r>
    </w:p>
    <w:p w:rsidR="00076BB7" w:rsidRDefault="00076BB7">
      <w:pPr>
        <w:ind w:left="200"/>
      </w:pPr>
      <w:r>
        <w:t>Номинальная стоимость каждой акции (руб.):</w:t>
      </w:r>
      <w:r>
        <w:rPr>
          <w:rStyle w:val="Subst"/>
          <w:bCs/>
          <w:iCs/>
        </w:rPr>
        <w:t xml:space="preserve"> 0.01</w:t>
      </w:r>
    </w:p>
    <w:p w:rsidR="00076BB7" w:rsidRDefault="00076BB7">
      <w:pPr>
        <w:pStyle w:val="ThinDelim"/>
      </w:pPr>
    </w:p>
    <w:p w:rsidR="00076BB7" w:rsidRDefault="00076BB7">
      <w:pPr>
        <w:ind w:left="200"/>
      </w:pPr>
      <w:r>
        <w:t>Количество акций, находящихся в обращении (количество акций, которые не являются погашенными или аннулированными):</w:t>
      </w:r>
    </w:p>
    <w:p w:rsidR="00076BB7" w:rsidRDefault="00076BB7">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p>
    <w:p w:rsidR="00076BB7" w:rsidRDefault="00076BB7">
      <w:pPr>
        <w:ind w:left="200"/>
      </w:pPr>
      <w:r>
        <w:t>Количество объявленных акций:</w:t>
      </w:r>
    </w:p>
    <w:p w:rsidR="00076BB7" w:rsidRDefault="00076BB7">
      <w:pPr>
        <w:ind w:left="200"/>
      </w:pPr>
      <w:r>
        <w:t>Количество акций, находящихся на балансе эмитента:</w:t>
      </w:r>
      <w:r>
        <w:rPr>
          <w:rStyle w:val="Subst"/>
          <w:bCs/>
          <w:iCs/>
        </w:rPr>
        <w:t xml:space="preserve"> 180 465 500</w:t>
      </w:r>
    </w:p>
    <w:p w:rsidR="00076BB7" w:rsidRDefault="00076BB7">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p>
    <w:p w:rsidR="00076BB7" w:rsidRDefault="00076BB7">
      <w:pPr>
        <w:pStyle w:val="ThinDelim"/>
      </w:pPr>
    </w:p>
    <w:p w:rsidR="00076BB7" w:rsidRDefault="00076BB7">
      <w:pPr>
        <w:ind w:left="200"/>
      </w:pPr>
      <w:r>
        <w:t>Выпуски акций данной категории (типа):</w:t>
      </w:r>
    </w:p>
    <w:p w:rsidR="00076BB7" w:rsidRDefault="00076BB7">
      <w:pPr>
        <w:pStyle w:val="ThinDelim"/>
      </w:pPr>
    </w:p>
    <w:tbl>
      <w:tblPr>
        <w:tblW w:w="0" w:type="auto"/>
        <w:tblLayout w:type="fixed"/>
        <w:tblCellMar>
          <w:left w:w="72" w:type="dxa"/>
          <w:right w:w="72" w:type="dxa"/>
        </w:tblCellMar>
        <w:tblLook w:val="0000"/>
      </w:tblPr>
      <w:tblGrid>
        <w:gridCol w:w="1892"/>
        <w:gridCol w:w="7360"/>
      </w:tblGrid>
      <w:tr w:rsidR="00076BB7" w:rsidRPr="008C5BD2">
        <w:tc>
          <w:tcPr>
            <w:tcW w:w="18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Регистрационный номер</w:t>
            </w:r>
          </w:p>
        </w:tc>
      </w:tr>
      <w:tr w:rsidR="00076BB7" w:rsidRPr="008C5BD2">
        <w:tc>
          <w:tcPr>
            <w:tcW w:w="18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24.04.2002</w:t>
            </w:r>
          </w:p>
        </w:tc>
        <w:tc>
          <w:tcPr>
            <w:tcW w:w="736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1-02-01950-D</w:t>
            </w:r>
          </w:p>
        </w:tc>
      </w:tr>
    </w:tbl>
    <w:p w:rsidR="00076BB7" w:rsidRDefault="00076BB7"/>
    <w:p w:rsidR="00076BB7" w:rsidRDefault="00076BB7">
      <w:pPr>
        <w:ind w:left="200"/>
      </w:pPr>
      <w:r>
        <w:t>Права, предоставляемые акциями их владельцам:</w:t>
      </w:r>
      <w:r>
        <w:br/>
      </w:r>
      <w:r>
        <w:rPr>
          <w:rStyle w:val="Subst"/>
          <w:bCs/>
          <w:iCs/>
        </w:rPr>
        <w:t>права на получения объявленых дивидендов, участие в общем собрании акционеров с правом голоса по всем вопросам его компетенции, получение части имущества эмитента в случае его ликвидации</w:t>
      </w:r>
    </w:p>
    <w:p w:rsidR="00076BB7" w:rsidRDefault="00076BB7">
      <w:pPr>
        <w:ind w:left="200"/>
      </w:pPr>
    </w:p>
    <w:p w:rsidR="00076BB7" w:rsidRDefault="00076BB7">
      <w:pPr>
        <w:ind w:left="200"/>
      </w:pPr>
    </w:p>
    <w:p w:rsidR="00076BB7" w:rsidRDefault="00076BB7">
      <w:pPr>
        <w:ind w:left="200"/>
      </w:pPr>
      <w:r>
        <w:t>Категория акций:</w:t>
      </w:r>
      <w:r>
        <w:rPr>
          <w:rStyle w:val="Subst"/>
          <w:bCs/>
          <w:iCs/>
        </w:rPr>
        <w:t xml:space="preserve"> привилегированные</w:t>
      </w:r>
    </w:p>
    <w:p w:rsidR="00076BB7" w:rsidRDefault="00076BB7">
      <w:pPr>
        <w:ind w:left="200"/>
      </w:pPr>
      <w:r>
        <w:t>Тип акций:</w:t>
      </w:r>
      <w:r>
        <w:rPr>
          <w:rStyle w:val="Subst"/>
          <w:bCs/>
          <w:iCs/>
        </w:rPr>
        <w:t xml:space="preserve"> А</w:t>
      </w:r>
    </w:p>
    <w:p w:rsidR="00076BB7" w:rsidRDefault="00076BB7">
      <w:pPr>
        <w:ind w:left="200"/>
      </w:pPr>
      <w:r>
        <w:t>Номинальная стоимость каждой акции (руб.):</w:t>
      </w:r>
      <w:r>
        <w:rPr>
          <w:rStyle w:val="Subst"/>
          <w:bCs/>
          <w:iCs/>
        </w:rPr>
        <w:t xml:space="preserve"> 0.01</w:t>
      </w:r>
    </w:p>
    <w:p w:rsidR="00076BB7" w:rsidRDefault="00076BB7">
      <w:pPr>
        <w:pStyle w:val="ThinDelim"/>
      </w:pPr>
    </w:p>
    <w:p w:rsidR="00076BB7" w:rsidRDefault="00076BB7">
      <w:pPr>
        <w:ind w:left="200"/>
      </w:pPr>
      <w:r>
        <w:t>Количество акций, находящихся в обращении (количество акций, которые не являются погашенными или аннулированными):</w:t>
      </w:r>
    </w:p>
    <w:p w:rsidR="00076BB7" w:rsidRDefault="00076BB7">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p>
    <w:p w:rsidR="00076BB7" w:rsidRDefault="00076BB7">
      <w:pPr>
        <w:ind w:left="200"/>
      </w:pPr>
      <w:r>
        <w:t>Количество объявленных акций:</w:t>
      </w:r>
    </w:p>
    <w:p w:rsidR="00076BB7" w:rsidRDefault="00076BB7">
      <w:pPr>
        <w:ind w:left="200"/>
      </w:pPr>
      <w:r>
        <w:t>Количество акций, находящихся на балансе эмитента:</w:t>
      </w:r>
      <w:r>
        <w:rPr>
          <w:rStyle w:val="Subst"/>
          <w:bCs/>
          <w:iCs/>
        </w:rPr>
        <w:t xml:space="preserve"> 18 750</w:t>
      </w:r>
    </w:p>
    <w:p w:rsidR="00076BB7" w:rsidRDefault="00076BB7">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p>
    <w:p w:rsidR="00076BB7" w:rsidRDefault="00076BB7">
      <w:pPr>
        <w:pStyle w:val="ThinDelim"/>
      </w:pPr>
    </w:p>
    <w:p w:rsidR="00076BB7" w:rsidRDefault="00076BB7">
      <w:pPr>
        <w:ind w:left="200"/>
      </w:pPr>
      <w:r>
        <w:t>Выпуски акций данной категории (типа):</w:t>
      </w:r>
    </w:p>
    <w:p w:rsidR="00076BB7" w:rsidRDefault="00076BB7">
      <w:pPr>
        <w:pStyle w:val="ThinDelim"/>
      </w:pPr>
    </w:p>
    <w:tbl>
      <w:tblPr>
        <w:tblW w:w="0" w:type="auto"/>
        <w:tblLayout w:type="fixed"/>
        <w:tblCellMar>
          <w:left w:w="72" w:type="dxa"/>
          <w:right w:w="72" w:type="dxa"/>
        </w:tblCellMar>
        <w:tblLook w:val="0000"/>
      </w:tblPr>
      <w:tblGrid>
        <w:gridCol w:w="1892"/>
        <w:gridCol w:w="7360"/>
      </w:tblGrid>
      <w:tr w:rsidR="00076BB7" w:rsidRPr="008C5BD2">
        <w:tc>
          <w:tcPr>
            <w:tcW w:w="18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Регистрационный номер</w:t>
            </w:r>
          </w:p>
        </w:tc>
      </w:tr>
      <w:tr w:rsidR="00076BB7" w:rsidRPr="008C5BD2">
        <w:tc>
          <w:tcPr>
            <w:tcW w:w="18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19.10.1994</w:t>
            </w:r>
          </w:p>
        </w:tc>
        <w:tc>
          <w:tcPr>
            <w:tcW w:w="736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35-1п-109</w:t>
            </w:r>
          </w:p>
        </w:tc>
      </w:tr>
    </w:tbl>
    <w:p w:rsidR="00076BB7" w:rsidRDefault="00076BB7"/>
    <w:p w:rsidR="00076BB7" w:rsidRDefault="00076BB7">
      <w:pPr>
        <w:ind w:left="200"/>
      </w:pPr>
      <w:r>
        <w:t>Права, предоставляемые акциями их владельцам:</w:t>
      </w:r>
      <w:r>
        <w:br/>
      </w:r>
      <w:r>
        <w:rPr>
          <w:rStyle w:val="Subst"/>
          <w:bCs/>
          <w:iCs/>
        </w:rPr>
        <w:t>права на получения объявленых дивидендов, участие в общем собрании акционеров с правом голоса по всем вопросам его компетенции, получение части имущества эмитента в случае его ликвидации</w:t>
      </w:r>
    </w:p>
    <w:p w:rsidR="00076BB7" w:rsidRDefault="00076BB7">
      <w:pPr>
        <w:ind w:left="200"/>
      </w:pPr>
    </w:p>
    <w:p w:rsidR="00076BB7" w:rsidRDefault="00076BB7">
      <w:pPr>
        <w:ind w:left="200"/>
      </w:pPr>
    </w:p>
    <w:p w:rsidR="00076BB7" w:rsidRDefault="00076BB7">
      <w:pPr>
        <w:ind w:left="200"/>
      </w:pPr>
      <w:r>
        <w:t>Категория акций:</w:t>
      </w:r>
      <w:r>
        <w:rPr>
          <w:rStyle w:val="Subst"/>
          <w:bCs/>
          <w:iCs/>
        </w:rPr>
        <w:t xml:space="preserve"> обыкновенные</w:t>
      </w:r>
    </w:p>
    <w:p w:rsidR="00076BB7" w:rsidRDefault="00076BB7">
      <w:pPr>
        <w:ind w:left="200"/>
      </w:pPr>
      <w:r>
        <w:t>Номинальная стоимость каждой акции (руб.):</w:t>
      </w:r>
      <w:r>
        <w:rPr>
          <w:rStyle w:val="Subst"/>
          <w:bCs/>
          <w:iCs/>
        </w:rPr>
        <w:t xml:space="preserve"> 0.01</w:t>
      </w:r>
    </w:p>
    <w:p w:rsidR="00076BB7" w:rsidRDefault="00076BB7">
      <w:pPr>
        <w:pStyle w:val="ThinDelim"/>
      </w:pPr>
    </w:p>
    <w:p w:rsidR="00076BB7" w:rsidRDefault="00076BB7">
      <w:pPr>
        <w:ind w:left="200"/>
      </w:pPr>
      <w:r>
        <w:t>Количество акций, находящихся в обращении (количество акций, которые не являются погашенными или аннулированными):</w:t>
      </w:r>
    </w:p>
    <w:p w:rsidR="00076BB7" w:rsidRDefault="00076BB7">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p>
    <w:p w:rsidR="00076BB7" w:rsidRDefault="00076BB7">
      <w:pPr>
        <w:ind w:left="200"/>
      </w:pPr>
      <w:r>
        <w:t>Количество объявленных акций:</w:t>
      </w:r>
    </w:p>
    <w:p w:rsidR="00076BB7" w:rsidRDefault="00076BB7">
      <w:pPr>
        <w:ind w:left="200"/>
      </w:pPr>
      <w:r>
        <w:t>Количество акций, находящихся на балансе эмитента:</w:t>
      </w:r>
      <w:r>
        <w:rPr>
          <w:rStyle w:val="Subst"/>
          <w:bCs/>
          <w:iCs/>
        </w:rPr>
        <w:t xml:space="preserve"> 56 150</w:t>
      </w:r>
    </w:p>
    <w:p w:rsidR="00076BB7" w:rsidRDefault="00076BB7">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p>
    <w:p w:rsidR="00076BB7" w:rsidRDefault="00076BB7">
      <w:pPr>
        <w:pStyle w:val="ThinDelim"/>
      </w:pPr>
    </w:p>
    <w:p w:rsidR="00076BB7" w:rsidRDefault="00076BB7">
      <w:pPr>
        <w:ind w:left="200"/>
      </w:pPr>
      <w:r>
        <w:t>Выпуски акций данной категории (типа):</w:t>
      </w:r>
    </w:p>
    <w:p w:rsidR="00076BB7" w:rsidRDefault="00076BB7">
      <w:pPr>
        <w:pStyle w:val="ThinDelim"/>
      </w:pPr>
    </w:p>
    <w:tbl>
      <w:tblPr>
        <w:tblW w:w="0" w:type="auto"/>
        <w:tblLayout w:type="fixed"/>
        <w:tblCellMar>
          <w:left w:w="72" w:type="dxa"/>
          <w:right w:w="72" w:type="dxa"/>
        </w:tblCellMar>
        <w:tblLook w:val="0000"/>
      </w:tblPr>
      <w:tblGrid>
        <w:gridCol w:w="1892"/>
        <w:gridCol w:w="7360"/>
      </w:tblGrid>
      <w:tr w:rsidR="00076BB7" w:rsidRPr="008C5BD2">
        <w:tc>
          <w:tcPr>
            <w:tcW w:w="1892" w:type="dxa"/>
            <w:tcBorders>
              <w:top w:val="double" w:sz="6" w:space="0" w:color="auto"/>
              <w:left w:val="double" w:sz="6" w:space="0" w:color="auto"/>
              <w:bottom w:val="single" w:sz="6" w:space="0" w:color="auto"/>
              <w:right w:val="single" w:sz="6" w:space="0" w:color="auto"/>
            </w:tcBorders>
          </w:tcPr>
          <w:p w:rsidR="00076BB7" w:rsidRPr="008C5BD2" w:rsidRDefault="00076BB7">
            <w:pPr>
              <w:jc w:val="center"/>
            </w:pPr>
            <w:r w:rsidRPr="008C5BD2">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76BB7" w:rsidRPr="008C5BD2" w:rsidRDefault="00076BB7">
            <w:pPr>
              <w:jc w:val="center"/>
            </w:pPr>
            <w:r w:rsidRPr="008C5BD2">
              <w:t>Регистрационный номер</w:t>
            </w:r>
          </w:p>
        </w:tc>
      </w:tr>
      <w:tr w:rsidR="00076BB7" w:rsidRPr="008C5BD2">
        <w:tc>
          <w:tcPr>
            <w:tcW w:w="1892" w:type="dxa"/>
            <w:tcBorders>
              <w:top w:val="single" w:sz="6" w:space="0" w:color="auto"/>
              <w:left w:val="double" w:sz="6" w:space="0" w:color="auto"/>
              <w:bottom w:val="double" w:sz="6" w:space="0" w:color="auto"/>
              <w:right w:val="single" w:sz="6" w:space="0" w:color="auto"/>
            </w:tcBorders>
          </w:tcPr>
          <w:p w:rsidR="00076BB7" w:rsidRPr="008C5BD2" w:rsidRDefault="00076BB7">
            <w:r w:rsidRPr="008C5BD2">
              <w:t>19.10.1994</w:t>
            </w:r>
          </w:p>
        </w:tc>
        <w:tc>
          <w:tcPr>
            <w:tcW w:w="7360" w:type="dxa"/>
            <w:tcBorders>
              <w:top w:val="single" w:sz="6" w:space="0" w:color="auto"/>
              <w:left w:val="single" w:sz="6" w:space="0" w:color="auto"/>
              <w:bottom w:val="double" w:sz="6" w:space="0" w:color="auto"/>
              <w:right w:val="double" w:sz="6" w:space="0" w:color="auto"/>
            </w:tcBorders>
          </w:tcPr>
          <w:p w:rsidR="00076BB7" w:rsidRPr="008C5BD2" w:rsidRDefault="00076BB7">
            <w:r w:rsidRPr="008C5BD2">
              <w:t>35-1п-109</w:t>
            </w:r>
          </w:p>
        </w:tc>
      </w:tr>
    </w:tbl>
    <w:p w:rsidR="00076BB7" w:rsidRDefault="00076BB7"/>
    <w:p w:rsidR="00076BB7" w:rsidRDefault="00076BB7">
      <w:pPr>
        <w:ind w:left="200"/>
      </w:pPr>
      <w:r>
        <w:t>Права, предоставляемые акциями их владельцам:</w:t>
      </w:r>
      <w:r>
        <w:br/>
      </w:r>
      <w:r>
        <w:rPr>
          <w:rStyle w:val="Subst"/>
          <w:bCs/>
          <w:iCs/>
        </w:rPr>
        <w:t>права на получения объявленых дивидендов, участие в общем собрании акционеров с правом голоса по всем вопросам его компетенции, получение части имущества эмитента в случае его ликвидации</w:t>
      </w:r>
    </w:p>
    <w:p w:rsidR="00076BB7" w:rsidRDefault="00076BB7">
      <w:pPr>
        <w:ind w:left="200"/>
      </w:pPr>
    </w:p>
    <w:p w:rsidR="00076BB7" w:rsidRDefault="00076BB7">
      <w:pPr>
        <w:ind w:left="200"/>
      </w:pPr>
    </w:p>
    <w:p w:rsidR="00076BB7" w:rsidRDefault="00076BB7">
      <w:pPr>
        <w:pStyle w:val="Heading2"/>
      </w:pPr>
      <w:r>
        <w:t>8.3. Сведения о предыдущих выпусках эмиссионных ценных бумаг эмитента, за исключением акций эмитента</w:t>
      </w:r>
    </w:p>
    <w:p w:rsidR="00076BB7" w:rsidRDefault="00076BB7">
      <w:pPr>
        <w:pStyle w:val="Heading2"/>
      </w:pPr>
      <w:r>
        <w:t>8.3.1. Сведения о выпусках, все ценные бумаги которых погашены (аннулированы)</w:t>
      </w:r>
    </w:p>
    <w:p w:rsidR="00076BB7" w:rsidRDefault="00076BB7">
      <w:pPr>
        <w:ind w:left="200"/>
      </w:pPr>
      <w:r>
        <w:rPr>
          <w:rStyle w:val="Subst"/>
          <w:bCs/>
          <w:iCs/>
        </w:rPr>
        <w:t>Указанных выпусков нет</w:t>
      </w:r>
    </w:p>
    <w:p w:rsidR="00076BB7" w:rsidRDefault="00076BB7">
      <w:pPr>
        <w:pStyle w:val="Heading2"/>
      </w:pPr>
      <w:r>
        <w:t>8.3.2. Сведения о выпусках, ценные бумаги которых находятся в обращении</w:t>
      </w:r>
    </w:p>
    <w:p w:rsidR="00076BB7" w:rsidRDefault="00076BB7">
      <w:pPr>
        <w:ind w:left="200"/>
      </w:pPr>
      <w:r>
        <w:rPr>
          <w:rStyle w:val="Subst"/>
          <w:bCs/>
          <w:iCs/>
        </w:rPr>
        <w:t>Указанных выпусков нет</w:t>
      </w:r>
    </w:p>
    <w:p w:rsidR="00076BB7" w:rsidRDefault="00076BB7">
      <w:pPr>
        <w:pStyle w:val="Heading2"/>
      </w:pPr>
      <w:r>
        <w:t>8.3.3. Сведения о выпусках, обязательства эмитента по ценным бумагам которых не исполнены (дефолт)</w:t>
      </w:r>
    </w:p>
    <w:p w:rsidR="00076BB7" w:rsidRDefault="00076BB7">
      <w:pPr>
        <w:ind w:left="200"/>
      </w:pPr>
      <w:r>
        <w:rPr>
          <w:rStyle w:val="Subst"/>
          <w:bCs/>
          <w:iCs/>
        </w:rPr>
        <w:t>Указанных выпусков нет</w:t>
      </w:r>
    </w:p>
    <w:p w:rsidR="00076BB7" w:rsidRDefault="00076BB7">
      <w:pPr>
        <w:pStyle w:val="Heading2"/>
      </w:pPr>
      <w:r>
        <w:t>8.4. Сведения о лице (лицах), предоставившем (предоставивших) обеспечение по облигациям выпуска</w:t>
      </w:r>
    </w:p>
    <w:p w:rsidR="00076BB7" w:rsidRDefault="00076BB7">
      <w:pPr>
        <w:ind w:left="200"/>
      </w:pPr>
      <w:r>
        <w:rPr>
          <w:rStyle w:val="Subst"/>
          <w:bCs/>
          <w:iCs/>
        </w:rPr>
        <w:t>Эмитент не размещал облигации с обеспечением, обязательства по которым еще не исполнены</w:t>
      </w:r>
    </w:p>
    <w:p w:rsidR="00076BB7" w:rsidRDefault="00076BB7">
      <w:pPr>
        <w:pStyle w:val="Heading2"/>
      </w:pPr>
      <w:r>
        <w:t>8.5. Условия обеспечения исполнения обязательств по облигациям выпуска</w:t>
      </w:r>
    </w:p>
    <w:p w:rsidR="00076BB7" w:rsidRDefault="00076BB7">
      <w:pPr>
        <w:ind w:left="200"/>
      </w:pPr>
      <w:r>
        <w:rPr>
          <w:rStyle w:val="Subst"/>
          <w:bCs/>
          <w:iCs/>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076BB7" w:rsidRDefault="00076BB7">
      <w:pPr>
        <w:pStyle w:val="Heading2"/>
      </w:pPr>
      <w:r>
        <w:t>8.5.1. Условия обеспечения исполнения обязательств по облигациям с ипотечным покрытием</w:t>
      </w:r>
    </w:p>
    <w:p w:rsidR="00076BB7" w:rsidRDefault="00076BB7">
      <w:pPr>
        <w:ind w:left="200"/>
      </w:pPr>
      <w:r>
        <w:rPr>
          <w:rStyle w:val="Subst"/>
          <w:bCs/>
          <w:iCs/>
        </w:rPr>
        <w:t>Эмитент не размещал облигации с ипотечным покрытием, обязательства по которым еще не исполнены</w:t>
      </w:r>
    </w:p>
    <w:p w:rsidR="00076BB7" w:rsidRDefault="00076BB7">
      <w:pPr>
        <w:pStyle w:val="Heading2"/>
      </w:pPr>
      <w:r>
        <w:t>8.6. Сведения об организациях, осуществляющих учет прав на эмиссионные ценные бумаги эмитента</w:t>
      </w:r>
    </w:p>
    <w:p w:rsidR="00076BB7" w:rsidRDefault="00076BB7">
      <w:pPr>
        <w:ind w:left="200"/>
      </w:pPr>
    </w:p>
    <w:p w:rsidR="00076BB7" w:rsidRDefault="00076BB7">
      <w:pPr>
        <w:ind w:left="200"/>
      </w:pPr>
      <w:r>
        <w:t>Лицо, осуществляющее ведение реестра владельцев именных ценных бумаг эмитента:</w:t>
      </w:r>
      <w:r>
        <w:rPr>
          <w:rStyle w:val="Subst"/>
          <w:bCs/>
          <w:iCs/>
        </w:rPr>
        <w:t xml:space="preserve"> регистратор</w:t>
      </w:r>
    </w:p>
    <w:p w:rsidR="00076BB7" w:rsidRDefault="00076BB7">
      <w:pPr>
        <w:pStyle w:val="SubHeading"/>
        <w:ind w:left="200"/>
      </w:pPr>
      <w:r>
        <w:t>Сведения о регистраторе</w:t>
      </w:r>
    </w:p>
    <w:p w:rsidR="00076BB7" w:rsidRDefault="00076BB7">
      <w:pPr>
        <w:ind w:left="400"/>
      </w:pPr>
      <w:r>
        <w:t>Полное фирменное наименование:</w:t>
      </w:r>
      <w:r>
        <w:rPr>
          <w:rStyle w:val="Subst"/>
          <w:bCs/>
          <w:iCs/>
        </w:rPr>
        <w:t xml:space="preserve"> Открытое Акционерное Общество "Регистратор НИКойл"</w:t>
      </w:r>
    </w:p>
    <w:p w:rsidR="00076BB7" w:rsidRDefault="00076BB7">
      <w:pPr>
        <w:ind w:left="400"/>
      </w:pPr>
      <w:r>
        <w:t>Сокращенное фирменное наименование:</w:t>
      </w:r>
      <w:r>
        <w:rPr>
          <w:rStyle w:val="Subst"/>
          <w:bCs/>
          <w:iCs/>
        </w:rPr>
        <w:t xml:space="preserve"> ОАО "Регистратор НИКойл"</w:t>
      </w:r>
    </w:p>
    <w:p w:rsidR="00076BB7" w:rsidRDefault="00076BB7">
      <w:pPr>
        <w:ind w:left="400"/>
      </w:pPr>
      <w:r>
        <w:t>Место нахождения:</w:t>
      </w:r>
      <w:r>
        <w:rPr>
          <w:rStyle w:val="Subst"/>
          <w:bCs/>
          <w:iCs/>
        </w:rPr>
        <w:t xml:space="preserve"> г. Калининград, ул. Яналова, 42Б</w:t>
      </w:r>
    </w:p>
    <w:p w:rsidR="00076BB7" w:rsidRDefault="00076BB7">
      <w:pPr>
        <w:ind w:left="400"/>
      </w:pPr>
      <w:r>
        <w:t>ИНН:</w:t>
      </w:r>
      <w:r>
        <w:rPr>
          <w:rStyle w:val="Subst"/>
          <w:bCs/>
          <w:iCs/>
        </w:rPr>
        <w:t xml:space="preserve"> 7730081453</w:t>
      </w:r>
    </w:p>
    <w:p w:rsidR="00076BB7" w:rsidRDefault="00076BB7">
      <w:pPr>
        <w:ind w:left="400"/>
      </w:pPr>
      <w:r>
        <w:t>ОГРН:</w:t>
      </w:r>
      <w:r>
        <w:rPr>
          <w:rStyle w:val="Subst"/>
          <w:bCs/>
          <w:iCs/>
        </w:rPr>
        <w:t xml:space="preserve"> 1027700060607</w:t>
      </w:r>
    </w:p>
    <w:p w:rsidR="00076BB7" w:rsidRDefault="00076BB7">
      <w:pPr>
        <w:ind w:left="400"/>
      </w:pPr>
    </w:p>
    <w:p w:rsidR="00076BB7" w:rsidRDefault="00076BB7">
      <w:pPr>
        <w:pStyle w:val="SubHeading"/>
        <w:ind w:left="400"/>
      </w:pPr>
      <w:r>
        <w:t>Данные о лицензии на осуществление деятельности по ведению реестра владельцев ценных бумаг</w:t>
      </w:r>
    </w:p>
    <w:p w:rsidR="00076BB7" w:rsidRDefault="00076BB7">
      <w:pPr>
        <w:ind w:left="600"/>
      </w:pPr>
      <w:r>
        <w:t>Номер:</w:t>
      </w:r>
      <w:r>
        <w:rPr>
          <w:rStyle w:val="Subst"/>
          <w:bCs/>
          <w:iCs/>
        </w:rPr>
        <w:t xml:space="preserve"> 10-000-100-290</w:t>
      </w:r>
    </w:p>
    <w:p w:rsidR="00076BB7" w:rsidRDefault="00076BB7">
      <w:pPr>
        <w:ind w:left="600"/>
      </w:pPr>
      <w:r>
        <w:t>Дата выдачи:</w:t>
      </w:r>
      <w:r>
        <w:rPr>
          <w:rStyle w:val="Subst"/>
          <w:bCs/>
          <w:iCs/>
        </w:rPr>
        <w:t xml:space="preserve"> 17.06.2003</w:t>
      </w:r>
    </w:p>
    <w:p w:rsidR="00076BB7" w:rsidRDefault="00076BB7">
      <w:pPr>
        <w:ind w:left="600"/>
      </w:pPr>
      <w:r>
        <w:t>Дата окончания действия:</w:t>
      </w:r>
    </w:p>
    <w:p w:rsidR="00076BB7" w:rsidRDefault="00076BB7">
      <w:pPr>
        <w:ind w:left="800"/>
      </w:pPr>
      <w:r>
        <w:rPr>
          <w:rStyle w:val="Subst"/>
          <w:bCs/>
          <w:iCs/>
        </w:rPr>
        <w:t>Бессрочная</w:t>
      </w:r>
    </w:p>
    <w:p w:rsidR="00076BB7" w:rsidRDefault="00076BB7">
      <w:pPr>
        <w:ind w:left="600"/>
      </w:pPr>
      <w:r>
        <w:t>Наименование органа, выдавшего лицензию:</w:t>
      </w:r>
      <w:r>
        <w:rPr>
          <w:rStyle w:val="Subst"/>
          <w:bCs/>
          <w:iCs/>
        </w:rPr>
        <w:t xml:space="preserve"> ФКЦБ (ФСФР) России</w:t>
      </w:r>
    </w:p>
    <w:p w:rsidR="00076BB7" w:rsidRDefault="00076BB7">
      <w:pPr>
        <w:ind w:left="400"/>
      </w:pPr>
      <w:r>
        <w:t>Дата, с которой регистратор осуществляет ведение реестра  владельцев ценных бумаг эмитента:</w:t>
      </w:r>
      <w:r>
        <w:rPr>
          <w:rStyle w:val="Subst"/>
          <w:bCs/>
          <w:iCs/>
        </w:rPr>
        <w:t xml:space="preserve"> 20.07.2000</w:t>
      </w:r>
    </w:p>
    <w:p w:rsidR="00076BB7" w:rsidRDefault="00076BB7">
      <w:pPr>
        <w:ind w:left="200"/>
      </w:pPr>
    </w:p>
    <w:p w:rsidR="00076BB7" w:rsidRDefault="00076BB7">
      <w:pPr>
        <w:pStyle w:val="ThinDelim"/>
      </w:pPr>
    </w:p>
    <w:p w:rsidR="00076BB7" w:rsidRDefault="00076BB7">
      <w:pPr>
        <w:ind w:left="200"/>
      </w:pPr>
    </w:p>
    <w:p w:rsidR="00076BB7" w:rsidRDefault="00076BB7">
      <w:pPr>
        <w:pStyle w:val="Heading2"/>
      </w:pPr>
      <w: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076BB7" w:rsidRDefault="00076BB7">
      <w:pPr>
        <w:ind w:left="200"/>
      </w:pPr>
      <w:r>
        <w:rPr>
          <w:rStyle w:val="Subst"/>
          <w:bCs/>
          <w:iCs/>
        </w:rPr>
        <w:t>Выплаты дивидендов, процентов и других платежей неризидентам РФ не предусмотрены</w:t>
      </w:r>
    </w:p>
    <w:p w:rsidR="00076BB7" w:rsidRDefault="00076BB7">
      <w:pPr>
        <w:pStyle w:val="Heading2"/>
      </w:pPr>
      <w:r>
        <w:t>8.8. Описание порядка налогообложения доходов по размещенным и размещаемым эмиссионным ценным бумагам эмитента</w:t>
      </w:r>
    </w:p>
    <w:p w:rsidR="00076BB7" w:rsidRDefault="00076BB7">
      <w:pPr>
        <w:ind w:left="200"/>
      </w:pPr>
      <w:r>
        <w:rPr>
          <w:rStyle w:val="Subst"/>
          <w:bCs/>
          <w:iCs/>
        </w:rPr>
        <w:t>Эмитент не имеет доходов по размещенным и размещаемым ценным бумагам эмитента.</w:t>
      </w:r>
    </w:p>
    <w:p w:rsidR="00076BB7" w:rsidRDefault="00076BB7">
      <w:pPr>
        <w:pStyle w:val="Heading2"/>
      </w:pPr>
      <w:r>
        <w:t>8.9. Сведения об объявленных (начисленных) и о выплаченных дивидендах по акциям эмитента, а также о доходах по облигациям эмитента</w:t>
      </w:r>
    </w:p>
    <w:p w:rsidR="00076BB7" w:rsidRDefault="00076BB7">
      <w:pPr>
        <w:pStyle w:val="Heading2"/>
      </w:pPr>
      <w:r>
        <w:t>8.9.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p>
    <w:p w:rsidR="00076BB7" w:rsidRDefault="00076BB7">
      <w:pPr>
        <w:ind w:left="200"/>
      </w:pPr>
      <w:r>
        <w:rPr>
          <w:rStyle w:val="Subst"/>
          <w:bCs/>
          <w:iCs/>
        </w:rPr>
        <w:t>В течение указанного периода решений о выплате дивидендов эмитентом не принималось</w:t>
      </w:r>
    </w:p>
    <w:p w:rsidR="00076BB7" w:rsidRDefault="00076BB7">
      <w:pPr>
        <w:pStyle w:val="Heading2"/>
      </w:pPr>
      <w:r>
        <w:t>8.9.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p>
    <w:p w:rsidR="00076BB7" w:rsidRDefault="00076BB7">
      <w:pPr>
        <w:ind w:left="200"/>
      </w:pPr>
      <w:r>
        <w:rPr>
          <w:rStyle w:val="Subst"/>
          <w:bCs/>
          <w:iCs/>
        </w:rPr>
        <w:t>Эмитент не осуществлял эмиссию облигаций</w:t>
      </w:r>
    </w:p>
    <w:p w:rsidR="00076BB7" w:rsidRDefault="00076BB7">
      <w:pPr>
        <w:pStyle w:val="Heading2"/>
      </w:pPr>
      <w:r>
        <w:t>8.10. Иные сведения</w:t>
      </w:r>
    </w:p>
    <w:p w:rsidR="00076BB7" w:rsidRDefault="00076BB7">
      <w:pPr>
        <w:ind w:left="200"/>
      </w:pPr>
      <w:r>
        <w:rPr>
          <w:rStyle w:val="Subst"/>
          <w:bCs/>
          <w:iCs/>
        </w:rPr>
        <w:t>Эмитент не имеет иной информации кроме раскрытой в данном отчете.</w:t>
      </w:r>
    </w:p>
    <w:p w:rsidR="00076BB7" w:rsidRDefault="00076BB7">
      <w:pPr>
        <w:pStyle w:val="Heading2"/>
      </w:pPr>
      <w: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076BB7" w:rsidRDefault="00076BB7">
      <w:pPr>
        <w:ind w:left="200"/>
      </w:pPr>
      <w:r>
        <w:rPr>
          <w:rStyle w:val="Subst"/>
          <w:bCs/>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076BB7" w:rsidSect="005719D3">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BB7" w:rsidRDefault="00076BB7" w:rsidP="00235B86">
      <w:pPr>
        <w:spacing w:before="0" w:after="0"/>
      </w:pPr>
      <w:r>
        <w:separator/>
      </w:r>
    </w:p>
  </w:endnote>
  <w:endnote w:type="continuationSeparator" w:id="0">
    <w:p w:rsidR="00076BB7" w:rsidRDefault="00076BB7" w:rsidP="00235B8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BB7" w:rsidRDefault="00076BB7">
    <w:pPr>
      <w:framePr w:wrap="auto" w:hAnchor="text" w:xAlign="right"/>
      <w:spacing w:before="0" w:after="0"/>
    </w:pPr>
    <w:fldSimple w:instr="PAGE">
      <w:r>
        <w:rPr>
          <w:noProof/>
        </w:rPr>
        <w:t>63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BB7" w:rsidRDefault="00076BB7" w:rsidP="00235B86">
      <w:pPr>
        <w:spacing w:before="0" w:after="0"/>
      </w:pPr>
      <w:r>
        <w:separator/>
      </w:r>
    </w:p>
  </w:footnote>
  <w:footnote w:type="continuationSeparator" w:id="0">
    <w:p w:rsidR="00076BB7" w:rsidRDefault="00076BB7" w:rsidP="00235B86">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043"/>
    <w:rsid w:val="00076BB7"/>
    <w:rsid w:val="00113A20"/>
    <w:rsid w:val="00235B86"/>
    <w:rsid w:val="00462DF7"/>
    <w:rsid w:val="004E4F36"/>
    <w:rsid w:val="00544043"/>
    <w:rsid w:val="005719D3"/>
    <w:rsid w:val="008C5B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9D3"/>
    <w:pPr>
      <w:widowControl w:val="0"/>
      <w:autoSpaceDE w:val="0"/>
      <w:autoSpaceDN w:val="0"/>
      <w:adjustRightInd w:val="0"/>
      <w:spacing w:before="20" w:after="40"/>
    </w:pPr>
    <w:rPr>
      <w:rFonts w:ascii="Times New Roman" w:hAnsi="Times New Roman"/>
      <w:sz w:val="20"/>
      <w:szCs w:val="20"/>
    </w:rPr>
  </w:style>
  <w:style w:type="paragraph" w:styleId="Heading1">
    <w:name w:val="heading 1"/>
    <w:basedOn w:val="Normal"/>
    <w:next w:val="Normal"/>
    <w:link w:val="Heading1Char"/>
    <w:uiPriority w:val="99"/>
    <w:qFormat/>
    <w:rsid w:val="005719D3"/>
    <w:pPr>
      <w:spacing w:before="360" w:after="120"/>
      <w:jc w:val="center"/>
      <w:outlineLvl w:val="0"/>
    </w:pPr>
    <w:rPr>
      <w:b/>
      <w:bCs/>
      <w:sz w:val="28"/>
      <w:szCs w:val="28"/>
    </w:rPr>
  </w:style>
  <w:style w:type="paragraph" w:styleId="Heading2">
    <w:name w:val="heading 2"/>
    <w:basedOn w:val="Normal"/>
    <w:next w:val="Normal"/>
    <w:link w:val="Heading2Char"/>
    <w:uiPriority w:val="99"/>
    <w:qFormat/>
    <w:rsid w:val="005719D3"/>
    <w:pPr>
      <w:spacing w:before="240"/>
      <w:outlineLvl w:val="1"/>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19D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719D3"/>
    <w:rPr>
      <w:rFonts w:ascii="Cambria" w:hAnsi="Cambria" w:cs="Times New Roman"/>
      <w:b/>
      <w:bCs/>
      <w:i/>
      <w:iCs/>
      <w:sz w:val="28"/>
      <w:szCs w:val="28"/>
    </w:rPr>
  </w:style>
  <w:style w:type="paragraph" w:customStyle="1" w:styleId="SubHeading">
    <w:name w:val="Sub Heading"/>
    <w:uiPriority w:val="99"/>
    <w:rsid w:val="005719D3"/>
    <w:pPr>
      <w:widowControl w:val="0"/>
      <w:autoSpaceDE w:val="0"/>
      <w:autoSpaceDN w:val="0"/>
      <w:adjustRightInd w:val="0"/>
      <w:spacing w:before="240" w:after="40"/>
    </w:pPr>
    <w:rPr>
      <w:rFonts w:ascii="Times New Roman" w:hAnsi="Times New Roman"/>
      <w:sz w:val="20"/>
      <w:szCs w:val="20"/>
    </w:rPr>
  </w:style>
  <w:style w:type="paragraph" w:styleId="Title">
    <w:name w:val="Title"/>
    <w:basedOn w:val="Normal"/>
    <w:next w:val="Normal"/>
    <w:link w:val="TitleChar"/>
    <w:uiPriority w:val="99"/>
    <w:qFormat/>
    <w:rsid w:val="005719D3"/>
    <w:pPr>
      <w:spacing w:before="0" w:after="240"/>
      <w:jc w:val="center"/>
    </w:pPr>
    <w:rPr>
      <w:b/>
      <w:bCs/>
      <w:sz w:val="32"/>
      <w:szCs w:val="32"/>
    </w:rPr>
  </w:style>
  <w:style w:type="character" w:customStyle="1" w:styleId="TitleChar">
    <w:name w:val="Title Char"/>
    <w:basedOn w:val="DefaultParagraphFont"/>
    <w:link w:val="Title"/>
    <w:uiPriority w:val="99"/>
    <w:locked/>
    <w:rsid w:val="005719D3"/>
    <w:rPr>
      <w:rFonts w:ascii="Cambria" w:hAnsi="Cambria" w:cs="Times New Roman"/>
      <w:b/>
      <w:bCs/>
      <w:kern w:val="28"/>
      <w:sz w:val="32"/>
      <w:szCs w:val="32"/>
    </w:rPr>
  </w:style>
  <w:style w:type="paragraph" w:customStyle="1" w:styleId="SubTitle">
    <w:name w:val="Sub Title"/>
    <w:uiPriority w:val="99"/>
    <w:rsid w:val="005719D3"/>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rsid w:val="005719D3"/>
    <w:pPr>
      <w:widowControl w:val="0"/>
      <w:autoSpaceDE w:val="0"/>
      <w:autoSpaceDN w:val="0"/>
      <w:adjustRightInd w:val="0"/>
      <w:spacing w:before="80" w:after="20"/>
    </w:pPr>
    <w:rPr>
      <w:rFonts w:ascii="Times New Roman" w:hAnsi="Times New Roman"/>
      <w:sz w:val="20"/>
      <w:szCs w:val="20"/>
    </w:rPr>
  </w:style>
  <w:style w:type="paragraph" w:customStyle="1" w:styleId="SpacedNormal">
    <w:name w:val="Spaced Normal"/>
    <w:uiPriority w:val="99"/>
    <w:rsid w:val="005719D3"/>
    <w:pPr>
      <w:widowControl w:val="0"/>
      <w:autoSpaceDE w:val="0"/>
      <w:autoSpaceDN w:val="0"/>
      <w:adjustRightInd w:val="0"/>
      <w:spacing w:before="120" w:after="40"/>
    </w:pPr>
    <w:rPr>
      <w:rFonts w:ascii="Times New Roman" w:hAnsi="Times New Roman"/>
      <w:sz w:val="20"/>
      <w:szCs w:val="20"/>
    </w:rPr>
  </w:style>
  <w:style w:type="paragraph" w:customStyle="1" w:styleId="ThinDelim">
    <w:name w:val="Thin Delim"/>
    <w:uiPriority w:val="99"/>
    <w:rsid w:val="005719D3"/>
    <w:pPr>
      <w:widowControl w:val="0"/>
      <w:autoSpaceDE w:val="0"/>
      <w:autoSpaceDN w:val="0"/>
      <w:adjustRightInd w:val="0"/>
    </w:pPr>
    <w:rPr>
      <w:rFonts w:ascii="Times New Roman" w:hAnsi="Times New Roman"/>
      <w:sz w:val="16"/>
      <w:szCs w:val="16"/>
    </w:rPr>
  </w:style>
  <w:style w:type="character" w:customStyle="1" w:styleId="Subst">
    <w:name w:val="Subst"/>
    <w:uiPriority w:val="99"/>
    <w:rsid w:val="005719D3"/>
    <w:rPr>
      <w:b/>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63</Pages>
  <Words>15656</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Леня</dc:creator>
  <cp:keywords/>
  <dc:description/>
  <cp:lastModifiedBy>Galina</cp:lastModifiedBy>
  <cp:revision>3</cp:revision>
  <cp:lastPrinted>2011-08-02T09:56:00Z</cp:lastPrinted>
  <dcterms:created xsi:type="dcterms:W3CDTF">2011-08-01T09:39:00Z</dcterms:created>
  <dcterms:modified xsi:type="dcterms:W3CDTF">2011-08-02T11:10:00Z</dcterms:modified>
</cp:coreProperties>
</file>